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7126C8" w:rsidP="00624106">
            <w:pPr>
              <w:pStyle w:val="CUSTOMBoldColumnHeading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1" layoutInCell="1" allowOverlap="1" wp14:anchorId="6F8554F4" wp14:editId="6918F525">
                      <wp:simplePos x="0" y="0"/>
                      <wp:positionH relativeFrom="page">
                        <wp:posOffset>5502910</wp:posOffset>
                      </wp:positionH>
                      <wp:positionV relativeFrom="page">
                        <wp:posOffset>4342765</wp:posOffset>
                      </wp:positionV>
                      <wp:extent cx="1090930" cy="102235"/>
                      <wp:effectExtent l="0" t="0" r="0" b="3175"/>
                      <wp:wrapNone/>
                      <wp:docPr id="28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0930" cy="1022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3430D" w:rsidRPr="00F835DA" w:rsidRDefault="0063430D" w:rsidP="00977A1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2" o:spid="_x0000_s1026" type="#_x0000_t202" style="position:absolute;margin-left:433.3pt;margin-top:341.95pt;width:85.9pt;height:8.0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" filled="f" stroked="f" strokeweight=".5pt">
                      <v:textbox style="mso-fit-shape-to-text:t" inset="0,0,0,0">
                        <w:txbxContent>
                          <w:p w:rsidR="0063430D" w:rsidRPr="00F835DA" w:rsidRDefault="0063430D" w:rsidP="00977A1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1" layoutInCell="1" allowOverlap="1" wp14:anchorId="7D818AD8" wp14:editId="6DB86AB7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4342765</wp:posOffset>
                      </wp:positionV>
                      <wp:extent cx="1090930" cy="102235"/>
                      <wp:effectExtent l="0" t="0" r="0" b="1270"/>
                      <wp:wrapNone/>
                      <wp:docPr id="27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0930" cy="1022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3430D" w:rsidRPr="00F835DA" w:rsidRDefault="0063430D" w:rsidP="00977A1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" o:spid="_x0000_s1027" type="#_x0000_t202" style="position:absolute;margin-left:.55pt;margin-top:341.95pt;width:85.9pt;height:8.0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" filled="f" stroked="f" strokeweight=".5pt">
                      <v:textbox style="mso-fit-shape-to-text:t" inset="0,0,0,0">
                        <w:txbxContent>
                          <w:p w:rsidR="0063430D" w:rsidRPr="00F835DA" w:rsidRDefault="0063430D" w:rsidP="00977A1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D35CC3">
              <w:t>Vascular lab report</w:t>
            </w:r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862CBF">
            <w:pPr>
              <w:pStyle w:val="CUSTOMBoldColumnHeading"/>
            </w:pPr>
            <w:r>
              <w:t xml:space="preserve">Assessed by: </w:t>
            </w:r>
            <w:proofErr w:type="spellStart"/>
            <w:r w:rsidR="00862CBF">
              <w:rPr>
                <w:b w:val="0"/>
              </w:rPr>
              <w:t>Apurba</w:t>
            </w:r>
            <w:proofErr w:type="spellEnd"/>
            <w:r w:rsidR="00862CBF">
              <w:rPr>
                <w:b w:val="0"/>
              </w:rPr>
              <w:t xml:space="preserve"> </w:t>
            </w:r>
            <w:proofErr w:type="spellStart"/>
            <w:r w:rsidR="00862CBF">
              <w:rPr>
                <w:b w:val="0"/>
              </w:rPr>
              <w:t>Dahal</w:t>
            </w:r>
            <w:proofErr w:type="spellEnd"/>
            <w:r w:rsidR="00862CBF">
              <w:rPr>
                <w:b w:val="0"/>
              </w:rPr>
              <w:t xml:space="preserve"> (Trainee); Supervised by: Daniel Sims (CVS)</w:t>
            </w: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3410">
            <w:pPr>
              <w:pStyle w:val="CUSTOMHeaderText"/>
            </w:pPr>
            <w:r>
              <w:t>Name:</w:t>
            </w:r>
            <w:r w:rsidR="00596D0F">
              <w:t xml:space="preserve"> </w:t>
            </w:r>
            <w:r w:rsidR="00862CBF" w:rsidRPr="00862CBF">
              <w:t>PEREIRA-GONZAGA, MARCELA</w:t>
            </w: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3410">
            <w:pPr>
              <w:pStyle w:val="CUSTOMHeaderText"/>
            </w:pPr>
            <w:r>
              <w:t>Hospital No:</w:t>
            </w:r>
            <w:r w:rsidR="00596D0F">
              <w:t xml:space="preserve"> </w:t>
            </w:r>
            <w:r w:rsidR="00862CBF" w:rsidRPr="00862CBF">
              <w:t>902018726</w:t>
            </w: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862CBF">
            <w:pPr>
              <w:pStyle w:val="CUSTOMHeaderText"/>
            </w:pPr>
            <w:r>
              <w:t>Date of Exams:</w:t>
            </w:r>
            <w:r w:rsidR="00596D0F">
              <w:t xml:space="preserve"> </w:t>
            </w:r>
            <w:r w:rsidR="00862CBF">
              <w:t>23/08/2019</w:t>
            </w: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862CBF">
            <w:pPr>
              <w:pStyle w:val="CUSTOMHeaderText"/>
            </w:pPr>
            <w:r>
              <w:t>DOB:</w:t>
            </w:r>
            <w:r w:rsidR="00596D0F">
              <w:t xml:space="preserve"> </w:t>
            </w:r>
            <w:r w:rsidR="00862CBF">
              <w:t>16/11/1964</w:t>
            </w: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862CBF">
            <w:pPr>
              <w:pStyle w:val="CUSTOMHeaderText"/>
            </w:pPr>
            <w:r>
              <w:t>NHS No:</w:t>
            </w:r>
            <w:r w:rsidR="00596D0F">
              <w:t xml:space="preserve"> </w:t>
            </w:r>
            <w:r w:rsidR="00862CBF">
              <w:t>639 657 7666</w:t>
            </w: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862CBF">
            <w:pPr>
              <w:pStyle w:val="CUSTOMHeaderText"/>
            </w:pPr>
            <w:proofErr w:type="spellStart"/>
            <w:r>
              <w:t>Ip</w:t>
            </w:r>
            <w:proofErr w:type="spellEnd"/>
            <w:r>
              <w:t>/Op</w:t>
            </w:r>
            <w:r w:rsidR="00596D0F">
              <w:t xml:space="preserve">: </w:t>
            </w:r>
            <w:r w:rsidR="00862CBF">
              <w:t>OP</w:t>
            </w:r>
          </w:p>
        </w:tc>
      </w:tr>
      <w:tr w:rsidR="003E416A" w:rsidTr="00862CBF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3E416A" w:rsidRDefault="003E416A" w:rsidP="00862CBF">
            <w:pPr>
              <w:pStyle w:val="CUSTOMHeaderText"/>
            </w:pPr>
            <w:r>
              <w:t xml:space="preserve">Referrer: </w:t>
            </w:r>
            <w:r w:rsidR="00862CBF">
              <w:t xml:space="preserve">Mr </w:t>
            </w:r>
            <w:proofErr w:type="spellStart"/>
            <w:r w:rsidR="00862CBF">
              <w:t>ElGaddal</w:t>
            </w:r>
            <w:proofErr w:type="spellEnd"/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3E416A" w:rsidRDefault="003E416A" w:rsidP="00862CBF">
            <w:pPr>
              <w:pStyle w:val="CUSTOMHeaderText"/>
            </w:pPr>
            <w:r>
              <w:t xml:space="preserve">Hospital Site: </w:t>
            </w:r>
            <w:r w:rsidR="00862CBF">
              <w:t>QE</w:t>
            </w:r>
          </w:p>
        </w:tc>
      </w:tr>
      <w:tr w:rsidR="003E416A" w:rsidTr="00862CBF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3E416A" w:rsidRDefault="003E416A" w:rsidP="00862CBF">
            <w:pPr>
              <w:pStyle w:val="CUSTOMHeaderText"/>
            </w:pPr>
            <w:r>
              <w:t xml:space="preserve">Clinical Indications: </w:t>
            </w:r>
            <w:r w:rsidR="00862CBF">
              <w:t>Bilateral varicose veins, with skin discolouration</w:t>
            </w: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A078E6" w:rsidP="001F797D">
            <w:pPr>
              <w:pStyle w:val="CUSTOMBoldColumnHeading"/>
            </w:pPr>
            <w:r>
              <w:t xml:space="preserve">Lower Limb </w:t>
            </w:r>
            <w:r w:rsidR="00123164">
              <w:t xml:space="preserve">– </w:t>
            </w:r>
            <w:r w:rsidR="001F797D">
              <w:t xml:space="preserve">BILATERAL </w:t>
            </w:r>
            <w:r w:rsidR="00123164">
              <w:t>Venous I</w:t>
            </w:r>
            <w:r>
              <w:t>nsufficiency scan</w:t>
            </w:r>
            <w:r w:rsidR="001F797D">
              <w:t xml:space="preserve"> </w:t>
            </w:r>
          </w:p>
        </w:tc>
      </w:tr>
      <w:tr w:rsidR="00813362" w:rsidRPr="004C122B" w:rsidTr="00C44E9D">
        <w:trPr>
          <w:trHeight w:hRule="exact" w:val="992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AC2754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A55861B" wp14:editId="4E0685DC">
                      <wp:simplePos x="0" y="0"/>
                      <wp:positionH relativeFrom="column">
                        <wp:posOffset>2137410</wp:posOffset>
                      </wp:positionH>
                      <wp:positionV relativeFrom="page">
                        <wp:posOffset>4566920</wp:posOffset>
                      </wp:positionV>
                      <wp:extent cx="95250" cy="115570"/>
                      <wp:effectExtent l="19050" t="19050" r="38100" b="36830"/>
                      <wp:wrapNone/>
                      <wp:docPr id="80" name="Straight Connector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95250" cy="115570"/>
                              </a:xfrm>
                              <a:prstGeom prst="line">
                                <a:avLst/>
                              </a:prstGeom>
                              <a:ln w="47625" cmpd="dbl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80" o:spid="_x0000_s1026" style="position:absolute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168.3pt,359.6pt" to="175.8pt,36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" strokecolor="red" strokeweight="3.75pt">
                      <v:stroke linestyle="thinThin" joinstyle="miter"/>
                      <w10:wrap anchory="page"/>
                    </v:line>
                  </w:pict>
                </mc:Fallback>
              </mc:AlternateContent>
            </w:r>
            <w:r w:rsidR="0063430D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06F2A7E" wp14:editId="23BDFB11">
                      <wp:simplePos x="0" y="0"/>
                      <wp:positionH relativeFrom="column">
                        <wp:posOffset>2387060</wp:posOffset>
                      </wp:positionH>
                      <wp:positionV relativeFrom="page">
                        <wp:posOffset>2907892</wp:posOffset>
                      </wp:positionV>
                      <wp:extent cx="13648" cy="361666"/>
                      <wp:effectExtent l="38100" t="0" r="81915" b="57785"/>
                      <wp:wrapNone/>
                      <wp:docPr id="81" name="Freeform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48" cy="361666"/>
                              </a:xfrm>
                              <a:custGeom>
                                <a:avLst/>
                                <a:gdLst>
                                  <a:gd name="connsiteX0" fmla="*/ 0 w 13648"/>
                                  <a:gd name="connsiteY0" fmla="*/ 0 h 361666"/>
                                  <a:gd name="connsiteX1" fmla="*/ 13648 w 13648"/>
                                  <a:gd name="connsiteY1" fmla="*/ 197893 h 361666"/>
                                  <a:gd name="connsiteX2" fmla="*/ 0 w 13648"/>
                                  <a:gd name="connsiteY2" fmla="*/ 361666 h 3616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3648" h="361666">
                                    <a:moveTo>
                                      <a:pt x="0" y="0"/>
                                    </a:moveTo>
                                    <a:cubicBezTo>
                                      <a:pt x="6824" y="68807"/>
                                      <a:pt x="13648" y="137615"/>
                                      <a:pt x="13648" y="197893"/>
                                    </a:cubicBezTo>
                                    <a:cubicBezTo>
                                      <a:pt x="13648" y="258171"/>
                                      <a:pt x="7961" y="333233"/>
                                      <a:pt x="0" y="361666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FF0000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81" o:spid="_x0000_s1026" style="position:absolute;margin-left:187.95pt;margin-top:228.95pt;width:1.05pt;height:28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13648,361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" path="m,c6824,68807,13648,137615,13648,197893,13648,258171,7961,333233,,361666e" filled="f" strokecolor="red" strokeweight="1pt">
                      <v:stroke endarrow="block" joinstyle="miter"/>
                      <v:path arrowok="t" o:connecttype="custom" o:connectlocs="0,0;13648,197893;0,361666" o:connectangles="0,0,0"/>
                      <w10:wrap anchory="page"/>
                    </v:shape>
                  </w:pict>
                </mc:Fallback>
              </mc:AlternateContent>
            </w:r>
            <w:r w:rsidR="00A04910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414CF98" wp14:editId="6D6CC8F7">
                      <wp:simplePos x="0" y="0"/>
                      <wp:positionH relativeFrom="column">
                        <wp:posOffset>2509890</wp:posOffset>
                      </wp:positionH>
                      <wp:positionV relativeFrom="page">
                        <wp:posOffset>772018</wp:posOffset>
                      </wp:positionV>
                      <wp:extent cx="1207826" cy="3753134"/>
                      <wp:effectExtent l="0" t="0" r="11430" b="19050"/>
                      <wp:wrapNone/>
                      <wp:docPr id="78" name="Text Box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07826" cy="375313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3430D" w:rsidRPr="0063430D" w:rsidRDefault="0063430D" w:rsidP="0063430D">
                                  <w:pPr>
                                    <w:spacing w:after="60"/>
                                    <w:rPr>
                                      <w:b/>
                                      <w:color w:val="FF0000"/>
                                      <w:sz w:val="16"/>
                                    </w:rPr>
                                  </w:pPr>
                                  <w:r w:rsidRPr="0063430D">
                                    <w:rPr>
                                      <w:b/>
                                      <w:color w:val="FF0000"/>
                                      <w:sz w:val="16"/>
                                    </w:rPr>
                                    <w:t>Left Leg:</w:t>
                                  </w:r>
                                </w:p>
                                <w:p w:rsidR="0063430D" w:rsidRPr="0063430D" w:rsidRDefault="0063430D" w:rsidP="0063430D">
                                  <w:pPr>
                                    <w:spacing w:after="60"/>
                                    <w:rPr>
                                      <w:b/>
                                      <w:sz w:val="16"/>
                                    </w:rPr>
                                  </w:pPr>
                                  <w:r w:rsidRPr="0063430D">
                                    <w:rPr>
                                      <w:b/>
                                      <w:sz w:val="16"/>
                                    </w:rPr>
                                    <w:t xml:space="preserve">Ant acc. Saphenous vein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diameter</w:t>
                                  </w:r>
                                  <w:r w:rsidRPr="0063430D">
                                    <w:rPr>
                                      <w:b/>
                                      <w:sz w:val="16"/>
                                    </w:rPr>
                                    <w:t>:</w:t>
                                  </w:r>
                                </w:p>
                                <w:p w:rsidR="0063430D" w:rsidRDefault="0063430D" w:rsidP="0063430D">
                                  <w:pPr>
                                    <w:spacing w:after="6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Prox thigh = 4.1mm</w:t>
                                  </w:r>
                                </w:p>
                                <w:p w:rsidR="0063430D" w:rsidRDefault="0063430D" w:rsidP="0063430D">
                                  <w:pPr>
                                    <w:spacing w:after="6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Mid-thigh = 4.4mm</w:t>
                                  </w:r>
                                </w:p>
                                <w:p w:rsidR="0063430D" w:rsidRDefault="0063430D" w:rsidP="0063430D">
                                  <w:pPr>
                                    <w:spacing w:after="60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63430D" w:rsidRDefault="0063430D" w:rsidP="0063430D">
                                  <w:pPr>
                                    <w:spacing w:after="6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GSV diameter:</w:t>
                                  </w:r>
                                  <w:bookmarkStart w:id="0" w:name="_GoBack"/>
                                  <w:bookmarkEnd w:id="0"/>
                                </w:p>
                                <w:p w:rsidR="0063430D" w:rsidRDefault="0063430D" w:rsidP="0063430D">
                                  <w:pPr>
                                    <w:spacing w:after="60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Mid thigh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</w:rPr>
                                    <w:t xml:space="preserve"> = 7.2mm</w:t>
                                  </w:r>
                                </w:p>
                                <w:p w:rsidR="0063430D" w:rsidRDefault="0063430D" w:rsidP="0063430D">
                                  <w:pPr>
                                    <w:spacing w:after="60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Dist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</w:rPr>
                                    <w:t xml:space="preserve"> thigh = 6.5mm</w:t>
                                  </w:r>
                                </w:p>
                                <w:p w:rsidR="0063430D" w:rsidRPr="0063430D" w:rsidRDefault="0063430D" w:rsidP="0063430D">
                                  <w:pPr>
                                    <w:spacing w:after="6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Knee = 3.5mm</w:t>
                                  </w:r>
                                </w:p>
                                <w:p w:rsidR="0063430D" w:rsidRDefault="0063430D" w:rsidP="00A0491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Prox Calf = 2.7mm</w:t>
                                  </w:r>
                                </w:p>
                                <w:p w:rsidR="0063430D" w:rsidRDefault="0063430D" w:rsidP="0063430D">
                                  <w:pPr>
                                    <w:spacing w:after="60"/>
                                    <w:rPr>
                                      <w:sz w:val="16"/>
                                    </w:rPr>
                                  </w:pPr>
                                  <w:r w:rsidRPr="00AC2754">
                                    <w:rPr>
                                      <w:b/>
                                      <w:sz w:val="16"/>
                                    </w:rPr>
                                    <w:t>No SFJ or proximal thigh GSV.</w:t>
                                  </w:r>
                                  <w:r w:rsidR="00AC2754">
                                    <w:rPr>
                                      <w:b/>
                                      <w:sz w:val="16"/>
                                    </w:rPr>
                                    <w:t xml:space="preserve"> Native</w:t>
                                  </w:r>
                                  <w:r w:rsidRPr="00AC2754">
                                    <w:rPr>
                                      <w:b/>
                                      <w:sz w:val="16"/>
                                    </w:rPr>
                                    <w:t xml:space="preserve"> GSV noted in the </w:t>
                                  </w:r>
                                  <w:proofErr w:type="spellStart"/>
                                  <w:r w:rsidRPr="00AC2754">
                                    <w:rPr>
                                      <w:b/>
                                      <w:sz w:val="16"/>
                                    </w:rPr>
                                    <w:t>mid thigh</w:t>
                                  </w:r>
                                  <w:proofErr w:type="spellEnd"/>
                                  <w:r w:rsidRPr="00AC2754">
                                    <w:rPr>
                                      <w:b/>
                                      <w:sz w:val="16"/>
                                    </w:rPr>
                                    <w:t>.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proofErr w:type="gramStart"/>
                                  <w:r w:rsidRPr="00AC2754">
                                    <w:rPr>
                                      <w:b/>
                                      <w:sz w:val="16"/>
                                    </w:rPr>
                                    <w:t>Ant acc. Saphenous vein incompetent in proximal-mid thigh.</w:t>
                                  </w:r>
                                  <w:proofErr w:type="gramEnd"/>
                                  <w:r w:rsidRPr="00AC2754">
                                    <w:rPr>
                                      <w:b/>
                                      <w:sz w:val="16"/>
                                    </w:rPr>
                                    <w:t xml:space="preserve"> The reflux exits into native GSV in mid-thigh</w:t>
                                  </w:r>
                                </w:p>
                                <w:p w:rsidR="0063430D" w:rsidRDefault="0063430D" w:rsidP="0063430D">
                                  <w:pPr>
                                    <w:spacing w:after="60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63430D" w:rsidRDefault="0063430D" w:rsidP="00A0491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GSV outside fascia and slightly tortuous around knee and proximal calf</w:t>
                                  </w:r>
                                </w:p>
                                <w:p w:rsidR="0063430D" w:rsidRPr="00EF1C3B" w:rsidRDefault="0063430D" w:rsidP="00A04910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  <w:p w:rsidR="0063430D" w:rsidRPr="00EF1C3B" w:rsidRDefault="0063430D" w:rsidP="00A04910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" o:spid="_x0000_s1028" type="#_x0000_t202" style="position:absolute;margin-left:197.65pt;margin-top:60.8pt;width:95.1pt;height:29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" fillcolor="white [3201]" strokeweight=".5pt">
                      <v:textbox>
                        <w:txbxContent>
                          <w:p w:rsidR="0063430D" w:rsidRPr="0063430D" w:rsidRDefault="0063430D" w:rsidP="0063430D">
                            <w:pPr>
                              <w:spacing w:after="60"/>
                              <w:rPr>
                                <w:b/>
                                <w:color w:val="FF0000"/>
                                <w:sz w:val="16"/>
                              </w:rPr>
                            </w:pPr>
                            <w:r w:rsidRPr="0063430D">
                              <w:rPr>
                                <w:b/>
                                <w:color w:val="FF0000"/>
                                <w:sz w:val="16"/>
                              </w:rPr>
                              <w:t>Left Leg:</w:t>
                            </w:r>
                          </w:p>
                          <w:p w:rsidR="0063430D" w:rsidRPr="0063430D" w:rsidRDefault="0063430D" w:rsidP="0063430D">
                            <w:pPr>
                              <w:spacing w:after="60"/>
                              <w:rPr>
                                <w:b/>
                                <w:sz w:val="16"/>
                              </w:rPr>
                            </w:pPr>
                            <w:r w:rsidRPr="0063430D">
                              <w:rPr>
                                <w:b/>
                                <w:sz w:val="16"/>
                              </w:rPr>
                              <w:t xml:space="preserve">Ant acc. Saphenous vein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diameter</w:t>
                            </w:r>
                            <w:r w:rsidRPr="0063430D">
                              <w:rPr>
                                <w:b/>
                                <w:sz w:val="16"/>
                              </w:rPr>
                              <w:t>:</w:t>
                            </w:r>
                          </w:p>
                          <w:p w:rsidR="0063430D" w:rsidRDefault="0063430D" w:rsidP="0063430D">
                            <w:pPr>
                              <w:spacing w:after="6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Prox thigh = 4.1mm</w:t>
                            </w:r>
                          </w:p>
                          <w:p w:rsidR="0063430D" w:rsidRDefault="0063430D" w:rsidP="0063430D">
                            <w:pPr>
                              <w:spacing w:after="6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Mid-thigh = 4.4mm</w:t>
                            </w:r>
                          </w:p>
                          <w:p w:rsidR="0063430D" w:rsidRDefault="0063430D" w:rsidP="0063430D">
                            <w:pPr>
                              <w:spacing w:after="60"/>
                              <w:rPr>
                                <w:sz w:val="16"/>
                              </w:rPr>
                            </w:pPr>
                          </w:p>
                          <w:p w:rsidR="0063430D" w:rsidRDefault="0063430D" w:rsidP="0063430D">
                            <w:pPr>
                              <w:spacing w:after="6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GSV diameter:</w:t>
                            </w:r>
                            <w:bookmarkStart w:id="1" w:name="_GoBack"/>
                            <w:bookmarkEnd w:id="1"/>
                          </w:p>
                          <w:p w:rsidR="0063430D" w:rsidRDefault="0063430D" w:rsidP="0063430D">
                            <w:pPr>
                              <w:spacing w:after="60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</w:rPr>
                              <w:t>Mid thigh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= 7.2mm</w:t>
                            </w:r>
                          </w:p>
                          <w:p w:rsidR="0063430D" w:rsidRDefault="0063430D" w:rsidP="0063430D">
                            <w:pPr>
                              <w:spacing w:after="60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</w:rPr>
                              <w:t>Dist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thigh = 6.5mm</w:t>
                            </w:r>
                          </w:p>
                          <w:p w:rsidR="0063430D" w:rsidRPr="0063430D" w:rsidRDefault="0063430D" w:rsidP="0063430D">
                            <w:pPr>
                              <w:spacing w:after="6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Knee = 3.5mm</w:t>
                            </w:r>
                          </w:p>
                          <w:p w:rsidR="0063430D" w:rsidRDefault="0063430D" w:rsidP="00A0491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Prox Calf = 2.7mm</w:t>
                            </w:r>
                          </w:p>
                          <w:p w:rsidR="0063430D" w:rsidRDefault="0063430D" w:rsidP="0063430D">
                            <w:pPr>
                              <w:spacing w:after="60"/>
                              <w:rPr>
                                <w:sz w:val="16"/>
                              </w:rPr>
                            </w:pPr>
                            <w:r w:rsidRPr="00AC2754">
                              <w:rPr>
                                <w:b/>
                                <w:sz w:val="16"/>
                              </w:rPr>
                              <w:t>No SFJ or proximal thigh GSV.</w:t>
                            </w:r>
                            <w:r w:rsidR="00AC2754">
                              <w:rPr>
                                <w:b/>
                                <w:sz w:val="16"/>
                              </w:rPr>
                              <w:t xml:space="preserve"> Native</w:t>
                            </w:r>
                            <w:r w:rsidRPr="00AC2754">
                              <w:rPr>
                                <w:b/>
                                <w:sz w:val="16"/>
                              </w:rPr>
                              <w:t xml:space="preserve"> GSV noted in the </w:t>
                            </w:r>
                            <w:proofErr w:type="spellStart"/>
                            <w:r w:rsidRPr="00AC2754">
                              <w:rPr>
                                <w:b/>
                                <w:sz w:val="16"/>
                              </w:rPr>
                              <w:t>mid thigh</w:t>
                            </w:r>
                            <w:proofErr w:type="spellEnd"/>
                            <w:r w:rsidRPr="00AC2754">
                              <w:rPr>
                                <w:b/>
                                <w:sz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proofErr w:type="gramStart"/>
                            <w:r w:rsidRPr="00AC2754">
                              <w:rPr>
                                <w:b/>
                                <w:sz w:val="16"/>
                              </w:rPr>
                              <w:t>Ant acc. Saphenous vein incompetent in proximal-mid thigh.</w:t>
                            </w:r>
                            <w:proofErr w:type="gramEnd"/>
                            <w:r w:rsidRPr="00AC2754">
                              <w:rPr>
                                <w:b/>
                                <w:sz w:val="16"/>
                              </w:rPr>
                              <w:t xml:space="preserve"> The reflux exits into native GSV in mid-thigh</w:t>
                            </w:r>
                          </w:p>
                          <w:p w:rsidR="0063430D" w:rsidRDefault="0063430D" w:rsidP="0063430D">
                            <w:pPr>
                              <w:spacing w:after="60"/>
                              <w:rPr>
                                <w:sz w:val="16"/>
                              </w:rPr>
                            </w:pPr>
                          </w:p>
                          <w:p w:rsidR="0063430D" w:rsidRDefault="0063430D" w:rsidP="00A0491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GSV outside fascia and slightly tortuous around knee and proximal calf</w:t>
                            </w:r>
                          </w:p>
                          <w:p w:rsidR="0063430D" w:rsidRPr="00EF1C3B" w:rsidRDefault="0063430D" w:rsidP="00A04910">
                            <w:pPr>
                              <w:rPr>
                                <w:sz w:val="16"/>
                              </w:rPr>
                            </w:pPr>
                          </w:p>
                          <w:p w:rsidR="0063430D" w:rsidRPr="00EF1C3B" w:rsidRDefault="0063430D" w:rsidP="00A04910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9A66B8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166A844" wp14:editId="5A51E7FB">
                      <wp:simplePos x="0" y="0"/>
                      <wp:positionH relativeFrom="column">
                        <wp:posOffset>2229485</wp:posOffset>
                      </wp:positionH>
                      <wp:positionV relativeFrom="page">
                        <wp:posOffset>1419860</wp:posOffset>
                      </wp:positionV>
                      <wp:extent cx="67945" cy="951230"/>
                      <wp:effectExtent l="19050" t="19050" r="27305" b="20320"/>
                      <wp:wrapNone/>
                      <wp:docPr id="68" name="Freeform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945" cy="951230"/>
                              </a:xfrm>
                              <a:custGeom>
                                <a:avLst/>
                                <a:gdLst>
                                  <a:gd name="connsiteX0" fmla="*/ 103368 w 103368"/>
                                  <a:gd name="connsiteY0" fmla="*/ 0 h 1746913"/>
                                  <a:gd name="connsiteX1" fmla="*/ 69248 w 103368"/>
                                  <a:gd name="connsiteY1" fmla="*/ 191068 h 1746913"/>
                                  <a:gd name="connsiteX2" fmla="*/ 21481 w 103368"/>
                                  <a:gd name="connsiteY2" fmla="*/ 464024 h 1746913"/>
                                  <a:gd name="connsiteX3" fmla="*/ 21481 w 103368"/>
                                  <a:gd name="connsiteY3" fmla="*/ 730155 h 1746913"/>
                                  <a:gd name="connsiteX4" fmla="*/ 7833 w 103368"/>
                                  <a:gd name="connsiteY4" fmla="*/ 1071349 h 1746913"/>
                                  <a:gd name="connsiteX5" fmla="*/ 1010 w 103368"/>
                                  <a:gd name="connsiteY5" fmla="*/ 1330657 h 1746913"/>
                                  <a:gd name="connsiteX6" fmla="*/ 1010 w 103368"/>
                                  <a:gd name="connsiteY6" fmla="*/ 1433015 h 1746913"/>
                                  <a:gd name="connsiteX7" fmla="*/ 1010 w 103368"/>
                                  <a:gd name="connsiteY7" fmla="*/ 1460310 h 1746913"/>
                                  <a:gd name="connsiteX8" fmla="*/ 1010 w 103368"/>
                                  <a:gd name="connsiteY8" fmla="*/ 1651379 h 1746913"/>
                                  <a:gd name="connsiteX9" fmla="*/ 14657 w 103368"/>
                                  <a:gd name="connsiteY9" fmla="*/ 1746913 h 1746913"/>
                                  <a:gd name="connsiteX0" fmla="*/ 69248 w 69248"/>
                                  <a:gd name="connsiteY0" fmla="*/ 0 h 1555845"/>
                                  <a:gd name="connsiteX1" fmla="*/ 21481 w 69248"/>
                                  <a:gd name="connsiteY1" fmla="*/ 272956 h 1555845"/>
                                  <a:gd name="connsiteX2" fmla="*/ 21481 w 69248"/>
                                  <a:gd name="connsiteY2" fmla="*/ 539087 h 1555845"/>
                                  <a:gd name="connsiteX3" fmla="*/ 7833 w 69248"/>
                                  <a:gd name="connsiteY3" fmla="*/ 880281 h 1555845"/>
                                  <a:gd name="connsiteX4" fmla="*/ 1010 w 69248"/>
                                  <a:gd name="connsiteY4" fmla="*/ 1139589 h 1555845"/>
                                  <a:gd name="connsiteX5" fmla="*/ 1010 w 69248"/>
                                  <a:gd name="connsiteY5" fmla="*/ 1241947 h 1555845"/>
                                  <a:gd name="connsiteX6" fmla="*/ 1010 w 69248"/>
                                  <a:gd name="connsiteY6" fmla="*/ 1269242 h 1555845"/>
                                  <a:gd name="connsiteX7" fmla="*/ 1010 w 69248"/>
                                  <a:gd name="connsiteY7" fmla="*/ 1460311 h 1555845"/>
                                  <a:gd name="connsiteX8" fmla="*/ 14657 w 69248"/>
                                  <a:gd name="connsiteY8" fmla="*/ 1555845 h 1555845"/>
                                  <a:gd name="connsiteX0" fmla="*/ 69248 w 69248"/>
                                  <a:gd name="connsiteY0" fmla="*/ 0 h 1460311"/>
                                  <a:gd name="connsiteX1" fmla="*/ 21481 w 69248"/>
                                  <a:gd name="connsiteY1" fmla="*/ 272956 h 1460311"/>
                                  <a:gd name="connsiteX2" fmla="*/ 21481 w 69248"/>
                                  <a:gd name="connsiteY2" fmla="*/ 539087 h 1460311"/>
                                  <a:gd name="connsiteX3" fmla="*/ 7833 w 69248"/>
                                  <a:gd name="connsiteY3" fmla="*/ 880281 h 1460311"/>
                                  <a:gd name="connsiteX4" fmla="*/ 1010 w 69248"/>
                                  <a:gd name="connsiteY4" fmla="*/ 1139589 h 1460311"/>
                                  <a:gd name="connsiteX5" fmla="*/ 1010 w 69248"/>
                                  <a:gd name="connsiteY5" fmla="*/ 1241947 h 1460311"/>
                                  <a:gd name="connsiteX6" fmla="*/ 1010 w 69248"/>
                                  <a:gd name="connsiteY6" fmla="*/ 1269242 h 1460311"/>
                                  <a:gd name="connsiteX7" fmla="*/ 1010 w 69248"/>
                                  <a:gd name="connsiteY7" fmla="*/ 1460311 h 1460311"/>
                                  <a:gd name="connsiteX0" fmla="*/ 68744 w 68744"/>
                                  <a:gd name="connsiteY0" fmla="*/ 0 h 1269242"/>
                                  <a:gd name="connsiteX1" fmla="*/ 20977 w 68744"/>
                                  <a:gd name="connsiteY1" fmla="*/ 272956 h 1269242"/>
                                  <a:gd name="connsiteX2" fmla="*/ 20977 w 68744"/>
                                  <a:gd name="connsiteY2" fmla="*/ 539087 h 1269242"/>
                                  <a:gd name="connsiteX3" fmla="*/ 7329 w 68744"/>
                                  <a:gd name="connsiteY3" fmla="*/ 880281 h 1269242"/>
                                  <a:gd name="connsiteX4" fmla="*/ 506 w 68744"/>
                                  <a:gd name="connsiteY4" fmla="*/ 1139589 h 1269242"/>
                                  <a:gd name="connsiteX5" fmla="*/ 506 w 68744"/>
                                  <a:gd name="connsiteY5" fmla="*/ 1241947 h 1269242"/>
                                  <a:gd name="connsiteX6" fmla="*/ 506 w 68744"/>
                                  <a:gd name="connsiteY6" fmla="*/ 1269242 h 1269242"/>
                                  <a:gd name="connsiteX0" fmla="*/ 68744 w 68744"/>
                                  <a:gd name="connsiteY0" fmla="*/ 0 h 1241947"/>
                                  <a:gd name="connsiteX1" fmla="*/ 20977 w 68744"/>
                                  <a:gd name="connsiteY1" fmla="*/ 272956 h 1241947"/>
                                  <a:gd name="connsiteX2" fmla="*/ 20977 w 68744"/>
                                  <a:gd name="connsiteY2" fmla="*/ 539087 h 1241947"/>
                                  <a:gd name="connsiteX3" fmla="*/ 7329 w 68744"/>
                                  <a:gd name="connsiteY3" fmla="*/ 880281 h 1241947"/>
                                  <a:gd name="connsiteX4" fmla="*/ 506 w 68744"/>
                                  <a:gd name="connsiteY4" fmla="*/ 1139589 h 1241947"/>
                                  <a:gd name="connsiteX5" fmla="*/ 506 w 68744"/>
                                  <a:gd name="connsiteY5" fmla="*/ 1241947 h 1241947"/>
                                  <a:gd name="connsiteX0" fmla="*/ 68238 w 68238"/>
                                  <a:gd name="connsiteY0" fmla="*/ 0 h 1139589"/>
                                  <a:gd name="connsiteX1" fmla="*/ 20471 w 68238"/>
                                  <a:gd name="connsiteY1" fmla="*/ 272956 h 1139589"/>
                                  <a:gd name="connsiteX2" fmla="*/ 20471 w 68238"/>
                                  <a:gd name="connsiteY2" fmla="*/ 539087 h 1139589"/>
                                  <a:gd name="connsiteX3" fmla="*/ 6823 w 68238"/>
                                  <a:gd name="connsiteY3" fmla="*/ 880281 h 1139589"/>
                                  <a:gd name="connsiteX4" fmla="*/ 0 w 68238"/>
                                  <a:gd name="connsiteY4" fmla="*/ 1139589 h 1139589"/>
                                  <a:gd name="connsiteX0" fmla="*/ 68238 w 68238"/>
                                  <a:gd name="connsiteY0" fmla="*/ 0 h 1016647"/>
                                  <a:gd name="connsiteX1" fmla="*/ 20471 w 68238"/>
                                  <a:gd name="connsiteY1" fmla="*/ 272956 h 1016647"/>
                                  <a:gd name="connsiteX2" fmla="*/ 20471 w 68238"/>
                                  <a:gd name="connsiteY2" fmla="*/ 539087 h 1016647"/>
                                  <a:gd name="connsiteX3" fmla="*/ 6823 w 68238"/>
                                  <a:gd name="connsiteY3" fmla="*/ 880281 h 1016647"/>
                                  <a:gd name="connsiteX4" fmla="*/ 0 w 68238"/>
                                  <a:gd name="connsiteY4" fmla="*/ 1016647 h 1016647"/>
                                  <a:gd name="connsiteX0" fmla="*/ 68238 w 68238"/>
                                  <a:gd name="connsiteY0" fmla="*/ 0 h 951865"/>
                                  <a:gd name="connsiteX1" fmla="*/ 20471 w 68238"/>
                                  <a:gd name="connsiteY1" fmla="*/ 272956 h 951865"/>
                                  <a:gd name="connsiteX2" fmla="*/ 20471 w 68238"/>
                                  <a:gd name="connsiteY2" fmla="*/ 539087 h 951865"/>
                                  <a:gd name="connsiteX3" fmla="*/ 6823 w 68238"/>
                                  <a:gd name="connsiteY3" fmla="*/ 880281 h 951865"/>
                                  <a:gd name="connsiteX4" fmla="*/ 0 w 68238"/>
                                  <a:gd name="connsiteY4" fmla="*/ 951865 h 9518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68238" h="951865">
                                    <a:moveTo>
                                      <a:pt x="68238" y="0"/>
                                    </a:moveTo>
                                    <a:cubicBezTo>
                                      <a:pt x="54590" y="77337"/>
                                      <a:pt x="28432" y="183108"/>
                                      <a:pt x="20471" y="272956"/>
                                    </a:cubicBezTo>
                                    <a:cubicBezTo>
                                      <a:pt x="12510" y="362804"/>
                                      <a:pt x="22746" y="437866"/>
                                      <a:pt x="20471" y="539087"/>
                                    </a:cubicBezTo>
                                    <a:cubicBezTo>
                                      <a:pt x="18196" y="640308"/>
                                      <a:pt x="10235" y="811485"/>
                                      <a:pt x="6823" y="880281"/>
                                    </a:cubicBezTo>
                                    <a:cubicBezTo>
                                      <a:pt x="3411" y="949077"/>
                                      <a:pt x="1137" y="891587"/>
                                      <a:pt x="0" y="951865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68" o:spid="_x0000_s1026" style="position:absolute;margin-left:175.55pt;margin-top:111.8pt;width:5.35pt;height:74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68238,951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" path="m68238,c54590,77337,28432,183108,20471,272956v-7961,89848,2275,164910,,266131c18196,640308,10235,811485,6823,880281,3411,949077,1137,891587,,951865e" filled="f" strokecolor="red" strokeweight="3pt">
                      <v:stroke joinstyle="miter"/>
                      <v:path arrowok="t" o:connecttype="custom" o:connectlocs="67945,0;20383,272774;20383,538727;6794,879694;0,951230" o:connectangles="0,0,0,0,0"/>
                      <w10:wrap anchory="page"/>
                    </v:shape>
                  </w:pict>
                </mc:Fallback>
              </mc:AlternateContent>
            </w:r>
            <w:r w:rsidR="009A66B8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33D79A1" wp14:editId="386FD494">
                      <wp:simplePos x="0" y="0"/>
                      <wp:positionH relativeFrom="column">
                        <wp:posOffset>2098675</wp:posOffset>
                      </wp:positionH>
                      <wp:positionV relativeFrom="page">
                        <wp:posOffset>2252980</wp:posOffset>
                      </wp:positionV>
                      <wp:extent cx="128905" cy="118745"/>
                      <wp:effectExtent l="19050" t="19050" r="23495" b="14605"/>
                      <wp:wrapNone/>
                      <wp:docPr id="70" name="Freeform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905" cy="118745"/>
                              </a:xfrm>
                              <a:custGeom>
                                <a:avLst/>
                                <a:gdLst>
                                  <a:gd name="connsiteX0" fmla="*/ 143301 w 143301"/>
                                  <a:gd name="connsiteY0" fmla="*/ 136477 h 136477"/>
                                  <a:gd name="connsiteX1" fmla="*/ 122830 w 143301"/>
                                  <a:gd name="connsiteY1" fmla="*/ 95534 h 136477"/>
                                  <a:gd name="connsiteX2" fmla="*/ 109182 w 143301"/>
                                  <a:gd name="connsiteY2" fmla="*/ 75062 h 136477"/>
                                  <a:gd name="connsiteX3" fmla="*/ 95534 w 143301"/>
                                  <a:gd name="connsiteY3" fmla="*/ 27295 h 136477"/>
                                  <a:gd name="connsiteX4" fmla="*/ 88710 w 143301"/>
                                  <a:gd name="connsiteY4" fmla="*/ 6824 h 136477"/>
                                  <a:gd name="connsiteX5" fmla="*/ 68239 w 143301"/>
                                  <a:gd name="connsiteY5" fmla="*/ 0 h 136477"/>
                                  <a:gd name="connsiteX6" fmla="*/ 47767 w 143301"/>
                                  <a:gd name="connsiteY6" fmla="*/ 6824 h 136477"/>
                                  <a:gd name="connsiteX7" fmla="*/ 0 w 143301"/>
                                  <a:gd name="connsiteY7" fmla="*/ 40943 h 136477"/>
                                  <a:gd name="connsiteX0" fmla="*/ 122830 w 122830"/>
                                  <a:gd name="connsiteY0" fmla="*/ 95534 h 95534"/>
                                  <a:gd name="connsiteX1" fmla="*/ 109182 w 122830"/>
                                  <a:gd name="connsiteY1" fmla="*/ 75062 h 95534"/>
                                  <a:gd name="connsiteX2" fmla="*/ 95534 w 122830"/>
                                  <a:gd name="connsiteY2" fmla="*/ 27295 h 95534"/>
                                  <a:gd name="connsiteX3" fmla="*/ 88710 w 122830"/>
                                  <a:gd name="connsiteY3" fmla="*/ 6824 h 95534"/>
                                  <a:gd name="connsiteX4" fmla="*/ 68239 w 122830"/>
                                  <a:gd name="connsiteY4" fmla="*/ 0 h 95534"/>
                                  <a:gd name="connsiteX5" fmla="*/ 47767 w 122830"/>
                                  <a:gd name="connsiteY5" fmla="*/ 6824 h 95534"/>
                                  <a:gd name="connsiteX6" fmla="*/ 0 w 122830"/>
                                  <a:gd name="connsiteY6" fmla="*/ 40943 h 95534"/>
                                  <a:gd name="connsiteX0" fmla="*/ 130316 w 130316"/>
                                  <a:gd name="connsiteY0" fmla="*/ 98857 h 119967"/>
                                  <a:gd name="connsiteX1" fmla="*/ 116668 w 130316"/>
                                  <a:gd name="connsiteY1" fmla="*/ 78385 h 119967"/>
                                  <a:gd name="connsiteX2" fmla="*/ 103020 w 130316"/>
                                  <a:gd name="connsiteY2" fmla="*/ 30618 h 119967"/>
                                  <a:gd name="connsiteX3" fmla="*/ 96196 w 130316"/>
                                  <a:gd name="connsiteY3" fmla="*/ 10147 h 119967"/>
                                  <a:gd name="connsiteX4" fmla="*/ 75725 w 130316"/>
                                  <a:gd name="connsiteY4" fmla="*/ 3323 h 119967"/>
                                  <a:gd name="connsiteX5" fmla="*/ 55253 w 130316"/>
                                  <a:gd name="connsiteY5" fmla="*/ 10147 h 119967"/>
                                  <a:gd name="connsiteX6" fmla="*/ 0 w 130316"/>
                                  <a:gd name="connsiteY6" fmla="*/ 119967 h 1199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30316" h="119967">
                                    <a:moveTo>
                                      <a:pt x="130316" y="98857"/>
                                    </a:moveTo>
                                    <a:cubicBezTo>
                                      <a:pt x="126333" y="91688"/>
                                      <a:pt x="120336" y="85721"/>
                                      <a:pt x="116668" y="78385"/>
                                    </a:cubicBezTo>
                                    <a:cubicBezTo>
                                      <a:pt x="111213" y="67476"/>
                                      <a:pt x="105936" y="40823"/>
                                      <a:pt x="103020" y="30618"/>
                                    </a:cubicBezTo>
                                    <a:cubicBezTo>
                                      <a:pt x="101044" y="23702"/>
                                      <a:pt x="101282" y="15233"/>
                                      <a:pt x="96196" y="10147"/>
                                    </a:cubicBezTo>
                                    <a:cubicBezTo>
                                      <a:pt x="91110" y="5061"/>
                                      <a:pt x="82549" y="5598"/>
                                      <a:pt x="75725" y="3323"/>
                                    </a:cubicBezTo>
                                    <a:cubicBezTo>
                                      <a:pt x="68901" y="5598"/>
                                      <a:pt x="67874" y="-9294"/>
                                      <a:pt x="55253" y="10147"/>
                                    </a:cubicBezTo>
                                    <a:cubicBezTo>
                                      <a:pt x="42632" y="29588"/>
                                      <a:pt x="16284" y="103683"/>
                                      <a:pt x="0" y="119967"/>
                                    </a:cubicBezTo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0" o:spid="_x0000_s1026" style="position:absolute;margin-left:165.25pt;margin-top:177.4pt;width:10.15pt;height:9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30316,1199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" path="m130316,98857c126333,91688,120336,85721,116668,78385,111213,67476,105936,40823,103020,30618,101044,23702,101282,15233,96196,10147,91110,5061,82549,5598,75725,3323,68901,5598,67874,-9294,55253,10147,42632,29588,16284,103683,,119967e" filled="f" strokecolor="red" strokeweight="2.25pt">
                      <v:stroke joinstyle="miter"/>
                      <v:path arrowok="t" o:connecttype="custom" o:connectlocs="128905,97850;115405,77587;101905,30306;95154,10044;74905,3289;54655,10044;0,118745" o:connectangles="0,0,0,0,0,0,0"/>
                      <w10:wrap anchory="page"/>
                    </v:shape>
                  </w:pict>
                </mc:Fallback>
              </mc:AlternateContent>
            </w:r>
            <w:r w:rsidR="009A66B8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53B095C" wp14:editId="34E2CEDC">
                      <wp:simplePos x="0" y="0"/>
                      <wp:positionH relativeFrom="column">
                        <wp:posOffset>2073159</wp:posOffset>
                      </wp:positionH>
                      <wp:positionV relativeFrom="page">
                        <wp:posOffset>2278011</wp:posOffset>
                      </wp:positionV>
                      <wp:extent cx="65647" cy="734252"/>
                      <wp:effectExtent l="0" t="0" r="10795" b="27940"/>
                      <wp:wrapNone/>
                      <wp:docPr id="71" name="Freeform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647" cy="734252"/>
                              </a:xfrm>
                              <a:custGeom>
                                <a:avLst/>
                                <a:gdLst>
                                  <a:gd name="connsiteX0" fmla="*/ 14145 w 82496"/>
                                  <a:gd name="connsiteY0" fmla="*/ 20621 h 516805"/>
                                  <a:gd name="connsiteX1" fmla="*/ 61912 w 82496"/>
                                  <a:gd name="connsiteY1" fmla="*/ 41092 h 516805"/>
                                  <a:gd name="connsiteX2" fmla="*/ 48264 w 82496"/>
                                  <a:gd name="connsiteY2" fmla="*/ 238985 h 516805"/>
                                  <a:gd name="connsiteX3" fmla="*/ 82384 w 82496"/>
                                  <a:gd name="connsiteY3" fmla="*/ 484645 h 516805"/>
                                  <a:gd name="connsiteX4" fmla="*/ 34617 w 82496"/>
                                  <a:gd name="connsiteY4" fmla="*/ 505116 h 516805"/>
                                  <a:gd name="connsiteX5" fmla="*/ 34617 w 82496"/>
                                  <a:gd name="connsiteY5" fmla="*/ 402758 h 516805"/>
                                  <a:gd name="connsiteX6" fmla="*/ 497 w 82496"/>
                                  <a:gd name="connsiteY6" fmla="*/ 279928 h 516805"/>
                                  <a:gd name="connsiteX7" fmla="*/ 14145 w 82496"/>
                                  <a:gd name="connsiteY7" fmla="*/ 20621 h 516805"/>
                                  <a:gd name="connsiteX0" fmla="*/ 14145 w 82496"/>
                                  <a:gd name="connsiteY0" fmla="*/ 20621 h 490502"/>
                                  <a:gd name="connsiteX1" fmla="*/ 61912 w 82496"/>
                                  <a:gd name="connsiteY1" fmla="*/ 41092 h 490502"/>
                                  <a:gd name="connsiteX2" fmla="*/ 48264 w 82496"/>
                                  <a:gd name="connsiteY2" fmla="*/ 238985 h 490502"/>
                                  <a:gd name="connsiteX3" fmla="*/ 82384 w 82496"/>
                                  <a:gd name="connsiteY3" fmla="*/ 484645 h 490502"/>
                                  <a:gd name="connsiteX4" fmla="*/ 34617 w 82496"/>
                                  <a:gd name="connsiteY4" fmla="*/ 402758 h 490502"/>
                                  <a:gd name="connsiteX5" fmla="*/ 497 w 82496"/>
                                  <a:gd name="connsiteY5" fmla="*/ 279928 h 490502"/>
                                  <a:gd name="connsiteX6" fmla="*/ 14145 w 82496"/>
                                  <a:gd name="connsiteY6" fmla="*/ 20621 h 490502"/>
                                  <a:gd name="connsiteX0" fmla="*/ 14145 w 82608"/>
                                  <a:gd name="connsiteY0" fmla="*/ 20621 h 420614"/>
                                  <a:gd name="connsiteX1" fmla="*/ 61912 w 82608"/>
                                  <a:gd name="connsiteY1" fmla="*/ 41092 h 420614"/>
                                  <a:gd name="connsiteX2" fmla="*/ 48264 w 82608"/>
                                  <a:gd name="connsiteY2" fmla="*/ 238985 h 420614"/>
                                  <a:gd name="connsiteX3" fmla="*/ 82496 w 82608"/>
                                  <a:gd name="connsiteY3" fmla="*/ 389056 h 420614"/>
                                  <a:gd name="connsiteX4" fmla="*/ 34617 w 82608"/>
                                  <a:gd name="connsiteY4" fmla="*/ 402758 h 420614"/>
                                  <a:gd name="connsiteX5" fmla="*/ 497 w 82608"/>
                                  <a:gd name="connsiteY5" fmla="*/ 279928 h 420614"/>
                                  <a:gd name="connsiteX6" fmla="*/ 14145 w 82608"/>
                                  <a:gd name="connsiteY6" fmla="*/ 20621 h 420614"/>
                                  <a:gd name="connsiteX0" fmla="*/ 14145 w 63195"/>
                                  <a:gd name="connsiteY0" fmla="*/ 20621 h 403210"/>
                                  <a:gd name="connsiteX1" fmla="*/ 61912 w 63195"/>
                                  <a:gd name="connsiteY1" fmla="*/ 41092 h 403210"/>
                                  <a:gd name="connsiteX2" fmla="*/ 48264 w 63195"/>
                                  <a:gd name="connsiteY2" fmla="*/ 238985 h 403210"/>
                                  <a:gd name="connsiteX3" fmla="*/ 34617 w 63195"/>
                                  <a:gd name="connsiteY3" fmla="*/ 402758 h 403210"/>
                                  <a:gd name="connsiteX4" fmla="*/ 497 w 63195"/>
                                  <a:gd name="connsiteY4" fmla="*/ 279928 h 403210"/>
                                  <a:gd name="connsiteX5" fmla="*/ 14145 w 63195"/>
                                  <a:gd name="connsiteY5" fmla="*/ 20621 h 403210"/>
                                  <a:gd name="connsiteX0" fmla="*/ 15401 w 64921"/>
                                  <a:gd name="connsiteY0" fmla="*/ 20621 h 294689"/>
                                  <a:gd name="connsiteX1" fmla="*/ 63168 w 64921"/>
                                  <a:gd name="connsiteY1" fmla="*/ 41092 h 294689"/>
                                  <a:gd name="connsiteX2" fmla="*/ 49520 w 64921"/>
                                  <a:gd name="connsiteY2" fmla="*/ 238985 h 294689"/>
                                  <a:gd name="connsiteX3" fmla="*/ 1753 w 64921"/>
                                  <a:gd name="connsiteY3" fmla="*/ 279928 h 294689"/>
                                  <a:gd name="connsiteX4" fmla="*/ 15401 w 64921"/>
                                  <a:gd name="connsiteY4" fmla="*/ 20621 h 294689"/>
                                  <a:gd name="connsiteX0" fmla="*/ 26075 w 62872"/>
                                  <a:gd name="connsiteY0" fmla="*/ 6081 h 463442"/>
                                  <a:gd name="connsiteX1" fmla="*/ 61883 w 62872"/>
                                  <a:gd name="connsiteY1" fmla="*/ 197323 h 463442"/>
                                  <a:gd name="connsiteX2" fmla="*/ 48235 w 62872"/>
                                  <a:gd name="connsiteY2" fmla="*/ 395216 h 463442"/>
                                  <a:gd name="connsiteX3" fmla="*/ 468 w 62872"/>
                                  <a:gd name="connsiteY3" fmla="*/ 436159 h 463442"/>
                                  <a:gd name="connsiteX4" fmla="*/ 26075 w 62872"/>
                                  <a:gd name="connsiteY4" fmla="*/ 6081 h 463442"/>
                                  <a:gd name="connsiteX0" fmla="*/ 6668 w 71258"/>
                                  <a:gd name="connsiteY0" fmla="*/ 6101 h 462656"/>
                                  <a:gd name="connsiteX1" fmla="*/ 68551 w 71258"/>
                                  <a:gd name="connsiteY1" fmla="*/ 196592 h 462656"/>
                                  <a:gd name="connsiteX2" fmla="*/ 54903 w 71258"/>
                                  <a:gd name="connsiteY2" fmla="*/ 394485 h 462656"/>
                                  <a:gd name="connsiteX3" fmla="*/ 7136 w 71258"/>
                                  <a:gd name="connsiteY3" fmla="*/ 435428 h 462656"/>
                                  <a:gd name="connsiteX4" fmla="*/ 6668 w 71258"/>
                                  <a:gd name="connsiteY4" fmla="*/ 6101 h 462656"/>
                                  <a:gd name="connsiteX0" fmla="*/ 4914 w 54654"/>
                                  <a:gd name="connsiteY0" fmla="*/ 19145 h 479230"/>
                                  <a:gd name="connsiteX1" fmla="*/ 39269 w 54654"/>
                                  <a:gd name="connsiteY1" fmla="*/ 108274 h 479230"/>
                                  <a:gd name="connsiteX2" fmla="*/ 53149 w 54654"/>
                                  <a:gd name="connsiteY2" fmla="*/ 407529 h 479230"/>
                                  <a:gd name="connsiteX3" fmla="*/ 5382 w 54654"/>
                                  <a:gd name="connsiteY3" fmla="*/ 448472 h 479230"/>
                                  <a:gd name="connsiteX4" fmla="*/ 4914 w 54654"/>
                                  <a:gd name="connsiteY4" fmla="*/ 19145 h 479230"/>
                                  <a:gd name="connsiteX0" fmla="*/ 4161 w 53820"/>
                                  <a:gd name="connsiteY0" fmla="*/ 13301 h 423251"/>
                                  <a:gd name="connsiteX1" fmla="*/ 38516 w 53820"/>
                                  <a:gd name="connsiteY1" fmla="*/ 102430 h 423251"/>
                                  <a:gd name="connsiteX2" fmla="*/ 52396 w 53820"/>
                                  <a:gd name="connsiteY2" fmla="*/ 401685 h 423251"/>
                                  <a:gd name="connsiteX3" fmla="*/ 5953 w 53820"/>
                                  <a:gd name="connsiteY3" fmla="*/ 356635 h 423251"/>
                                  <a:gd name="connsiteX4" fmla="*/ 4161 w 53820"/>
                                  <a:gd name="connsiteY4" fmla="*/ 13301 h 423251"/>
                                  <a:gd name="connsiteX0" fmla="*/ 4246 w 55230"/>
                                  <a:gd name="connsiteY0" fmla="*/ 12486 h 392876"/>
                                  <a:gd name="connsiteX1" fmla="*/ 38601 w 55230"/>
                                  <a:gd name="connsiteY1" fmla="*/ 101615 h 392876"/>
                                  <a:gd name="connsiteX2" fmla="*/ 53905 w 55230"/>
                                  <a:gd name="connsiteY2" fmla="*/ 354847 h 392876"/>
                                  <a:gd name="connsiteX3" fmla="*/ 6038 w 55230"/>
                                  <a:gd name="connsiteY3" fmla="*/ 355820 h 392876"/>
                                  <a:gd name="connsiteX4" fmla="*/ 4246 w 55230"/>
                                  <a:gd name="connsiteY4" fmla="*/ 12486 h 392876"/>
                                  <a:gd name="connsiteX0" fmla="*/ 5351 w 61892"/>
                                  <a:gd name="connsiteY0" fmla="*/ 69954 h 458229"/>
                                  <a:gd name="connsiteX1" fmla="*/ 56335 w 61892"/>
                                  <a:gd name="connsiteY1" fmla="*/ 29107 h 458229"/>
                                  <a:gd name="connsiteX2" fmla="*/ 55010 w 61892"/>
                                  <a:gd name="connsiteY2" fmla="*/ 412315 h 458229"/>
                                  <a:gd name="connsiteX3" fmla="*/ 7143 w 61892"/>
                                  <a:gd name="connsiteY3" fmla="*/ 413288 h 458229"/>
                                  <a:gd name="connsiteX4" fmla="*/ 5351 w 61892"/>
                                  <a:gd name="connsiteY4" fmla="*/ 69954 h 458229"/>
                                  <a:gd name="connsiteX0" fmla="*/ 9668 w 57426"/>
                                  <a:gd name="connsiteY0" fmla="*/ 37207 h 499819"/>
                                  <a:gd name="connsiteX1" fmla="*/ 52413 w 57426"/>
                                  <a:gd name="connsiteY1" fmla="*/ 66314 h 499819"/>
                                  <a:gd name="connsiteX2" fmla="*/ 51088 w 57426"/>
                                  <a:gd name="connsiteY2" fmla="*/ 449522 h 499819"/>
                                  <a:gd name="connsiteX3" fmla="*/ 3221 w 57426"/>
                                  <a:gd name="connsiteY3" fmla="*/ 450495 h 499819"/>
                                  <a:gd name="connsiteX4" fmla="*/ 9668 w 57426"/>
                                  <a:gd name="connsiteY4" fmla="*/ 37207 h 499819"/>
                                  <a:gd name="connsiteX0" fmla="*/ 24145 w 53686"/>
                                  <a:gd name="connsiteY0" fmla="*/ 13218 h 680183"/>
                                  <a:gd name="connsiteX1" fmla="*/ 49740 w 53686"/>
                                  <a:gd name="connsiteY1" fmla="*/ 233908 h 680183"/>
                                  <a:gd name="connsiteX2" fmla="*/ 48415 w 53686"/>
                                  <a:gd name="connsiteY2" fmla="*/ 617116 h 680183"/>
                                  <a:gd name="connsiteX3" fmla="*/ 548 w 53686"/>
                                  <a:gd name="connsiteY3" fmla="*/ 618089 h 680183"/>
                                  <a:gd name="connsiteX4" fmla="*/ 24145 w 53686"/>
                                  <a:gd name="connsiteY4" fmla="*/ 13218 h 680183"/>
                                  <a:gd name="connsiteX0" fmla="*/ 24194 w 62872"/>
                                  <a:gd name="connsiteY0" fmla="*/ 54934 h 732306"/>
                                  <a:gd name="connsiteX1" fmla="*/ 61719 w 62872"/>
                                  <a:gd name="connsiteY1" fmla="*/ 96468 h 732306"/>
                                  <a:gd name="connsiteX2" fmla="*/ 48464 w 62872"/>
                                  <a:gd name="connsiteY2" fmla="*/ 658832 h 732306"/>
                                  <a:gd name="connsiteX3" fmla="*/ 597 w 62872"/>
                                  <a:gd name="connsiteY3" fmla="*/ 659805 h 732306"/>
                                  <a:gd name="connsiteX4" fmla="*/ 24194 w 62872"/>
                                  <a:gd name="connsiteY4" fmla="*/ 54934 h 732306"/>
                                  <a:gd name="connsiteX0" fmla="*/ 24194 w 65698"/>
                                  <a:gd name="connsiteY0" fmla="*/ 31867 h 709240"/>
                                  <a:gd name="connsiteX1" fmla="*/ 61719 w 65698"/>
                                  <a:gd name="connsiteY1" fmla="*/ 73401 h 709240"/>
                                  <a:gd name="connsiteX2" fmla="*/ 48464 w 65698"/>
                                  <a:gd name="connsiteY2" fmla="*/ 635765 h 709240"/>
                                  <a:gd name="connsiteX3" fmla="*/ 597 w 65698"/>
                                  <a:gd name="connsiteY3" fmla="*/ 636738 h 709240"/>
                                  <a:gd name="connsiteX4" fmla="*/ 24194 w 65698"/>
                                  <a:gd name="connsiteY4" fmla="*/ 31867 h 709240"/>
                                  <a:gd name="connsiteX0" fmla="*/ 24196 w 66072"/>
                                  <a:gd name="connsiteY0" fmla="*/ 54490 h 736420"/>
                                  <a:gd name="connsiteX1" fmla="*/ 62153 w 66072"/>
                                  <a:gd name="connsiteY1" fmla="*/ 22623 h 736420"/>
                                  <a:gd name="connsiteX2" fmla="*/ 48466 w 66072"/>
                                  <a:gd name="connsiteY2" fmla="*/ 658388 h 736420"/>
                                  <a:gd name="connsiteX3" fmla="*/ 599 w 66072"/>
                                  <a:gd name="connsiteY3" fmla="*/ 659361 h 736420"/>
                                  <a:gd name="connsiteX4" fmla="*/ 24196 w 66072"/>
                                  <a:gd name="connsiteY4" fmla="*/ 54490 h 7364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66072" h="736420">
                                    <a:moveTo>
                                      <a:pt x="24196" y="54490"/>
                                    </a:moveTo>
                                    <a:cubicBezTo>
                                      <a:pt x="34455" y="-51633"/>
                                      <a:pt x="51214" y="31557"/>
                                      <a:pt x="62153" y="22623"/>
                                    </a:cubicBezTo>
                                    <a:cubicBezTo>
                                      <a:pt x="73092" y="13689"/>
                                      <a:pt x="58725" y="552265"/>
                                      <a:pt x="48466" y="658388"/>
                                    </a:cubicBezTo>
                                    <a:cubicBezTo>
                                      <a:pt x="38207" y="764511"/>
                                      <a:pt x="4644" y="760011"/>
                                      <a:pt x="599" y="659361"/>
                                    </a:cubicBezTo>
                                    <a:cubicBezTo>
                                      <a:pt x="-3446" y="558711"/>
                                      <a:pt x="13937" y="160613"/>
                                      <a:pt x="24196" y="5449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1" o:spid="_x0000_s1026" style="position:absolute;margin-left:163.25pt;margin-top:179.35pt;width:5.15pt;height:57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66072,736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" path="m24196,54490c34455,-51633,51214,31557,62153,22623,73092,13689,58725,552265,48466,658388,38207,764511,4644,760011,599,659361,-3446,558711,13937,160613,24196,54490xe" fillcolor="red" strokecolor="red" strokeweight="1pt">
                      <v:stroke joinstyle="miter"/>
                      <v:path arrowok="t" o:connecttype="custom" o:connectlocs="24040,54330;61753,22556;48154,656450;595,657420;24040,54330" o:connectangles="0,0,0,0,0"/>
                      <w10:wrap anchory="page"/>
                    </v:shape>
                  </w:pict>
                </mc:Fallback>
              </mc:AlternateContent>
            </w:r>
            <w:r w:rsidR="00EF1C3B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C26AFDA" wp14:editId="7335278B">
                      <wp:simplePos x="0" y="0"/>
                      <wp:positionH relativeFrom="column">
                        <wp:posOffset>-137776</wp:posOffset>
                      </wp:positionH>
                      <wp:positionV relativeFrom="page">
                        <wp:posOffset>1004030</wp:posOffset>
                      </wp:positionV>
                      <wp:extent cx="1084580" cy="2579427"/>
                      <wp:effectExtent l="0" t="0" r="20320" b="11430"/>
                      <wp:wrapNone/>
                      <wp:docPr id="30" name="Text Box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84580" cy="25794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3430D" w:rsidRPr="0063430D" w:rsidRDefault="0063430D" w:rsidP="0063430D">
                                  <w:pPr>
                                    <w:spacing w:after="60"/>
                                    <w:rPr>
                                      <w:b/>
                                      <w:color w:val="FF0000"/>
                                      <w:sz w:val="16"/>
                                    </w:rPr>
                                  </w:pPr>
                                  <w:r w:rsidRPr="0063430D">
                                    <w:rPr>
                                      <w:b/>
                                      <w:color w:val="FF0000"/>
                                      <w:sz w:val="16"/>
                                    </w:rPr>
                                    <w:t>Right Leg:</w:t>
                                  </w:r>
                                </w:p>
                                <w:p w:rsidR="0063430D" w:rsidRPr="0063430D" w:rsidRDefault="0063430D" w:rsidP="0063430D">
                                  <w:pPr>
                                    <w:spacing w:after="60"/>
                                    <w:rPr>
                                      <w:b/>
                                      <w:sz w:val="16"/>
                                    </w:rPr>
                                  </w:pPr>
                                  <w:r w:rsidRPr="0063430D">
                                    <w:rPr>
                                      <w:b/>
                                      <w:sz w:val="16"/>
                                    </w:rPr>
                                    <w:t>GSV measurements:</w:t>
                                  </w:r>
                                </w:p>
                                <w:p w:rsidR="0063430D" w:rsidRDefault="0063430D" w:rsidP="0063430D">
                                  <w:pPr>
                                    <w:spacing w:after="6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Prox thigh: 8.5mm</w:t>
                                  </w:r>
                                </w:p>
                                <w:p w:rsidR="0063430D" w:rsidRDefault="0063430D" w:rsidP="0063430D">
                                  <w:pPr>
                                    <w:spacing w:after="60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Mid thigh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</w:rPr>
                                    <w:t>: 9.8mm</w:t>
                                  </w:r>
                                </w:p>
                                <w:p w:rsidR="0063430D" w:rsidRDefault="0063430D" w:rsidP="0063430D">
                                  <w:pPr>
                                    <w:spacing w:after="6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Knee: 9.2mm</w:t>
                                  </w:r>
                                </w:p>
                                <w:p w:rsidR="0063430D" w:rsidRDefault="0063430D" w:rsidP="0063430D">
                                  <w:pPr>
                                    <w:spacing w:after="6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Prox calf: 8.0mm</w:t>
                                  </w:r>
                                </w:p>
                                <w:p w:rsidR="0063430D" w:rsidRDefault="0063430D" w:rsidP="0063430D">
                                  <w:pPr>
                                    <w:spacing w:after="60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Mid calf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</w:rPr>
                                    <w:t>: 6.8mm</w:t>
                                  </w:r>
                                </w:p>
                                <w:p w:rsidR="0063430D" w:rsidRDefault="0063430D" w:rsidP="0063430D">
                                  <w:pPr>
                                    <w:spacing w:after="60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63430D" w:rsidRDefault="0063430D" w:rsidP="0063430D">
                                  <w:pPr>
                                    <w:spacing w:after="6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GSV straight and within fascia</w:t>
                                  </w:r>
                                </w:p>
                                <w:p w:rsidR="0063430D" w:rsidRPr="00EF1C3B" w:rsidRDefault="0063430D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  <w:p w:rsidR="0063430D" w:rsidRPr="00EF1C3B" w:rsidRDefault="0063430D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" o:spid="_x0000_s1029" type="#_x0000_t202" style="position:absolute;margin-left:-10.85pt;margin-top:79.05pt;width:85.4pt;height:203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" fillcolor="white [3201]" strokeweight=".5pt">
                      <v:textbox>
                        <w:txbxContent>
                          <w:p w:rsidR="0063430D" w:rsidRPr="0063430D" w:rsidRDefault="0063430D" w:rsidP="0063430D">
                            <w:pPr>
                              <w:spacing w:after="60"/>
                              <w:rPr>
                                <w:b/>
                                <w:color w:val="FF0000"/>
                                <w:sz w:val="16"/>
                              </w:rPr>
                            </w:pPr>
                            <w:r w:rsidRPr="0063430D">
                              <w:rPr>
                                <w:b/>
                                <w:color w:val="FF0000"/>
                                <w:sz w:val="16"/>
                              </w:rPr>
                              <w:t>Right Leg:</w:t>
                            </w:r>
                          </w:p>
                          <w:p w:rsidR="0063430D" w:rsidRPr="0063430D" w:rsidRDefault="0063430D" w:rsidP="0063430D">
                            <w:pPr>
                              <w:spacing w:after="60"/>
                              <w:rPr>
                                <w:b/>
                                <w:sz w:val="16"/>
                              </w:rPr>
                            </w:pPr>
                            <w:r w:rsidRPr="0063430D">
                              <w:rPr>
                                <w:b/>
                                <w:sz w:val="16"/>
                              </w:rPr>
                              <w:t>GSV measurements:</w:t>
                            </w:r>
                          </w:p>
                          <w:p w:rsidR="0063430D" w:rsidRDefault="0063430D" w:rsidP="0063430D">
                            <w:pPr>
                              <w:spacing w:after="6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Prox thigh: 8.5mm</w:t>
                            </w:r>
                          </w:p>
                          <w:p w:rsidR="0063430D" w:rsidRDefault="0063430D" w:rsidP="0063430D">
                            <w:pPr>
                              <w:spacing w:after="60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</w:rPr>
                              <w:t>Mid thigh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>: 9.8mm</w:t>
                            </w:r>
                          </w:p>
                          <w:p w:rsidR="0063430D" w:rsidRDefault="0063430D" w:rsidP="0063430D">
                            <w:pPr>
                              <w:spacing w:after="6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Knee: 9.2mm</w:t>
                            </w:r>
                          </w:p>
                          <w:p w:rsidR="0063430D" w:rsidRDefault="0063430D" w:rsidP="0063430D">
                            <w:pPr>
                              <w:spacing w:after="6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Prox calf: 8.0mm</w:t>
                            </w:r>
                          </w:p>
                          <w:p w:rsidR="0063430D" w:rsidRDefault="0063430D" w:rsidP="0063430D">
                            <w:pPr>
                              <w:spacing w:after="60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</w:rPr>
                              <w:t>Mid calf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>: 6.8mm</w:t>
                            </w:r>
                          </w:p>
                          <w:p w:rsidR="0063430D" w:rsidRDefault="0063430D" w:rsidP="0063430D">
                            <w:pPr>
                              <w:spacing w:after="60"/>
                              <w:rPr>
                                <w:sz w:val="16"/>
                              </w:rPr>
                            </w:pPr>
                          </w:p>
                          <w:p w:rsidR="0063430D" w:rsidRDefault="0063430D" w:rsidP="0063430D">
                            <w:pPr>
                              <w:spacing w:after="6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GSV straight and within fascia</w:t>
                            </w:r>
                          </w:p>
                          <w:p w:rsidR="0063430D" w:rsidRPr="00EF1C3B" w:rsidRDefault="0063430D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  <w:p w:rsidR="0063430D" w:rsidRPr="00EF1C3B" w:rsidRDefault="0063430D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EF1C3B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93AE852" wp14:editId="43EF7020">
                      <wp:simplePos x="0" y="0"/>
                      <wp:positionH relativeFrom="column">
                        <wp:posOffset>4031615</wp:posOffset>
                      </wp:positionH>
                      <wp:positionV relativeFrom="page">
                        <wp:posOffset>3010251</wp:posOffset>
                      </wp:positionV>
                      <wp:extent cx="47767" cy="334370"/>
                      <wp:effectExtent l="57150" t="0" r="47625" b="66040"/>
                      <wp:wrapNone/>
                      <wp:docPr id="77" name="Freeform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767" cy="334370"/>
                              </a:xfrm>
                              <a:custGeom>
                                <a:avLst/>
                                <a:gdLst>
                                  <a:gd name="connsiteX0" fmla="*/ 47767 w 47767"/>
                                  <a:gd name="connsiteY0" fmla="*/ 0 h 334370"/>
                                  <a:gd name="connsiteX1" fmla="*/ 40943 w 47767"/>
                                  <a:gd name="connsiteY1" fmla="*/ 61415 h 334370"/>
                                  <a:gd name="connsiteX2" fmla="*/ 34119 w 47767"/>
                                  <a:gd name="connsiteY2" fmla="*/ 184244 h 334370"/>
                                  <a:gd name="connsiteX3" fmla="*/ 0 w 47767"/>
                                  <a:gd name="connsiteY3" fmla="*/ 334370 h 3343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7767" h="334370">
                                    <a:moveTo>
                                      <a:pt x="47767" y="0"/>
                                    </a:moveTo>
                                    <a:cubicBezTo>
                                      <a:pt x="45492" y="15354"/>
                                      <a:pt x="43218" y="30708"/>
                                      <a:pt x="40943" y="61415"/>
                                    </a:cubicBezTo>
                                    <a:cubicBezTo>
                                      <a:pt x="38668" y="92122"/>
                                      <a:pt x="40943" y="138752"/>
                                      <a:pt x="34119" y="184244"/>
                                    </a:cubicBezTo>
                                    <a:cubicBezTo>
                                      <a:pt x="27295" y="229737"/>
                                      <a:pt x="3412" y="310486"/>
                                      <a:pt x="0" y="334370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FF0000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77" o:spid="_x0000_s1026" style="position:absolute;margin-left:317.45pt;margin-top:237.05pt;width:3.75pt;height:26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47767,334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" path="m47767,c45492,15354,43218,30708,40943,61415v-2275,30707,,77337,-6824,122829c27295,229737,3412,310486,,334370e" filled="f" strokecolor="red" strokeweight="1pt">
                      <v:stroke endarrow="block" joinstyle="miter"/>
                      <v:path arrowok="t" o:connecttype="custom" o:connectlocs="47767,0;40943,61415;34119,184244;0,334370" o:connectangles="0,0,0,0"/>
                      <w10:wrap anchory="page"/>
                    </v:shape>
                  </w:pict>
                </mc:Fallback>
              </mc:AlternateContent>
            </w:r>
            <w:r w:rsidR="00EF1C3B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3AD4966" wp14:editId="39E5BCB9">
                      <wp:simplePos x="0" y="0"/>
                      <wp:positionH relativeFrom="column">
                        <wp:posOffset>4202212</wp:posOffset>
                      </wp:positionH>
                      <wp:positionV relativeFrom="page">
                        <wp:posOffset>3276382</wp:posOffset>
                      </wp:positionV>
                      <wp:extent cx="208208" cy="1526540"/>
                      <wp:effectExtent l="19050" t="19050" r="20955" b="16510"/>
                      <wp:wrapNone/>
                      <wp:docPr id="73" name="Freeform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8208" cy="1526540"/>
                              </a:xfrm>
                              <a:custGeom>
                                <a:avLst/>
                                <a:gdLst>
                                  <a:gd name="connsiteX0" fmla="*/ 194441 w 215076"/>
                                  <a:gd name="connsiteY0" fmla="*/ 0 h 1112292"/>
                                  <a:gd name="connsiteX1" fmla="*/ 160322 w 215076"/>
                                  <a:gd name="connsiteY1" fmla="*/ 20471 h 1112292"/>
                                  <a:gd name="connsiteX2" fmla="*/ 119378 w 215076"/>
                                  <a:gd name="connsiteY2" fmla="*/ 34119 h 1112292"/>
                                  <a:gd name="connsiteX3" fmla="*/ 105731 w 215076"/>
                                  <a:gd name="connsiteY3" fmla="*/ 54591 h 1112292"/>
                                  <a:gd name="connsiteX4" fmla="*/ 105731 w 215076"/>
                                  <a:gd name="connsiteY4" fmla="*/ 156949 h 1112292"/>
                                  <a:gd name="connsiteX5" fmla="*/ 146674 w 215076"/>
                                  <a:gd name="connsiteY5" fmla="*/ 177421 h 1112292"/>
                                  <a:gd name="connsiteX6" fmla="*/ 153498 w 215076"/>
                                  <a:gd name="connsiteY6" fmla="*/ 218364 h 1112292"/>
                                  <a:gd name="connsiteX7" fmla="*/ 112554 w 215076"/>
                                  <a:gd name="connsiteY7" fmla="*/ 232012 h 1112292"/>
                                  <a:gd name="connsiteX8" fmla="*/ 51139 w 215076"/>
                                  <a:gd name="connsiteY8" fmla="*/ 252483 h 1112292"/>
                                  <a:gd name="connsiteX9" fmla="*/ 30668 w 215076"/>
                                  <a:gd name="connsiteY9" fmla="*/ 259307 h 1112292"/>
                                  <a:gd name="connsiteX10" fmla="*/ 10196 w 215076"/>
                                  <a:gd name="connsiteY10" fmla="*/ 272955 h 1112292"/>
                                  <a:gd name="connsiteX11" fmla="*/ 10196 w 215076"/>
                                  <a:gd name="connsiteY11" fmla="*/ 354842 h 1112292"/>
                                  <a:gd name="connsiteX12" fmla="*/ 30668 w 215076"/>
                                  <a:gd name="connsiteY12" fmla="*/ 361665 h 1112292"/>
                                  <a:gd name="connsiteX13" fmla="*/ 51139 w 215076"/>
                                  <a:gd name="connsiteY13" fmla="*/ 382137 h 1112292"/>
                                  <a:gd name="connsiteX14" fmla="*/ 51139 w 215076"/>
                                  <a:gd name="connsiteY14" fmla="*/ 402609 h 1112292"/>
                                  <a:gd name="connsiteX15" fmla="*/ 44316 w 215076"/>
                                  <a:gd name="connsiteY15" fmla="*/ 477671 h 1112292"/>
                                  <a:gd name="connsiteX16" fmla="*/ 78435 w 215076"/>
                                  <a:gd name="connsiteY16" fmla="*/ 484495 h 1112292"/>
                                  <a:gd name="connsiteX17" fmla="*/ 98907 w 215076"/>
                                  <a:gd name="connsiteY17" fmla="*/ 491319 h 1112292"/>
                                  <a:gd name="connsiteX18" fmla="*/ 105731 w 215076"/>
                                  <a:gd name="connsiteY18" fmla="*/ 511791 h 1112292"/>
                                  <a:gd name="connsiteX19" fmla="*/ 146674 w 215076"/>
                                  <a:gd name="connsiteY19" fmla="*/ 539086 h 1112292"/>
                                  <a:gd name="connsiteX20" fmla="*/ 160322 w 215076"/>
                                  <a:gd name="connsiteY20" fmla="*/ 559558 h 1112292"/>
                                  <a:gd name="connsiteX21" fmla="*/ 146674 w 215076"/>
                                  <a:gd name="connsiteY21" fmla="*/ 607325 h 1112292"/>
                                  <a:gd name="connsiteX22" fmla="*/ 139850 w 215076"/>
                                  <a:gd name="connsiteY22" fmla="*/ 696036 h 1112292"/>
                                  <a:gd name="connsiteX23" fmla="*/ 98907 w 215076"/>
                                  <a:gd name="connsiteY23" fmla="*/ 709683 h 1112292"/>
                                  <a:gd name="connsiteX24" fmla="*/ 126202 w 215076"/>
                                  <a:gd name="connsiteY24" fmla="*/ 839337 h 1112292"/>
                                  <a:gd name="connsiteX25" fmla="*/ 153498 w 215076"/>
                                  <a:gd name="connsiteY25" fmla="*/ 846161 h 1112292"/>
                                  <a:gd name="connsiteX26" fmla="*/ 153498 w 215076"/>
                                  <a:gd name="connsiteY26" fmla="*/ 907576 h 1112292"/>
                                  <a:gd name="connsiteX27" fmla="*/ 126202 w 215076"/>
                                  <a:gd name="connsiteY27" fmla="*/ 948519 h 1112292"/>
                                  <a:gd name="connsiteX28" fmla="*/ 119378 w 215076"/>
                                  <a:gd name="connsiteY28" fmla="*/ 1050877 h 1112292"/>
                                  <a:gd name="connsiteX29" fmla="*/ 160322 w 215076"/>
                                  <a:gd name="connsiteY29" fmla="*/ 1044053 h 1112292"/>
                                  <a:gd name="connsiteX30" fmla="*/ 180793 w 215076"/>
                                  <a:gd name="connsiteY30" fmla="*/ 1037230 h 1112292"/>
                                  <a:gd name="connsiteX31" fmla="*/ 187617 w 215076"/>
                                  <a:gd name="connsiteY31" fmla="*/ 1071349 h 1112292"/>
                                  <a:gd name="connsiteX32" fmla="*/ 194441 w 215076"/>
                                  <a:gd name="connsiteY32" fmla="*/ 1091821 h 1112292"/>
                                  <a:gd name="connsiteX33" fmla="*/ 214913 w 215076"/>
                                  <a:gd name="connsiteY33" fmla="*/ 1105468 h 1112292"/>
                                  <a:gd name="connsiteX34" fmla="*/ 201265 w 215076"/>
                                  <a:gd name="connsiteY34" fmla="*/ 1112292 h 1112292"/>
                                  <a:gd name="connsiteX0" fmla="*/ 194441 w 215076"/>
                                  <a:gd name="connsiteY0" fmla="*/ 0 h 1112292"/>
                                  <a:gd name="connsiteX1" fmla="*/ 160322 w 215076"/>
                                  <a:gd name="connsiteY1" fmla="*/ 20471 h 1112292"/>
                                  <a:gd name="connsiteX2" fmla="*/ 119378 w 215076"/>
                                  <a:gd name="connsiteY2" fmla="*/ 34119 h 1112292"/>
                                  <a:gd name="connsiteX3" fmla="*/ 105731 w 215076"/>
                                  <a:gd name="connsiteY3" fmla="*/ 54591 h 1112292"/>
                                  <a:gd name="connsiteX4" fmla="*/ 105731 w 215076"/>
                                  <a:gd name="connsiteY4" fmla="*/ 156949 h 1112292"/>
                                  <a:gd name="connsiteX5" fmla="*/ 146674 w 215076"/>
                                  <a:gd name="connsiteY5" fmla="*/ 177421 h 1112292"/>
                                  <a:gd name="connsiteX6" fmla="*/ 153498 w 215076"/>
                                  <a:gd name="connsiteY6" fmla="*/ 218364 h 1112292"/>
                                  <a:gd name="connsiteX7" fmla="*/ 112554 w 215076"/>
                                  <a:gd name="connsiteY7" fmla="*/ 232012 h 1112292"/>
                                  <a:gd name="connsiteX8" fmla="*/ 51139 w 215076"/>
                                  <a:gd name="connsiteY8" fmla="*/ 252483 h 1112292"/>
                                  <a:gd name="connsiteX9" fmla="*/ 30668 w 215076"/>
                                  <a:gd name="connsiteY9" fmla="*/ 259307 h 1112292"/>
                                  <a:gd name="connsiteX10" fmla="*/ 10196 w 215076"/>
                                  <a:gd name="connsiteY10" fmla="*/ 272955 h 1112292"/>
                                  <a:gd name="connsiteX11" fmla="*/ 10196 w 215076"/>
                                  <a:gd name="connsiteY11" fmla="*/ 354842 h 1112292"/>
                                  <a:gd name="connsiteX12" fmla="*/ 30668 w 215076"/>
                                  <a:gd name="connsiteY12" fmla="*/ 361665 h 1112292"/>
                                  <a:gd name="connsiteX13" fmla="*/ 51139 w 215076"/>
                                  <a:gd name="connsiteY13" fmla="*/ 402609 h 1112292"/>
                                  <a:gd name="connsiteX14" fmla="*/ 44316 w 215076"/>
                                  <a:gd name="connsiteY14" fmla="*/ 477671 h 1112292"/>
                                  <a:gd name="connsiteX15" fmla="*/ 78435 w 215076"/>
                                  <a:gd name="connsiteY15" fmla="*/ 484495 h 1112292"/>
                                  <a:gd name="connsiteX16" fmla="*/ 98907 w 215076"/>
                                  <a:gd name="connsiteY16" fmla="*/ 491319 h 1112292"/>
                                  <a:gd name="connsiteX17" fmla="*/ 105731 w 215076"/>
                                  <a:gd name="connsiteY17" fmla="*/ 511791 h 1112292"/>
                                  <a:gd name="connsiteX18" fmla="*/ 146674 w 215076"/>
                                  <a:gd name="connsiteY18" fmla="*/ 539086 h 1112292"/>
                                  <a:gd name="connsiteX19" fmla="*/ 160322 w 215076"/>
                                  <a:gd name="connsiteY19" fmla="*/ 559558 h 1112292"/>
                                  <a:gd name="connsiteX20" fmla="*/ 146674 w 215076"/>
                                  <a:gd name="connsiteY20" fmla="*/ 607325 h 1112292"/>
                                  <a:gd name="connsiteX21" fmla="*/ 139850 w 215076"/>
                                  <a:gd name="connsiteY21" fmla="*/ 696036 h 1112292"/>
                                  <a:gd name="connsiteX22" fmla="*/ 98907 w 215076"/>
                                  <a:gd name="connsiteY22" fmla="*/ 709683 h 1112292"/>
                                  <a:gd name="connsiteX23" fmla="*/ 126202 w 215076"/>
                                  <a:gd name="connsiteY23" fmla="*/ 839337 h 1112292"/>
                                  <a:gd name="connsiteX24" fmla="*/ 153498 w 215076"/>
                                  <a:gd name="connsiteY24" fmla="*/ 846161 h 1112292"/>
                                  <a:gd name="connsiteX25" fmla="*/ 153498 w 215076"/>
                                  <a:gd name="connsiteY25" fmla="*/ 907576 h 1112292"/>
                                  <a:gd name="connsiteX26" fmla="*/ 126202 w 215076"/>
                                  <a:gd name="connsiteY26" fmla="*/ 948519 h 1112292"/>
                                  <a:gd name="connsiteX27" fmla="*/ 119378 w 215076"/>
                                  <a:gd name="connsiteY27" fmla="*/ 1050877 h 1112292"/>
                                  <a:gd name="connsiteX28" fmla="*/ 160322 w 215076"/>
                                  <a:gd name="connsiteY28" fmla="*/ 1044053 h 1112292"/>
                                  <a:gd name="connsiteX29" fmla="*/ 180793 w 215076"/>
                                  <a:gd name="connsiteY29" fmla="*/ 1037230 h 1112292"/>
                                  <a:gd name="connsiteX30" fmla="*/ 187617 w 215076"/>
                                  <a:gd name="connsiteY30" fmla="*/ 1071349 h 1112292"/>
                                  <a:gd name="connsiteX31" fmla="*/ 194441 w 215076"/>
                                  <a:gd name="connsiteY31" fmla="*/ 1091821 h 1112292"/>
                                  <a:gd name="connsiteX32" fmla="*/ 214913 w 215076"/>
                                  <a:gd name="connsiteY32" fmla="*/ 1105468 h 1112292"/>
                                  <a:gd name="connsiteX33" fmla="*/ 201265 w 215076"/>
                                  <a:gd name="connsiteY33" fmla="*/ 1112292 h 1112292"/>
                                  <a:gd name="connsiteX0" fmla="*/ 190688 w 211323"/>
                                  <a:gd name="connsiteY0" fmla="*/ 0 h 1112292"/>
                                  <a:gd name="connsiteX1" fmla="*/ 156569 w 211323"/>
                                  <a:gd name="connsiteY1" fmla="*/ 20471 h 1112292"/>
                                  <a:gd name="connsiteX2" fmla="*/ 115625 w 211323"/>
                                  <a:gd name="connsiteY2" fmla="*/ 34119 h 1112292"/>
                                  <a:gd name="connsiteX3" fmla="*/ 101978 w 211323"/>
                                  <a:gd name="connsiteY3" fmla="*/ 54591 h 1112292"/>
                                  <a:gd name="connsiteX4" fmla="*/ 101978 w 211323"/>
                                  <a:gd name="connsiteY4" fmla="*/ 156949 h 1112292"/>
                                  <a:gd name="connsiteX5" fmla="*/ 142921 w 211323"/>
                                  <a:gd name="connsiteY5" fmla="*/ 177421 h 1112292"/>
                                  <a:gd name="connsiteX6" fmla="*/ 149745 w 211323"/>
                                  <a:gd name="connsiteY6" fmla="*/ 218364 h 1112292"/>
                                  <a:gd name="connsiteX7" fmla="*/ 108801 w 211323"/>
                                  <a:gd name="connsiteY7" fmla="*/ 232012 h 1112292"/>
                                  <a:gd name="connsiteX8" fmla="*/ 47386 w 211323"/>
                                  <a:gd name="connsiteY8" fmla="*/ 252483 h 1112292"/>
                                  <a:gd name="connsiteX9" fmla="*/ 26915 w 211323"/>
                                  <a:gd name="connsiteY9" fmla="*/ 259307 h 1112292"/>
                                  <a:gd name="connsiteX10" fmla="*/ 6443 w 211323"/>
                                  <a:gd name="connsiteY10" fmla="*/ 272955 h 1112292"/>
                                  <a:gd name="connsiteX11" fmla="*/ 6443 w 211323"/>
                                  <a:gd name="connsiteY11" fmla="*/ 354842 h 1112292"/>
                                  <a:gd name="connsiteX12" fmla="*/ 47386 w 211323"/>
                                  <a:gd name="connsiteY12" fmla="*/ 402609 h 1112292"/>
                                  <a:gd name="connsiteX13" fmla="*/ 40563 w 211323"/>
                                  <a:gd name="connsiteY13" fmla="*/ 477671 h 1112292"/>
                                  <a:gd name="connsiteX14" fmla="*/ 74682 w 211323"/>
                                  <a:gd name="connsiteY14" fmla="*/ 484495 h 1112292"/>
                                  <a:gd name="connsiteX15" fmla="*/ 95154 w 211323"/>
                                  <a:gd name="connsiteY15" fmla="*/ 491319 h 1112292"/>
                                  <a:gd name="connsiteX16" fmla="*/ 101978 w 211323"/>
                                  <a:gd name="connsiteY16" fmla="*/ 511791 h 1112292"/>
                                  <a:gd name="connsiteX17" fmla="*/ 142921 w 211323"/>
                                  <a:gd name="connsiteY17" fmla="*/ 539086 h 1112292"/>
                                  <a:gd name="connsiteX18" fmla="*/ 156569 w 211323"/>
                                  <a:gd name="connsiteY18" fmla="*/ 559558 h 1112292"/>
                                  <a:gd name="connsiteX19" fmla="*/ 142921 w 211323"/>
                                  <a:gd name="connsiteY19" fmla="*/ 607325 h 1112292"/>
                                  <a:gd name="connsiteX20" fmla="*/ 136097 w 211323"/>
                                  <a:gd name="connsiteY20" fmla="*/ 696036 h 1112292"/>
                                  <a:gd name="connsiteX21" fmla="*/ 95154 w 211323"/>
                                  <a:gd name="connsiteY21" fmla="*/ 709683 h 1112292"/>
                                  <a:gd name="connsiteX22" fmla="*/ 122449 w 211323"/>
                                  <a:gd name="connsiteY22" fmla="*/ 839337 h 1112292"/>
                                  <a:gd name="connsiteX23" fmla="*/ 149745 w 211323"/>
                                  <a:gd name="connsiteY23" fmla="*/ 846161 h 1112292"/>
                                  <a:gd name="connsiteX24" fmla="*/ 149745 w 211323"/>
                                  <a:gd name="connsiteY24" fmla="*/ 907576 h 1112292"/>
                                  <a:gd name="connsiteX25" fmla="*/ 122449 w 211323"/>
                                  <a:gd name="connsiteY25" fmla="*/ 948519 h 1112292"/>
                                  <a:gd name="connsiteX26" fmla="*/ 115625 w 211323"/>
                                  <a:gd name="connsiteY26" fmla="*/ 1050877 h 1112292"/>
                                  <a:gd name="connsiteX27" fmla="*/ 156569 w 211323"/>
                                  <a:gd name="connsiteY27" fmla="*/ 1044053 h 1112292"/>
                                  <a:gd name="connsiteX28" fmla="*/ 177040 w 211323"/>
                                  <a:gd name="connsiteY28" fmla="*/ 1037230 h 1112292"/>
                                  <a:gd name="connsiteX29" fmla="*/ 183864 w 211323"/>
                                  <a:gd name="connsiteY29" fmla="*/ 1071349 h 1112292"/>
                                  <a:gd name="connsiteX30" fmla="*/ 190688 w 211323"/>
                                  <a:gd name="connsiteY30" fmla="*/ 1091821 h 1112292"/>
                                  <a:gd name="connsiteX31" fmla="*/ 211160 w 211323"/>
                                  <a:gd name="connsiteY31" fmla="*/ 1105468 h 1112292"/>
                                  <a:gd name="connsiteX32" fmla="*/ 197512 w 211323"/>
                                  <a:gd name="connsiteY32" fmla="*/ 1112292 h 1112292"/>
                                  <a:gd name="connsiteX0" fmla="*/ 184245 w 204880"/>
                                  <a:gd name="connsiteY0" fmla="*/ 0 h 1112292"/>
                                  <a:gd name="connsiteX1" fmla="*/ 150126 w 204880"/>
                                  <a:gd name="connsiteY1" fmla="*/ 20471 h 1112292"/>
                                  <a:gd name="connsiteX2" fmla="*/ 109182 w 204880"/>
                                  <a:gd name="connsiteY2" fmla="*/ 34119 h 1112292"/>
                                  <a:gd name="connsiteX3" fmla="*/ 95535 w 204880"/>
                                  <a:gd name="connsiteY3" fmla="*/ 54591 h 1112292"/>
                                  <a:gd name="connsiteX4" fmla="*/ 95535 w 204880"/>
                                  <a:gd name="connsiteY4" fmla="*/ 156949 h 1112292"/>
                                  <a:gd name="connsiteX5" fmla="*/ 136478 w 204880"/>
                                  <a:gd name="connsiteY5" fmla="*/ 177421 h 1112292"/>
                                  <a:gd name="connsiteX6" fmla="*/ 143302 w 204880"/>
                                  <a:gd name="connsiteY6" fmla="*/ 218364 h 1112292"/>
                                  <a:gd name="connsiteX7" fmla="*/ 102358 w 204880"/>
                                  <a:gd name="connsiteY7" fmla="*/ 232012 h 1112292"/>
                                  <a:gd name="connsiteX8" fmla="*/ 40943 w 204880"/>
                                  <a:gd name="connsiteY8" fmla="*/ 252483 h 1112292"/>
                                  <a:gd name="connsiteX9" fmla="*/ 20472 w 204880"/>
                                  <a:gd name="connsiteY9" fmla="*/ 259307 h 1112292"/>
                                  <a:gd name="connsiteX10" fmla="*/ 0 w 204880"/>
                                  <a:gd name="connsiteY10" fmla="*/ 272955 h 1112292"/>
                                  <a:gd name="connsiteX11" fmla="*/ 40943 w 204880"/>
                                  <a:gd name="connsiteY11" fmla="*/ 402609 h 1112292"/>
                                  <a:gd name="connsiteX12" fmla="*/ 34120 w 204880"/>
                                  <a:gd name="connsiteY12" fmla="*/ 477671 h 1112292"/>
                                  <a:gd name="connsiteX13" fmla="*/ 68239 w 204880"/>
                                  <a:gd name="connsiteY13" fmla="*/ 484495 h 1112292"/>
                                  <a:gd name="connsiteX14" fmla="*/ 88711 w 204880"/>
                                  <a:gd name="connsiteY14" fmla="*/ 491319 h 1112292"/>
                                  <a:gd name="connsiteX15" fmla="*/ 95535 w 204880"/>
                                  <a:gd name="connsiteY15" fmla="*/ 511791 h 1112292"/>
                                  <a:gd name="connsiteX16" fmla="*/ 136478 w 204880"/>
                                  <a:gd name="connsiteY16" fmla="*/ 539086 h 1112292"/>
                                  <a:gd name="connsiteX17" fmla="*/ 150126 w 204880"/>
                                  <a:gd name="connsiteY17" fmla="*/ 559558 h 1112292"/>
                                  <a:gd name="connsiteX18" fmla="*/ 136478 w 204880"/>
                                  <a:gd name="connsiteY18" fmla="*/ 607325 h 1112292"/>
                                  <a:gd name="connsiteX19" fmla="*/ 129654 w 204880"/>
                                  <a:gd name="connsiteY19" fmla="*/ 696036 h 1112292"/>
                                  <a:gd name="connsiteX20" fmla="*/ 88711 w 204880"/>
                                  <a:gd name="connsiteY20" fmla="*/ 709683 h 1112292"/>
                                  <a:gd name="connsiteX21" fmla="*/ 116006 w 204880"/>
                                  <a:gd name="connsiteY21" fmla="*/ 839337 h 1112292"/>
                                  <a:gd name="connsiteX22" fmla="*/ 143302 w 204880"/>
                                  <a:gd name="connsiteY22" fmla="*/ 846161 h 1112292"/>
                                  <a:gd name="connsiteX23" fmla="*/ 143302 w 204880"/>
                                  <a:gd name="connsiteY23" fmla="*/ 907576 h 1112292"/>
                                  <a:gd name="connsiteX24" fmla="*/ 116006 w 204880"/>
                                  <a:gd name="connsiteY24" fmla="*/ 948519 h 1112292"/>
                                  <a:gd name="connsiteX25" fmla="*/ 109182 w 204880"/>
                                  <a:gd name="connsiteY25" fmla="*/ 1050877 h 1112292"/>
                                  <a:gd name="connsiteX26" fmla="*/ 150126 w 204880"/>
                                  <a:gd name="connsiteY26" fmla="*/ 1044053 h 1112292"/>
                                  <a:gd name="connsiteX27" fmla="*/ 170597 w 204880"/>
                                  <a:gd name="connsiteY27" fmla="*/ 1037230 h 1112292"/>
                                  <a:gd name="connsiteX28" fmla="*/ 177421 w 204880"/>
                                  <a:gd name="connsiteY28" fmla="*/ 1071349 h 1112292"/>
                                  <a:gd name="connsiteX29" fmla="*/ 184245 w 204880"/>
                                  <a:gd name="connsiteY29" fmla="*/ 1091821 h 1112292"/>
                                  <a:gd name="connsiteX30" fmla="*/ 204717 w 204880"/>
                                  <a:gd name="connsiteY30" fmla="*/ 1105468 h 1112292"/>
                                  <a:gd name="connsiteX31" fmla="*/ 191069 w 204880"/>
                                  <a:gd name="connsiteY31" fmla="*/ 1112292 h 1112292"/>
                                  <a:gd name="connsiteX0" fmla="*/ 163773 w 184408"/>
                                  <a:gd name="connsiteY0" fmla="*/ 0 h 1112292"/>
                                  <a:gd name="connsiteX1" fmla="*/ 129654 w 184408"/>
                                  <a:gd name="connsiteY1" fmla="*/ 20471 h 1112292"/>
                                  <a:gd name="connsiteX2" fmla="*/ 88710 w 184408"/>
                                  <a:gd name="connsiteY2" fmla="*/ 34119 h 1112292"/>
                                  <a:gd name="connsiteX3" fmla="*/ 75063 w 184408"/>
                                  <a:gd name="connsiteY3" fmla="*/ 54591 h 1112292"/>
                                  <a:gd name="connsiteX4" fmla="*/ 75063 w 184408"/>
                                  <a:gd name="connsiteY4" fmla="*/ 156949 h 1112292"/>
                                  <a:gd name="connsiteX5" fmla="*/ 116006 w 184408"/>
                                  <a:gd name="connsiteY5" fmla="*/ 177421 h 1112292"/>
                                  <a:gd name="connsiteX6" fmla="*/ 122830 w 184408"/>
                                  <a:gd name="connsiteY6" fmla="*/ 218364 h 1112292"/>
                                  <a:gd name="connsiteX7" fmla="*/ 81886 w 184408"/>
                                  <a:gd name="connsiteY7" fmla="*/ 232012 h 1112292"/>
                                  <a:gd name="connsiteX8" fmla="*/ 20471 w 184408"/>
                                  <a:gd name="connsiteY8" fmla="*/ 252483 h 1112292"/>
                                  <a:gd name="connsiteX9" fmla="*/ 0 w 184408"/>
                                  <a:gd name="connsiteY9" fmla="*/ 259307 h 1112292"/>
                                  <a:gd name="connsiteX10" fmla="*/ 20471 w 184408"/>
                                  <a:gd name="connsiteY10" fmla="*/ 402609 h 1112292"/>
                                  <a:gd name="connsiteX11" fmla="*/ 13648 w 184408"/>
                                  <a:gd name="connsiteY11" fmla="*/ 477671 h 1112292"/>
                                  <a:gd name="connsiteX12" fmla="*/ 47767 w 184408"/>
                                  <a:gd name="connsiteY12" fmla="*/ 484495 h 1112292"/>
                                  <a:gd name="connsiteX13" fmla="*/ 68239 w 184408"/>
                                  <a:gd name="connsiteY13" fmla="*/ 491319 h 1112292"/>
                                  <a:gd name="connsiteX14" fmla="*/ 75063 w 184408"/>
                                  <a:gd name="connsiteY14" fmla="*/ 511791 h 1112292"/>
                                  <a:gd name="connsiteX15" fmla="*/ 116006 w 184408"/>
                                  <a:gd name="connsiteY15" fmla="*/ 539086 h 1112292"/>
                                  <a:gd name="connsiteX16" fmla="*/ 129654 w 184408"/>
                                  <a:gd name="connsiteY16" fmla="*/ 559558 h 1112292"/>
                                  <a:gd name="connsiteX17" fmla="*/ 116006 w 184408"/>
                                  <a:gd name="connsiteY17" fmla="*/ 607325 h 1112292"/>
                                  <a:gd name="connsiteX18" fmla="*/ 109182 w 184408"/>
                                  <a:gd name="connsiteY18" fmla="*/ 696036 h 1112292"/>
                                  <a:gd name="connsiteX19" fmla="*/ 68239 w 184408"/>
                                  <a:gd name="connsiteY19" fmla="*/ 709683 h 1112292"/>
                                  <a:gd name="connsiteX20" fmla="*/ 95534 w 184408"/>
                                  <a:gd name="connsiteY20" fmla="*/ 839337 h 1112292"/>
                                  <a:gd name="connsiteX21" fmla="*/ 122830 w 184408"/>
                                  <a:gd name="connsiteY21" fmla="*/ 846161 h 1112292"/>
                                  <a:gd name="connsiteX22" fmla="*/ 122830 w 184408"/>
                                  <a:gd name="connsiteY22" fmla="*/ 907576 h 1112292"/>
                                  <a:gd name="connsiteX23" fmla="*/ 95534 w 184408"/>
                                  <a:gd name="connsiteY23" fmla="*/ 948519 h 1112292"/>
                                  <a:gd name="connsiteX24" fmla="*/ 88710 w 184408"/>
                                  <a:gd name="connsiteY24" fmla="*/ 1050877 h 1112292"/>
                                  <a:gd name="connsiteX25" fmla="*/ 129654 w 184408"/>
                                  <a:gd name="connsiteY25" fmla="*/ 1044053 h 1112292"/>
                                  <a:gd name="connsiteX26" fmla="*/ 150125 w 184408"/>
                                  <a:gd name="connsiteY26" fmla="*/ 1037230 h 1112292"/>
                                  <a:gd name="connsiteX27" fmla="*/ 156949 w 184408"/>
                                  <a:gd name="connsiteY27" fmla="*/ 1071349 h 1112292"/>
                                  <a:gd name="connsiteX28" fmla="*/ 163773 w 184408"/>
                                  <a:gd name="connsiteY28" fmla="*/ 1091821 h 1112292"/>
                                  <a:gd name="connsiteX29" fmla="*/ 184245 w 184408"/>
                                  <a:gd name="connsiteY29" fmla="*/ 1105468 h 1112292"/>
                                  <a:gd name="connsiteX30" fmla="*/ 170597 w 184408"/>
                                  <a:gd name="connsiteY30" fmla="*/ 1112292 h 1112292"/>
                                  <a:gd name="connsiteX0" fmla="*/ 158172 w 178807"/>
                                  <a:gd name="connsiteY0" fmla="*/ 0 h 1112292"/>
                                  <a:gd name="connsiteX1" fmla="*/ 124053 w 178807"/>
                                  <a:gd name="connsiteY1" fmla="*/ 20471 h 1112292"/>
                                  <a:gd name="connsiteX2" fmla="*/ 83109 w 178807"/>
                                  <a:gd name="connsiteY2" fmla="*/ 34119 h 1112292"/>
                                  <a:gd name="connsiteX3" fmla="*/ 69462 w 178807"/>
                                  <a:gd name="connsiteY3" fmla="*/ 54591 h 1112292"/>
                                  <a:gd name="connsiteX4" fmla="*/ 69462 w 178807"/>
                                  <a:gd name="connsiteY4" fmla="*/ 156949 h 1112292"/>
                                  <a:gd name="connsiteX5" fmla="*/ 110405 w 178807"/>
                                  <a:gd name="connsiteY5" fmla="*/ 177421 h 1112292"/>
                                  <a:gd name="connsiteX6" fmla="*/ 117229 w 178807"/>
                                  <a:gd name="connsiteY6" fmla="*/ 218364 h 1112292"/>
                                  <a:gd name="connsiteX7" fmla="*/ 76285 w 178807"/>
                                  <a:gd name="connsiteY7" fmla="*/ 232012 h 1112292"/>
                                  <a:gd name="connsiteX8" fmla="*/ 14870 w 178807"/>
                                  <a:gd name="connsiteY8" fmla="*/ 252483 h 1112292"/>
                                  <a:gd name="connsiteX9" fmla="*/ 14870 w 178807"/>
                                  <a:gd name="connsiteY9" fmla="*/ 402609 h 1112292"/>
                                  <a:gd name="connsiteX10" fmla="*/ 8047 w 178807"/>
                                  <a:gd name="connsiteY10" fmla="*/ 477671 h 1112292"/>
                                  <a:gd name="connsiteX11" fmla="*/ 42166 w 178807"/>
                                  <a:gd name="connsiteY11" fmla="*/ 484495 h 1112292"/>
                                  <a:gd name="connsiteX12" fmla="*/ 62638 w 178807"/>
                                  <a:gd name="connsiteY12" fmla="*/ 491319 h 1112292"/>
                                  <a:gd name="connsiteX13" fmla="*/ 69462 w 178807"/>
                                  <a:gd name="connsiteY13" fmla="*/ 511791 h 1112292"/>
                                  <a:gd name="connsiteX14" fmla="*/ 110405 w 178807"/>
                                  <a:gd name="connsiteY14" fmla="*/ 539086 h 1112292"/>
                                  <a:gd name="connsiteX15" fmla="*/ 124053 w 178807"/>
                                  <a:gd name="connsiteY15" fmla="*/ 559558 h 1112292"/>
                                  <a:gd name="connsiteX16" fmla="*/ 110405 w 178807"/>
                                  <a:gd name="connsiteY16" fmla="*/ 607325 h 1112292"/>
                                  <a:gd name="connsiteX17" fmla="*/ 103581 w 178807"/>
                                  <a:gd name="connsiteY17" fmla="*/ 696036 h 1112292"/>
                                  <a:gd name="connsiteX18" fmla="*/ 62638 w 178807"/>
                                  <a:gd name="connsiteY18" fmla="*/ 709683 h 1112292"/>
                                  <a:gd name="connsiteX19" fmla="*/ 89933 w 178807"/>
                                  <a:gd name="connsiteY19" fmla="*/ 839337 h 1112292"/>
                                  <a:gd name="connsiteX20" fmla="*/ 117229 w 178807"/>
                                  <a:gd name="connsiteY20" fmla="*/ 846161 h 1112292"/>
                                  <a:gd name="connsiteX21" fmla="*/ 117229 w 178807"/>
                                  <a:gd name="connsiteY21" fmla="*/ 907576 h 1112292"/>
                                  <a:gd name="connsiteX22" fmla="*/ 89933 w 178807"/>
                                  <a:gd name="connsiteY22" fmla="*/ 948519 h 1112292"/>
                                  <a:gd name="connsiteX23" fmla="*/ 83109 w 178807"/>
                                  <a:gd name="connsiteY23" fmla="*/ 1050877 h 1112292"/>
                                  <a:gd name="connsiteX24" fmla="*/ 124053 w 178807"/>
                                  <a:gd name="connsiteY24" fmla="*/ 1044053 h 1112292"/>
                                  <a:gd name="connsiteX25" fmla="*/ 144524 w 178807"/>
                                  <a:gd name="connsiteY25" fmla="*/ 1037230 h 1112292"/>
                                  <a:gd name="connsiteX26" fmla="*/ 151348 w 178807"/>
                                  <a:gd name="connsiteY26" fmla="*/ 1071349 h 1112292"/>
                                  <a:gd name="connsiteX27" fmla="*/ 158172 w 178807"/>
                                  <a:gd name="connsiteY27" fmla="*/ 1091821 h 1112292"/>
                                  <a:gd name="connsiteX28" fmla="*/ 178644 w 178807"/>
                                  <a:gd name="connsiteY28" fmla="*/ 1105468 h 1112292"/>
                                  <a:gd name="connsiteX29" fmla="*/ 164996 w 178807"/>
                                  <a:gd name="connsiteY29" fmla="*/ 1112292 h 1112292"/>
                                  <a:gd name="connsiteX0" fmla="*/ 147609 w 168244"/>
                                  <a:gd name="connsiteY0" fmla="*/ 0 h 1112292"/>
                                  <a:gd name="connsiteX1" fmla="*/ 113490 w 168244"/>
                                  <a:gd name="connsiteY1" fmla="*/ 20471 h 1112292"/>
                                  <a:gd name="connsiteX2" fmla="*/ 72546 w 168244"/>
                                  <a:gd name="connsiteY2" fmla="*/ 34119 h 1112292"/>
                                  <a:gd name="connsiteX3" fmla="*/ 58899 w 168244"/>
                                  <a:gd name="connsiteY3" fmla="*/ 54591 h 1112292"/>
                                  <a:gd name="connsiteX4" fmla="*/ 58899 w 168244"/>
                                  <a:gd name="connsiteY4" fmla="*/ 156949 h 1112292"/>
                                  <a:gd name="connsiteX5" fmla="*/ 99842 w 168244"/>
                                  <a:gd name="connsiteY5" fmla="*/ 177421 h 1112292"/>
                                  <a:gd name="connsiteX6" fmla="*/ 106666 w 168244"/>
                                  <a:gd name="connsiteY6" fmla="*/ 218364 h 1112292"/>
                                  <a:gd name="connsiteX7" fmla="*/ 65722 w 168244"/>
                                  <a:gd name="connsiteY7" fmla="*/ 232012 h 1112292"/>
                                  <a:gd name="connsiteX8" fmla="*/ 4307 w 168244"/>
                                  <a:gd name="connsiteY8" fmla="*/ 252483 h 1112292"/>
                                  <a:gd name="connsiteX9" fmla="*/ 4307 w 168244"/>
                                  <a:gd name="connsiteY9" fmla="*/ 402609 h 1112292"/>
                                  <a:gd name="connsiteX10" fmla="*/ 31603 w 168244"/>
                                  <a:gd name="connsiteY10" fmla="*/ 484495 h 1112292"/>
                                  <a:gd name="connsiteX11" fmla="*/ 52075 w 168244"/>
                                  <a:gd name="connsiteY11" fmla="*/ 491319 h 1112292"/>
                                  <a:gd name="connsiteX12" fmla="*/ 58899 w 168244"/>
                                  <a:gd name="connsiteY12" fmla="*/ 511791 h 1112292"/>
                                  <a:gd name="connsiteX13" fmla="*/ 99842 w 168244"/>
                                  <a:gd name="connsiteY13" fmla="*/ 539086 h 1112292"/>
                                  <a:gd name="connsiteX14" fmla="*/ 113490 w 168244"/>
                                  <a:gd name="connsiteY14" fmla="*/ 559558 h 1112292"/>
                                  <a:gd name="connsiteX15" fmla="*/ 99842 w 168244"/>
                                  <a:gd name="connsiteY15" fmla="*/ 607325 h 1112292"/>
                                  <a:gd name="connsiteX16" fmla="*/ 93018 w 168244"/>
                                  <a:gd name="connsiteY16" fmla="*/ 696036 h 1112292"/>
                                  <a:gd name="connsiteX17" fmla="*/ 52075 w 168244"/>
                                  <a:gd name="connsiteY17" fmla="*/ 709683 h 1112292"/>
                                  <a:gd name="connsiteX18" fmla="*/ 79370 w 168244"/>
                                  <a:gd name="connsiteY18" fmla="*/ 839337 h 1112292"/>
                                  <a:gd name="connsiteX19" fmla="*/ 106666 w 168244"/>
                                  <a:gd name="connsiteY19" fmla="*/ 846161 h 1112292"/>
                                  <a:gd name="connsiteX20" fmla="*/ 106666 w 168244"/>
                                  <a:gd name="connsiteY20" fmla="*/ 907576 h 1112292"/>
                                  <a:gd name="connsiteX21" fmla="*/ 79370 w 168244"/>
                                  <a:gd name="connsiteY21" fmla="*/ 948519 h 1112292"/>
                                  <a:gd name="connsiteX22" fmla="*/ 72546 w 168244"/>
                                  <a:gd name="connsiteY22" fmla="*/ 1050877 h 1112292"/>
                                  <a:gd name="connsiteX23" fmla="*/ 113490 w 168244"/>
                                  <a:gd name="connsiteY23" fmla="*/ 1044053 h 1112292"/>
                                  <a:gd name="connsiteX24" fmla="*/ 133961 w 168244"/>
                                  <a:gd name="connsiteY24" fmla="*/ 1037230 h 1112292"/>
                                  <a:gd name="connsiteX25" fmla="*/ 140785 w 168244"/>
                                  <a:gd name="connsiteY25" fmla="*/ 1071349 h 1112292"/>
                                  <a:gd name="connsiteX26" fmla="*/ 147609 w 168244"/>
                                  <a:gd name="connsiteY26" fmla="*/ 1091821 h 1112292"/>
                                  <a:gd name="connsiteX27" fmla="*/ 168081 w 168244"/>
                                  <a:gd name="connsiteY27" fmla="*/ 1105468 h 1112292"/>
                                  <a:gd name="connsiteX28" fmla="*/ 154433 w 168244"/>
                                  <a:gd name="connsiteY28" fmla="*/ 1112292 h 1112292"/>
                                  <a:gd name="connsiteX0" fmla="*/ 147609 w 168244"/>
                                  <a:gd name="connsiteY0" fmla="*/ 0 h 1112292"/>
                                  <a:gd name="connsiteX1" fmla="*/ 113490 w 168244"/>
                                  <a:gd name="connsiteY1" fmla="*/ 20471 h 1112292"/>
                                  <a:gd name="connsiteX2" fmla="*/ 72546 w 168244"/>
                                  <a:gd name="connsiteY2" fmla="*/ 34119 h 1112292"/>
                                  <a:gd name="connsiteX3" fmla="*/ 58899 w 168244"/>
                                  <a:gd name="connsiteY3" fmla="*/ 54591 h 1112292"/>
                                  <a:gd name="connsiteX4" fmla="*/ 58899 w 168244"/>
                                  <a:gd name="connsiteY4" fmla="*/ 156949 h 1112292"/>
                                  <a:gd name="connsiteX5" fmla="*/ 99842 w 168244"/>
                                  <a:gd name="connsiteY5" fmla="*/ 177421 h 1112292"/>
                                  <a:gd name="connsiteX6" fmla="*/ 106666 w 168244"/>
                                  <a:gd name="connsiteY6" fmla="*/ 218364 h 1112292"/>
                                  <a:gd name="connsiteX7" fmla="*/ 65722 w 168244"/>
                                  <a:gd name="connsiteY7" fmla="*/ 232012 h 1112292"/>
                                  <a:gd name="connsiteX8" fmla="*/ 4307 w 168244"/>
                                  <a:gd name="connsiteY8" fmla="*/ 252483 h 1112292"/>
                                  <a:gd name="connsiteX9" fmla="*/ 4307 w 168244"/>
                                  <a:gd name="connsiteY9" fmla="*/ 402609 h 1112292"/>
                                  <a:gd name="connsiteX10" fmla="*/ 31603 w 168244"/>
                                  <a:gd name="connsiteY10" fmla="*/ 484495 h 1112292"/>
                                  <a:gd name="connsiteX11" fmla="*/ 58899 w 168244"/>
                                  <a:gd name="connsiteY11" fmla="*/ 511791 h 1112292"/>
                                  <a:gd name="connsiteX12" fmla="*/ 99842 w 168244"/>
                                  <a:gd name="connsiteY12" fmla="*/ 539086 h 1112292"/>
                                  <a:gd name="connsiteX13" fmla="*/ 113490 w 168244"/>
                                  <a:gd name="connsiteY13" fmla="*/ 559558 h 1112292"/>
                                  <a:gd name="connsiteX14" fmla="*/ 99842 w 168244"/>
                                  <a:gd name="connsiteY14" fmla="*/ 607325 h 1112292"/>
                                  <a:gd name="connsiteX15" fmla="*/ 93018 w 168244"/>
                                  <a:gd name="connsiteY15" fmla="*/ 696036 h 1112292"/>
                                  <a:gd name="connsiteX16" fmla="*/ 52075 w 168244"/>
                                  <a:gd name="connsiteY16" fmla="*/ 709683 h 1112292"/>
                                  <a:gd name="connsiteX17" fmla="*/ 79370 w 168244"/>
                                  <a:gd name="connsiteY17" fmla="*/ 839337 h 1112292"/>
                                  <a:gd name="connsiteX18" fmla="*/ 106666 w 168244"/>
                                  <a:gd name="connsiteY18" fmla="*/ 846161 h 1112292"/>
                                  <a:gd name="connsiteX19" fmla="*/ 106666 w 168244"/>
                                  <a:gd name="connsiteY19" fmla="*/ 907576 h 1112292"/>
                                  <a:gd name="connsiteX20" fmla="*/ 79370 w 168244"/>
                                  <a:gd name="connsiteY20" fmla="*/ 948519 h 1112292"/>
                                  <a:gd name="connsiteX21" fmla="*/ 72546 w 168244"/>
                                  <a:gd name="connsiteY21" fmla="*/ 1050877 h 1112292"/>
                                  <a:gd name="connsiteX22" fmla="*/ 113490 w 168244"/>
                                  <a:gd name="connsiteY22" fmla="*/ 1044053 h 1112292"/>
                                  <a:gd name="connsiteX23" fmla="*/ 133961 w 168244"/>
                                  <a:gd name="connsiteY23" fmla="*/ 1037230 h 1112292"/>
                                  <a:gd name="connsiteX24" fmla="*/ 140785 w 168244"/>
                                  <a:gd name="connsiteY24" fmla="*/ 1071349 h 1112292"/>
                                  <a:gd name="connsiteX25" fmla="*/ 147609 w 168244"/>
                                  <a:gd name="connsiteY25" fmla="*/ 1091821 h 1112292"/>
                                  <a:gd name="connsiteX26" fmla="*/ 168081 w 168244"/>
                                  <a:gd name="connsiteY26" fmla="*/ 1105468 h 1112292"/>
                                  <a:gd name="connsiteX27" fmla="*/ 154433 w 168244"/>
                                  <a:gd name="connsiteY27" fmla="*/ 1112292 h 1112292"/>
                                  <a:gd name="connsiteX0" fmla="*/ 144167 w 164802"/>
                                  <a:gd name="connsiteY0" fmla="*/ 0 h 1112292"/>
                                  <a:gd name="connsiteX1" fmla="*/ 110048 w 164802"/>
                                  <a:gd name="connsiteY1" fmla="*/ 20471 h 1112292"/>
                                  <a:gd name="connsiteX2" fmla="*/ 69104 w 164802"/>
                                  <a:gd name="connsiteY2" fmla="*/ 34119 h 1112292"/>
                                  <a:gd name="connsiteX3" fmla="*/ 55457 w 164802"/>
                                  <a:gd name="connsiteY3" fmla="*/ 54591 h 1112292"/>
                                  <a:gd name="connsiteX4" fmla="*/ 55457 w 164802"/>
                                  <a:gd name="connsiteY4" fmla="*/ 156949 h 1112292"/>
                                  <a:gd name="connsiteX5" fmla="*/ 96400 w 164802"/>
                                  <a:gd name="connsiteY5" fmla="*/ 177421 h 1112292"/>
                                  <a:gd name="connsiteX6" fmla="*/ 103224 w 164802"/>
                                  <a:gd name="connsiteY6" fmla="*/ 218364 h 1112292"/>
                                  <a:gd name="connsiteX7" fmla="*/ 62280 w 164802"/>
                                  <a:gd name="connsiteY7" fmla="*/ 232012 h 1112292"/>
                                  <a:gd name="connsiteX8" fmla="*/ 865 w 164802"/>
                                  <a:gd name="connsiteY8" fmla="*/ 402609 h 1112292"/>
                                  <a:gd name="connsiteX9" fmla="*/ 28161 w 164802"/>
                                  <a:gd name="connsiteY9" fmla="*/ 484495 h 1112292"/>
                                  <a:gd name="connsiteX10" fmla="*/ 55457 w 164802"/>
                                  <a:gd name="connsiteY10" fmla="*/ 511791 h 1112292"/>
                                  <a:gd name="connsiteX11" fmla="*/ 96400 w 164802"/>
                                  <a:gd name="connsiteY11" fmla="*/ 539086 h 1112292"/>
                                  <a:gd name="connsiteX12" fmla="*/ 110048 w 164802"/>
                                  <a:gd name="connsiteY12" fmla="*/ 559558 h 1112292"/>
                                  <a:gd name="connsiteX13" fmla="*/ 96400 w 164802"/>
                                  <a:gd name="connsiteY13" fmla="*/ 607325 h 1112292"/>
                                  <a:gd name="connsiteX14" fmla="*/ 89576 w 164802"/>
                                  <a:gd name="connsiteY14" fmla="*/ 696036 h 1112292"/>
                                  <a:gd name="connsiteX15" fmla="*/ 48633 w 164802"/>
                                  <a:gd name="connsiteY15" fmla="*/ 709683 h 1112292"/>
                                  <a:gd name="connsiteX16" fmla="*/ 75928 w 164802"/>
                                  <a:gd name="connsiteY16" fmla="*/ 839337 h 1112292"/>
                                  <a:gd name="connsiteX17" fmla="*/ 103224 w 164802"/>
                                  <a:gd name="connsiteY17" fmla="*/ 846161 h 1112292"/>
                                  <a:gd name="connsiteX18" fmla="*/ 103224 w 164802"/>
                                  <a:gd name="connsiteY18" fmla="*/ 907576 h 1112292"/>
                                  <a:gd name="connsiteX19" fmla="*/ 75928 w 164802"/>
                                  <a:gd name="connsiteY19" fmla="*/ 948519 h 1112292"/>
                                  <a:gd name="connsiteX20" fmla="*/ 69104 w 164802"/>
                                  <a:gd name="connsiteY20" fmla="*/ 1050877 h 1112292"/>
                                  <a:gd name="connsiteX21" fmla="*/ 110048 w 164802"/>
                                  <a:gd name="connsiteY21" fmla="*/ 1044053 h 1112292"/>
                                  <a:gd name="connsiteX22" fmla="*/ 130519 w 164802"/>
                                  <a:gd name="connsiteY22" fmla="*/ 1037230 h 1112292"/>
                                  <a:gd name="connsiteX23" fmla="*/ 137343 w 164802"/>
                                  <a:gd name="connsiteY23" fmla="*/ 1071349 h 1112292"/>
                                  <a:gd name="connsiteX24" fmla="*/ 144167 w 164802"/>
                                  <a:gd name="connsiteY24" fmla="*/ 1091821 h 1112292"/>
                                  <a:gd name="connsiteX25" fmla="*/ 164639 w 164802"/>
                                  <a:gd name="connsiteY25" fmla="*/ 1105468 h 1112292"/>
                                  <a:gd name="connsiteX26" fmla="*/ 150991 w 164802"/>
                                  <a:gd name="connsiteY26" fmla="*/ 1112292 h 1112292"/>
                                  <a:gd name="connsiteX0" fmla="*/ 144167 w 167739"/>
                                  <a:gd name="connsiteY0" fmla="*/ 0 h 1228340"/>
                                  <a:gd name="connsiteX1" fmla="*/ 110048 w 167739"/>
                                  <a:gd name="connsiteY1" fmla="*/ 20471 h 1228340"/>
                                  <a:gd name="connsiteX2" fmla="*/ 69104 w 167739"/>
                                  <a:gd name="connsiteY2" fmla="*/ 34119 h 1228340"/>
                                  <a:gd name="connsiteX3" fmla="*/ 55457 w 167739"/>
                                  <a:gd name="connsiteY3" fmla="*/ 54591 h 1228340"/>
                                  <a:gd name="connsiteX4" fmla="*/ 55457 w 167739"/>
                                  <a:gd name="connsiteY4" fmla="*/ 156949 h 1228340"/>
                                  <a:gd name="connsiteX5" fmla="*/ 96400 w 167739"/>
                                  <a:gd name="connsiteY5" fmla="*/ 177421 h 1228340"/>
                                  <a:gd name="connsiteX6" fmla="*/ 103224 w 167739"/>
                                  <a:gd name="connsiteY6" fmla="*/ 218364 h 1228340"/>
                                  <a:gd name="connsiteX7" fmla="*/ 62280 w 167739"/>
                                  <a:gd name="connsiteY7" fmla="*/ 232012 h 1228340"/>
                                  <a:gd name="connsiteX8" fmla="*/ 865 w 167739"/>
                                  <a:gd name="connsiteY8" fmla="*/ 402609 h 1228340"/>
                                  <a:gd name="connsiteX9" fmla="*/ 28161 w 167739"/>
                                  <a:gd name="connsiteY9" fmla="*/ 484495 h 1228340"/>
                                  <a:gd name="connsiteX10" fmla="*/ 55457 w 167739"/>
                                  <a:gd name="connsiteY10" fmla="*/ 511791 h 1228340"/>
                                  <a:gd name="connsiteX11" fmla="*/ 96400 w 167739"/>
                                  <a:gd name="connsiteY11" fmla="*/ 539086 h 1228340"/>
                                  <a:gd name="connsiteX12" fmla="*/ 110048 w 167739"/>
                                  <a:gd name="connsiteY12" fmla="*/ 559558 h 1228340"/>
                                  <a:gd name="connsiteX13" fmla="*/ 96400 w 167739"/>
                                  <a:gd name="connsiteY13" fmla="*/ 607325 h 1228340"/>
                                  <a:gd name="connsiteX14" fmla="*/ 89576 w 167739"/>
                                  <a:gd name="connsiteY14" fmla="*/ 696036 h 1228340"/>
                                  <a:gd name="connsiteX15" fmla="*/ 48633 w 167739"/>
                                  <a:gd name="connsiteY15" fmla="*/ 709683 h 1228340"/>
                                  <a:gd name="connsiteX16" fmla="*/ 75928 w 167739"/>
                                  <a:gd name="connsiteY16" fmla="*/ 839337 h 1228340"/>
                                  <a:gd name="connsiteX17" fmla="*/ 103224 w 167739"/>
                                  <a:gd name="connsiteY17" fmla="*/ 846161 h 1228340"/>
                                  <a:gd name="connsiteX18" fmla="*/ 103224 w 167739"/>
                                  <a:gd name="connsiteY18" fmla="*/ 907576 h 1228340"/>
                                  <a:gd name="connsiteX19" fmla="*/ 75928 w 167739"/>
                                  <a:gd name="connsiteY19" fmla="*/ 948519 h 1228340"/>
                                  <a:gd name="connsiteX20" fmla="*/ 69104 w 167739"/>
                                  <a:gd name="connsiteY20" fmla="*/ 1050877 h 1228340"/>
                                  <a:gd name="connsiteX21" fmla="*/ 110048 w 167739"/>
                                  <a:gd name="connsiteY21" fmla="*/ 1044053 h 1228340"/>
                                  <a:gd name="connsiteX22" fmla="*/ 130519 w 167739"/>
                                  <a:gd name="connsiteY22" fmla="*/ 1037230 h 1228340"/>
                                  <a:gd name="connsiteX23" fmla="*/ 137343 w 167739"/>
                                  <a:gd name="connsiteY23" fmla="*/ 1071349 h 1228340"/>
                                  <a:gd name="connsiteX24" fmla="*/ 144167 w 167739"/>
                                  <a:gd name="connsiteY24" fmla="*/ 1091821 h 1228340"/>
                                  <a:gd name="connsiteX25" fmla="*/ 164639 w 167739"/>
                                  <a:gd name="connsiteY25" fmla="*/ 1105468 h 1228340"/>
                                  <a:gd name="connsiteX26" fmla="*/ 164802 w 167739"/>
                                  <a:gd name="connsiteY26" fmla="*/ 1228340 h 1228340"/>
                                  <a:gd name="connsiteX0" fmla="*/ 144167 w 164834"/>
                                  <a:gd name="connsiteY0" fmla="*/ 0 h 1228340"/>
                                  <a:gd name="connsiteX1" fmla="*/ 110048 w 164834"/>
                                  <a:gd name="connsiteY1" fmla="*/ 20471 h 1228340"/>
                                  <a:gd name="connsiteX2" fmla="*/ 69104 w 164834"/>
                                  <a:gd name="connsiteY2" fmla="*/ 34119 h 1228340"/>
                                  <a:gd name="connsiteX3" fmla="*/ 55457 w 164834"/>
                                  <a:gd name="connsiteY3" fmla="*/ 54591 h 1228340"/>
                                  <a:gd name="connsiteX4" fmla="*/ 55457 w 164834"/>
                                  <a:gd name="connsiteY4" fmla="*/ 156949 h 1228340"/>
                                  <a:gd name="connsiteX5" fmla="*/ 96400 w 164834"/>
                                  <a:gd name="connsiteY5" fmla="*/ 177421 h 1228340"/>
                                  <a:gd name="connsiteX6" fmla="*/ 103224 w 164834"/>
                                  <a:gd name="connsiteY6" fmla="*/ 218364 h 1228340"/>
                                  <a:gd name="connsiteX7" fmla="*/ 62280 w 164834"/>
                                  <a:gd name="connsiteY7" fmla="*/ 232012 h 1228340"/>
                                  <a:gd name="connsiteX8" fmla="*/ 865 w 164834"/>
                                  <a:gd name="connsiteY8" fmla="*/ 402609 h 1228340"/>
                                  <a:gd name="connsiteX9" fmla="*/ 28161 w 164834"/>
                                  <a:gd name="connsiteY9" fmla="*/ 484495 h 1228340"/>
                                  <a:gd name="connsiteX10" fmla="*/ 55457 w 164834"/>
                                  <a:gd name="connsiteY10" fmla="*/ 511791 h 1228340"/>
                                  <a:gd name="connsiteX11" fmla="*/ 96400 w 164834"/>
                                  <a:gd name="connsiteY11" fmla="*/ 539086 h 1228340"/>
                                  <a:gd name="connsiteX12" fmla="*/ 110048 w 164834"/>
                                  <a:gd name="connsiteY12" fmla="*/ 559558 h 1228340"/>
                                  <a:gd name="connsiteX13" fmla="*/ 96400 w 164834"/>
                                  <a:gd name="connsiteY13" fmla="*/ 607325 h 1228340"/>
                                  <a:gd name="connsiteX14" fmla="*/ 89576 w 164834"/>
                                  <a:gd name="connsiteY14" fmla="*/ 696036 h 1228340"/>
                                  <a:gd name="connsiteX15" fmla="*/ 48633 w 164834"/>
                                  <a:gd name="connsiteY15" fmla="*/ 709683 h 1228340"/>
                                  <a:gd name="connsiteX16" fmla="*/ 75928 w 164834"/>
                                  <a:gd name="connsiteY16" fmla="*/ 839337 h 1228340"/>
                                  <a:gd name="connsiteX17" fmla="*/ 103224 w 164834"/>
                                  <a:gd name="connsiteY17" fmla="*/ 846161 h 1228340"/>
                                  <a:gd name="connsiteX18" fmla="*/ 103224 w 164834"/>
                                  <a:gd name="connsiteY18" fmla="*/ 907576 h 1228340"/>
                                  <a:gd name="connsiteX19" fmla="*/ 75928 w 164834"/>
                                  <a:gd name="connsiteY19" fmla="*/ 948519 h 1228340"/>
                                  <a:gd name="connsiteX20" fmla="*/ 69104 w 164834"/>
                                  <a:gd name="connsiteY20" fmla="*/ 1050877 h 1228340"/>
                                  <a:gd name="connsiteX21" fmla="*/ 110048 w 164834"/>
                                  <a:gd name="connsiteY21" fmla="*/ 1044053 h 1228340"/>
                                  <a:gd name="connsiteX22" fmla="*/ 130519 w 164834"/>
                                  <a:gd name="connsiteY22" fmla="*/ 1037230 h 1228340"/>
                                  <a:gd name="connsiteX23" fmla="*/ 137343 w 164834"/>
                                  <a:gd name="connsiteY23" fmla="*/ 1071349 h 1228340"/>
                                  <a:gd name="connsiteX24" fmla="*/ 144167 w 164834"/>
                                  <a:gd name="connsiteY24" fmla="*/ 1091821 h 1228340"/>
                                  <a:gd name="connsiteX25" fmla="*/ 164639 w 164834"/>
                                  <a:gd name="connsiteY25" fmla="*/ 1105468 h 1228340"/>
                                  <a:gd name="connsiteX26" fmla="*/ 130760 w 164834"/>
                                  <a:gd name="connsiteY26" fmla="*/ 1228340 h 1228340"/>
                                  <a:gd name="connsiteX0" fmla="*/ 144167 w 165022"/>
                                  <a:gd name="connsiteY0" fmla="*/ 0 h 1228340"/>
                                  <a:gd name="connsiteX1" fmla="*/ 110048 w 165022"/>
                                  <a:gd name="connsiteY1" fmla="*/ 20471 h 1228340"/>
                                  <a:gd name="connsiteX2" fmla="*/ 69104 w 165022"/>
                                  <a:gd name="connsiteY2" fmla="*/ 34119 h 1228340"/>
                                  <a:gd name="connsiteX3" fmla="*/ 55457 w 165022"/>
                                  <a:gd name="connsiteY3" fmla="*/ 54591 h 1228340"/>
                                  <a:gd name="connsiteX4" fmla="*/ 55457 w 165022"/>
                                  <a:gd name="connsiteY4" fmla="*/ 156949 h 1228340"/>
                                  <a:gd name="connsiteX5" fmla="*/ 96400 w 165022"/>
                                  <a:gd name="connsiteY5" fmla="*/ 177421 h 1228340"/>
                                  <a:gd name="connsiteX6" fmla="*/ 103224 w 165022"/>
                                  <a:gd name="connsiteY6" fmla="*/ 218364 h 1228340"/>
                                  <a:gd name="connsiteX7" fmla="*/ 62280 w 165022"/>
                                  <a:gd name="connsiteY7" fmla="*/ 232012 h 1228340"/>
                                  <a:gd name="connsiteX8" fmla="*/ 865 w 165022"/>
                                  <a:gd name="connsiteY8" fmla="*/ 402609 h 1228340"/>
                                  <a:gd name="connsiteX9" fmla="*/ 28161 w 165022"/>
                                  <a:gd name="connsiteY9" fmla="*/ 484495 h 1228340"/>
                                  <a:gd name="connsiteX10" fmla="*/ 55457 w 165022"/>
                                  <a:gd name="connsiteY10" fmla="*/ 511791 h 1228340"/>
                                  <a:gd name="connsiteX11" fmla="*/ 96400 w 165022"/>
                                  <a:gd name="connsiteY11" fmla="*/ 539086 h 1228340"/>
                                  <a:gd name="connsiteX12" fmla="*/ 110048 w 165022"/>
                                  <a:gd name="connsiteY12" fmla="*/ 559558 h 1228340"/>
                                  <a:gd name="connsiteX13" fmla="*/ 96400 w 165022"/>
                                  <a:gd name="connsiteY13" fmla="*/ 607325 h 1228340"/>
                                  <a:gd name="connsiteX14" fmla="*/ 89576 w 165022"/>
                                  <a:gd name="connsiteY14" fmla="*/ 696036 h 1228340"/>
                                  <a:gd name="connsiteX15" fmla="*/ 48633 w 165022"/>
                                  <a:gd name="connsiteY15" fmla="*/ 709683 h 1228340"/>
                                  <a:gd name="connsiteX16" fmla="*/ 75928 w 165022"/>
                                  <a:gd name="connsiteY16" fmla="*/ 839337 h 1228340"/>
                                  <a:gd name="connsiteX17" fmla="*/ 103224 w 165022"/>
                                  <a:gd name="connsiteY17" fmla="*/ 846161 h 1228340"/>
                                  <a:gd name="connsiteX18" fmla="*/ 103224 w 165022"/>
                                  <a:gd name="connsiteY18" fmla="*/ 907576 h 1228340"/>
                                  <a:gd name="connsiteX19" fmla="*/ 75928 w 165022"/>
                                  <a:gd name="connsiteY19" fmla="*/ 948519 h 1228340"/>
                                  <a:gd name="connsiteX20" fmla="*/ 69104 w 165022"/>
                                  <a:gd name="connsiteY20" fmla="*/ 1050877 h 1228340"/>
                                  <a:gd name="connsiteX21" fmla="*/ 110048 w 165022"/>
                                  <a:gd name="connsiteY21" fmla="*/ 1044053 h 1228340"/>
                                  <a:gd name="connsiteX22" fmla="*/ 130519 w 165022"/>
                                  <a:gd name="connsiteY22" fmla="*/ 1037230 h 1228340"/>
                                  <a:gd name="connsiteX23" fmla="*/ 137343 w 165022"/>
                                  <a:gd name="connsiteY23" fmla="*/ 1071349 h 1228340"/>
                                  <a:gd name="connsiteX24" fmla="*/ 144167 w 165022"/>
                                  <a:gd name="connsiteY24" fmla="*/ 1091821 h 1228340"/>
                                  <a:gd name="connsiteX25" fmla="*/ 164834 w 165022"/>
                                  <a:gd name="connsiteY25" fmla="*/ 1098643 h 1228340"/>
                                  <a:gd name="connsiteX26" fmla="*/ 130760 w 165022"/>
                                  <a:gd name="connsiteY26" fmla="*/ 1228340 h 1228340"/>
                                  <a:gd name="connsiteX0" fmla="*/ 165022 w 165022"/>
                                  <a:gd name="connsiteY0" fmla="*/ 0 h 1458674"/>
                                  <a:gd name="connsiteX1" fmla="*/ 110048 w 165022"/>
                                  <a:gd name="connsiteY1" fmla="*/ 250805 h 1458674"/>
                                  <a:gd name="connsiteX2" fmla="*/ 69104 w 165022"/>
                                  <a:gd name="connsiteY2" fmla="*/ 264453 h 1458674"/>
                                  <a:gd name="connsiteX3" fmla="*/ 55457 w 165022"/>
                                  <a:gd name="connsiteY3" fmla="*/ 284925 h 1458674"/>
                                  <a:gd name="connsiteX4" fmla="*/ 55457 w 165022"/>
                                  <a:gd name="connsiteY4" fmla="*/ 387283 h 1458674"/>
                                  <a:gd name="connsiteX5" fmla="*/ 96400 w 165022"/>
                                  <a:gd name="connsiteY5" fmla="*/ 407755 h 1458674"/>
                                  <a:gd name="connsiteX6" fmla="*/ 103224 w 165022"/>
                                  <a:gd name="connsiteY6" fmla="*/ 448698 h 1458674"/>
                                  <a:gd name="connsiteX7" fmla="*/ 62280 w 165022"/>
                                  <a:gd name="connsiteY7" fmla="*/ 462346 h 1458674"/>
                                  <a:gd name="connsiteX8" fmla="*/ 865 w 165022"/>
                                  <a:gd name="connsiteY8" fmla="*/ 632943 h 1458674"/>
                                  <a:gd name="connsiteX9" fmla="*/ 28161 w 165022"/>
                                  <a:gd name="connsiteY9" fmla="*/ 714829 h 1458674"/>
                                  <a:gd name="connsiteX10" fmla="*/ 55457 w 165022"/>
                                  <a:gd name="connsiteY10" fmla="*/ 742125 h 1458674"/>
                                  <a:gd name="connsiteX11" fmla="*/ 96400 w 165022"/>
                                  <a:gd name="connsiteY11" fmla="*/ 769420 h 1458674"/>
                                  <a:gd name="connsiteX12" fmla="*/ 110048 w 165022"/>
                                  <a:gd name="connsiteY12" fmla="*/ 789892 h 1458674"/>
                                  <a:gd name="connsiteX13" fmla="*/ 96400 w 165022"/>
                                  <a:gd name="connsiteY13" fmla="*/ 837659 h 1458674"/>
                                  <a:gd name="connsiteX14" fmla="*/ 89576 w 165022"/>
                                  <a:gd name="connsiteY14" fmla="*/ 926370 h 1458674"/>
                                  <a:gd name="connsiteX15" fmla="*/ 48633 w 165022"/>
                                  <a:gd name="connsiteY15" fmla="*/ 940017 h 1458674"/>
                                  <a:gd name="connsiteX16" fmla="*/ 75928 w 165022"/>
                                  <a:gd name="connsiteY16" fmla="*/ 1069671 h 1458674"/>
                                  <a:gd name="connsiteX17" fmla="*/ 103224 w 165022"/>
                                  <a:gd name="connsiteY17" fmla="*/ 1076495 h 1458674"/>
                                  <a:gd name="connsiteX18" fmla="*/ 103224 w 165022"/>
                                  <a:gd name="connsiteY18" fmla="*/ 1137910 h 1458674"/>
                                  <a:gd name="connsiteX19" fmla="*/ 75928 w 165022"/>
                                  <a:gd name="connsiteY19" fmla="*/ 1178853 h 1458674"/>
                                  <a:gd name="connsiteX20" fmla="*/ 69104 w 165022"/>
                                  <a:gd name="connsiteY20" fmla="*/ 1281211 h 1458674"/>
                                  <a:gd name="connsiteX21" fmla="*/ 110048 w 165022"/>
                                  <a:gd name="connsiteY21" fmla="*/ 1274387 h 1458674"/>
                                  <a:gd name="connsiteX22" fmla="*/ 130519 w 165022"/>
                                  <a:gd name="connsiteY22" fmla="*/ 1267564 h 1458674"/>
                                  <a:gd name="connsiteX23" fmla="*/ 137343 w 165022"/>
                                  <a:gd name="connsiteY23" fmla="*/ 1301683 h 1458674"/>
                                  <a:gd name="connsiteX24" fmla="*/ 144167 w 165022"/>
                                  <a:gd name="connsiteY24" fmla="*/ 1322155 h 1458674"/>
                                  <a:gd name="connsiteX25" fmla="*/ 164834 w 165022"/>
                                  <a:gd name="connsiteY25" fmla="*/ 1328977 h 1458674"/>
                                  <a:gd name="connsiteX26" fmla="*/ 130760 w 165022"/>
                                  <a:gd name="connsiteY26" fmla="*/ 1458674 h 1458674"/>
                                  <a:gd name="connsiteX0" fmla="*/ 165022 w 170176"/>
                                  <a:gd name="connsiteY0" fmla="*/ 0 h 1458674"/>
                                  <a:gd name="connsiteX1" fmla="*/ 165022 w 170176"/>
                                  <a:gd name="connsiteY1" fmla="*/ 209858 h 1458674"/>
                                  <a:gd name="connsiteX2" fmla="*/ 69104 w 170176"/>
                                  <a:gd name="connsiteY2" fmla="*/ 264453 h 1458674"/>
                                  <a:gd name="connsiteX3" fmla="*/ 55457 w 170176"/>
                                  <a:gd name="connsiteY3" fmla="*/ 284925 h 1458674"/>
                                  <a:gd name="connsiteX4" fmla="*/ 55457 w 170176"/>
                                  <a:gd name="connsiteY4" fmla="*/ 387283 h 1458674"/>
                                  <a:gd name="connsiteX5" fmla="*/ 96400 w 170176"/>
                                  <a:gd name="connsiteY5" fmla="*/ 407755 h 1458674"/>
                                  <a:gd name="connsiteX6" fmla="*/ 103224 w 170176"/>
                                  <a:gd name="connsiteY6" fmla="*/ 448698 h 1458674"/>
                                  <a:gd name="connsiteX7" fmla="*/ 62280 w 170176"/>
                                  <a:gd name="connsiteY7" fmla="*/ 462346 h 1458674"/>
                                  <a:gd name="connsiteX8" fmla="*/ 865 w 170176"/>
                                  <a:gd name="connsiteY8" fmla="*/ 632943 h 1458674"/>
                                  <a:gd name="connsiteX9" fmla="*/ 28161 w 170176"/>
                                  <a:gd name="connsiteY9" fmla="*/ 714829 h 1458674"/>
                                  <a:gd name="connsiteX10" fmla="*/ 55457 w 170176"/>
                                  <a:gd name="connsiteY10" fmla="*/ 742125 h 1458674"/>
                                  <a:gd name="connsiteX11" fmla="*/ 96400 w 170176"/>
                                  <a:gd name="connsiteY11" fmla="*/ 769420 h 1458674"/>
                                  <a:gd name="connsiteX12" fmla="*/ 110048 w 170176"/>
                                  <a:gd name="connsiteY12" fmla="*/ 789892 h 1458674"/>
                                  <a:gd name="connsiteX13" fmla="*/ 96400 w 170176"/>
                                  <a:gd name="connsiteY13" fmla="*/ 837659 h 1458674"/>
                                  <a:gd name="connsiteX14" fmla="*/ 89576 w 170176"/>
                                  <a:gd name="connsiteY14" fmla="*/ 926370 h 1458674"/>
                                  <a:gd name="connsiteX15" fmla="*/ 48633 w 170176"/>
                                  <a:gd name="connsiteY15" fmla="*/ 940017 h 1458674"/>
                                  <a:gd name="connsiteX16" fmla="*/ 75928 w 170176"/>
                                  <a:gd name="connsiteY16" fmla="*/ 1069671 h 1458674"/>
                                  <a:gd name="connsiteX17" fmla="*/ 103224 w 170176"/>
                                  <a:gd name="connsiteY17" fmla="*/ 1076495 h 1458674"/>
                                  <a:gd name="connsiteX18" fmla="*/ 103224 w 170176"/>
                                  <a:gd name="connsiteY18" fmla="*/ 1137910 h 1458674"/>
                                  <a:gd name="connsiteX19" fmla="*/ 75928 w 170176"/>
                                  <a:gd name="connsiteY19" fmla="*/ 1178853 h 1458674"/>
                                  <a:gd name="connsiteX20" fmla="*/ 69104 w 170176"/>
                                  <a:gd name="connsiteY20" fmla="*/ 1281211 h 1458674"/>
                                  <a:gd name="connsiteX21" fmla="*/ 110048 w 170176"/>
                                  <a:gd name="connsiteY21" fmla="*/ 1274387 h 1458674"/>
                                  <a:gd name="connsiteX22" fmla="*/ 130519 w 170176"/>
                                  <a:gd name="connsiteY22" fmla="*/ 1267564 h 1458674"/>
                                  <a:gd name="connsiteX23" fmla="*/ 137343 w 170176"/>
                                  <a:gd name="connsiteY23" fmla="*/ 1301683 h 1458674"/>
                                  <a:gd name="connsiteX24" fmla="*/ 144167 w 170176"/>
                                  <a:gd name="connsiteY24" fmla="*/ 1322155 h 1458674"/>
                                  <a:gd name="connsiteX25" fmla="*/ 164834 w 170176"/>
                                  <a:gd name="connsiteY25" fmla="*/ 1328977 h 1458674"/>
                                  <a:gd name="connsiteX26" fmla="*/ 130760 w 170176"/>
                                  <a:gd name="connsiteY26" fmla="*/ 1458674 h 1458674"/>
                                  <a:gd name="connsiteX0" fmla="*/ 170176 w 171421"/>
                                  <a:gd name="connsiteY0" fmla="*/ 0 h 1526917"/>
                                  <a:gd name="connsiteX1" fmla="*/ 165022 w 171421"/>
                                  <a:gd name="connsiteY1" fmla="*/ 278101 h 1526917"/>
                                  <a:gd name="connsiteX2" fmla="*/ 69104 w 171421"/>
                                  <a:gd name="connsiteY2" fmla="*/ 332696 h 1526917"/>
                                  <a:gd name="connsiteX3" fmla="*/ 55457 w 171421"/>
                                  <a:gd name="connsiteY3" fmla="*/ 353168 h 1526917"/>
                                  <a:gd name="connsiteX4" fmla="*/ 55457 w 171421"/>
                                  <a:gd name="connsiteY4" fmla="*/ 455526 h 1526917"/>
                                  <a:gd name="connsiteX5" fmla="*/ 96400 w 171421"/>
                                  <a:gd name="connsiteY5" fmla="*/ 475998 h 1526917"/>
                                  <a:gd name="connsiteX6" fmla="*/ 103224 w 171421"/>
                                  <a:gd name="connsiteY6" fmla="*/ 516941 h 1526917"/>
                                  <a:gd name="connsiteX7" fmla="*/ 62280 w 171421"/>
                                  <a:gd name="connsiteY7" fmla="*/ 530589 h 1526917"/>
                                  <a:gd name="connsiteX8" fmla="*/ 865 w 171421"/>
                                  <a:gd name="connsiteY8" fmla="*/ 701186 h 1526917"/>
                                  <a:gd name="connsiteX9" fmla="*/ 28161 w 171421"/>
                                  <a:gd name="connsiteY9" fmla="*/ 783072 h 1526917"/>
                                  <a:gd name="connsiteX10" fmla="*/ 55457 w 171421"/>
                                  <a:gd name="connsiteY10" fmla="*/ 810368 h 1526917"/>
                                  <a:gd name="connsiteX11" fmla="*/ 96400 w 171421"/>
                                  <a:gd name="connsiteY11" fmla="*/ 837663 h 1526917"/>
                                  <a:gd name="connsiteX12" fmla="*/ 110048 w 171421"/>
                                  <a:gd name="connsiteY12" fmla="*/ 858135 h 1526917"/>
                                  <a:gd name="connsiteX13" fmla="*/ 96400 w 171421"/>
                                  <a:gd name="connsiteY13" fmla="*/ 905902 h 1526917"/>
                                  <a:gd name="connsiteX14" fmla="*/ 89576 w 171421"/>
                                  <a:gd name="connsiteY14" fmla="*/ 994613 h 1526917"/>
                                  <a:gd name="connsiteX15" fmla="*/ 48633 w 171421"/>
                                  <a:gd name="connsiteY15" fmla="*/ 1008260 h 1526917"/>
                                  <a:gd name="connsiteX16" fmla="*/ 75928 w 171421"/>
                                  <a:gd name="connsiteY16" fmla="*/ 1137914 h 1526917"/>
                                  <a:gd name="connsiteX17" fmla="*/ 103224 w 171421"/>
                                  <a:gd name="connsiteY17" fmla="*/ 1144738 h 1526917"/>
                                  <a:gd name="connsiteX18" fmla="*/ 103224 w 171421"/>
                                  <a:gd name="connsiteY18" fmla="*/ 1206153 h 1526917"/>
                                  <a:gd name="connsiteX19" fmla="*/ 75928 w 171421"/>
                                  <a:gd name="connsiteY19" fmla="*/ 1247096 h 1526917"/>
                                  <a:gd name="connsiteX20" fmla="*/ 69104 w 171421"/>
                                  <a:gd name="connsiteY20" fmla="*/ 1349454 h 1526917"/>
                                  <a:gd name="connsiteX21" fmla="*/ 110048 w 171421"/>
                                  <a:gd name="connsiteY21" fmla="*/ 1342630 h 1526917"/>
                                  <a:gd name="connsiteX22" fmla="*/ 130519 w 171421"/>
                                  <a:gd name="connsiteY22" fmla="*/ 1335807 h 1526917"/>
                                  <a:gd name="connsiteX23" fmla="*/ 137343 w 171421"/>
                                  <a:gd name="connsiteY23" fmla="*/ 1369926 h 1526917"/>
                                  <a:gd name="connsiteX24" fmla="*/ 144167 w 171421"/>
                                  <a:gd name="connsiteY24" fmla="*/ 1390398 h 1526917"/>
                                  <a:gd name="connsiteX25" fmla="*/ 164834 w 171421"/>
                                  <a:gd name="connsiteY25" fmla="*/ 1397220 h 1526917"/>
                                  <a:gd name="connsiteX26" fmla="*/ 130760 w 171421"/>
                                  <a:gd name="connsiteY26" fmla="*/ 1526917 h 1526917"/>
                                  <a:gd name="connsiteX0" fmla="*/ 170176 w 208947"/>
                                  <a:gd name="connsiteY0" fmla="*/ 0 h 1526917"/>
                                  <a:gd name="connsiteX1" fmla="*/ 206111 w 208947"/>
                                  <a:gd name="connsiteY1" fmla="*/ 69981 h 1526917"/>
                                  <a:gd name="connsiteX2" fmla="*/ 69104 w 208947"/>
                                  <a:gd name="connsiteY2" fmla="*/ 332696 h 1526917"/>
                                  <a:gd name="connsiteX3" fmla="*/ 55457 w 208947"/>
                                  <a:gd name="connsiteY3" fmla="*/ 353168 h 1526917"/>
                                  <a:gd name="connsiteX4" fmla="*/ 55457 w 208947"/>
                                  <a:gd name="connsiteY4" fmla="*/ 455526 h 1526917"/>
                                  <a:gd name="connsiteX5" fmla="*/ 96400 w 208947"/>
                                  <a:gd name="connsiteY5" fmla="*/ 475998 h 1526917"/>
                                  <a:gd name="connsiteX6" fmla="*/ 103224 w 208947"/>
                                  <a:gd name="connsiteY6" fmla="*/ 516941 h 1526917"/>
                                  <a:gd name="connsiteX7" fmla="*/ 62280 w 208947"/>
                                  <a:gd name="connsiteY7" fmla="*/ 530589 h 1526917"/>
                                  <a:gd name="connsiteX8" fmla="*/ 865 w 208947"/>
                                  <a:gd name="connsiteY8" fmla="*/ 701186 h 1526917"/>
                                  <a:gd name="connsiteX9" fmla="*/ 28161 w 208947"/>
                                  <a:gd name="connsiteY9" fmla="*/ 783072 h 1526917"/>
                                  <a:gd name="connsiteX10" fmla="*/ 55457 w 208947"/>
                                  <a:gd name="connsiteY10" fmla="*/ 810368 h 1526917"/>
                                  <a:gd name="connsiteX11" fmla="*/ 96400 w 208947"/>
                                  <a:gd name="connsiteY11" fmla="*/ 837663 h 1526917"/>
                                  <a:gd name="connsiteX12" fmla="*/ 110048 w 208947"/>
                                  <a:gd name="connsiteY12" fmla="*/ 858135 h 1526917"/>
                                  <a:gd name="connsiteX13" fmla="*/ 96400 w 208947"/>
                                  <a:gd name="connsiteY13" fmla="*/ 905902 h 1526917"/>
                                  <a:gd name="connsiteX14" fmla="*/ 89576 w 208947"/>
                                  <a:gd name="connsiteY14" fmla="*/ 994613 h 1526917"/>
                                  <a:gd name="connsiteX15" fmla="*/ 48633 w 208947"/>
                                  <a:gd name="connsiteY15" fmla="*/ 1008260 h 1526917"/>
                                  <a:gd name="connsiteX16" fmla="*/ 75928 w 208947"/>
                                  <a:gd name="connsiteY16" fmla="*/ 1137914 h 1526917"/>
                                  <a:gd name="connsiteX17" fmla="*/ 103224 w 208947"/>
                                  <a:gd name="connsiteY17" fmla="*/ 1144738 h 1526917"/>
                                  <a:gd name="connsiteX18" fmla="*/ 103224 w 208947"/>
                                  <a:gd name="connsiteY18" fmla="*/ 1206153 h 1526917"/>
                                  <a:gd name="connsiteX19" fmla="*/ 75928 w 208947"/>
                                  <a:gd name="connsiteY19" fmla="*/ 1247096 h 1526917"/>
                                  <a:gd name="connsiteX20" fmla="*/ 69104 w 208947"/>
                                  <a:gd name="connsiteY20" fmla="*/ 1349454 h 1526917"/>
                                  <a:gd name="connsiteX21" fmla="*/ 110048 w 208947"/>
                                  <a:gd name="connsiteY21" fmla="*/ 1342630 h 1526917"/>
                                  <a:gd name="connsiteX22" fmla="*/ 130519 w 208947"/>
                                  <a:gd name="connsiteY22" fmla="*/ 1335807 h 1526917"/>
                                  <a:gd name="connsiteX23" fmla="*/ 137343 w 208947"/>
                                  <a:gd name="connsiteY23" fmla="*/ 1369926 h 1526917"/>
                                  <a:gd name="connsiteX24" fmla="*/ 144167 w 208947"/>
                                  <a:gd name="connsiteY24" fmla="*/ 1390398 h 1526917"/>
                                  <a:gd name="connsiteX25" fmla="*/ 164834 w 208947"/>
                                  <a:gd name="connsiteY25" fmla="*/ 1397220 h 1526917"/>
                                  <a:gd name="connsiteX26" fmla="*/ 130760 w 208947"/>
                                  <a:gd name="connsiteY26" fmla="*/ 1526917 h 1526917"/>
                                  <a:gd name="connsiteX0" fmla="*/ 170176 w 208947"/>
                                  <a:gd name="connsiteY0" fmla="*/ 0 h 1526917"/>
                                  <a:gd name="connsiteX1" fmla="*/ 206111 w 208947"/>
                                  <a:gd name="connsiteY1" fmla="*/ 69981 h 1526917"/>
                                  <a:gd name="connsiteX2" fmla="*/ 69104 w 208947"/>
                                  <a:gd name="connsiteY2" fmla="*/ 332696 h 1526917"/>
                                  <a:gd name="connsiteX3" fmla="*/ 55457 w 208947"/>
                                  <a:gd name="connsiteY3" fmla="*/ 353168 h 1526917"/>
                                  <a:gd name="connsiteX4" fmla="*/ 55457 w 208947"/>
                                  <a:gd name="connsiteY4" fmla="*/ 455526 h 1526917"/>
                                  <a:gd name="connsiteX5" fmla="*/ 96400 w 208947"/>
                                  <a:gd name="connsiteY5" fmla="*/ 475998 h 1526917"/>
                                  <a:gd name="connsiteX6" fmla="*/ 103224 w 208947"/>
                                  <a:gd name="connsiteY6" fmla="*/ 516941 h 1526917"/>
                                  <a:gd name="connsiteX7" fmla="*/ 62280 w 208947"/>
                                  <a:gd name="connsiteY7" fmla="*/ 530589 h 1526917"/>
                                  <a:gd name="connsiteX8" fmla="*/ 865 w 208947"/>
                                  <a:gd name="connsiteY8" fmla="*/ 701186 h 1526917"/>
                                  <a:gd name="connsiteX9" fmla="*/ 28161 w 208947"/>
                                  <a:gd name="connsiteY9" fmla="*/ 783072 h 1526917"/>
                                  <a:gd name="connsiteX10" fmla="*/ 55457 w 208947"/>
                                  <a:gd name="connsiteY10" fmla="*/ 810368 h 1526917"/>
                                  <a:gd name="connsiteX11" fmla="*/ 96400 w 208947"/>
                                  <a:gd name="connsiteY11" fmla="*/ 837663 h 1526917"/>
                                  <a:gd name="connsiteX12" fmla="*/ 110048 w 208947"/>
                                  <a:gd name="connsiteY12" fmla="*/ 858135 h 1526917"/>
                                  <a:gd name="connsiteX13" fmla="*/ 96400 w 208947"/>
                                  <a:gd name="connsiteY13" fmla="*/ 905902 h 1526917"/>
                                  <a:gd name="connsiteX14" fmla="*/ 89576 w 208947"/>
                                  <a:gd name="connsiteY14" fmla="*/ 994613 h 1526917"/>
                                  <a:gd name="connsiteX15" fmla="*/ 48633 w 208947"/>
                                  <a:gd name="connsiteY15" fmla="*/ 1008260 h 1526917"/>
                                  <a:gd name="connsiteX16" fmla="*/ 75928 w 208947"/>
                                  <a:gd name="connsiteY16" fmla="*/ 1137914 h 1526917"/>
                                  <a:gd name="connsiteX17" fmla="*/ 103224 w 208947"/>
                                  <a:gd name="connsiteY17" fmla="*/ 1144738 h 1526917"/>
                                  <a:gd name="connsiteX18" fmla="*/ 103224 w 208947"/>
                                  <a:gd name="connsiteY18" fmla="*/ 1206153 h 1526917"/>
                                  <a:gd name="connsiteX19" fmla="*/ 75928 w 208947"/>
                                  <a:gd name="connsiteY19" fmla="*/ 1247096 h 1526917"/>
                                  <a:gd name="connsiteX20" fmla="*/ 69104 w 208947"/>
                                  <a:gd name="connsiteY20" fmla="*/ 1349454 h 1526917"/>
                                  <a:gd name="connsiteX21" fmla="*/ 110048 w 208947"/>
                                  <a:gd name="connsiteY21" fmla="*/ 1342630 h 1526917"/>
                                  <a:gd name="connsiteX22" fmla="*/ 130519 w 208947"/>
                                  <a:gd name="connsiteY22" fmla="*/ 1335807 h 1526917"/>
                                  <a:gd name="connsiteX23" fmla="*/ 137343 w 208947"/>
                                  <a:gd name="connsiteY23" fmla="*/ 1369926 h 1526917"/>
                                  <a:gd name="connsiteX24" fmla="*/ 144167 w 208947"/>
                                  <a:gd name="connsiteY24" fmla="*/ 1390398 h 1526917"/>
                                  <a:gd name="connsiteX25" fmla="*/ 164834 w 208947"/>
                                  <a:gd name="connsiteY25" fmla="*/ 1397220 h 1526917"/>
                                  <a:gd name="connsiteX26" fmla="*/ 130760 w 208947"/>
                                  <a:gd name="connsiteY26" fmla="*/ 1526917 h 15269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</a:cxnLst>
                                <a:rect l="l" t="t" r="r" b="b"/>
                                <a:pathLst>
                                  <a:path w="208947" h="1526917">
                                    <a:moveTo>
                                      <a:pt x="170176" y="0"/>
                                    </a:moveTo>
                                    <a:cubicBezTo>
                                      <a:pt x="158803" y="6824"/>
                                      <a:pt x="222956" y="14532"/>
                                      <a:pt x="206111" y="69981"/>
                                    </a:cubicBezTo>
                                    <a:cubicBezTo>
                                      <a:pt x="189266" y="125430"/>
                                      <a:pt x="94213" y="285498"/>
                                      <a:pt x="69104" y="332696"/>
                                    </a:cubicBezTo>
                                    <a:cubicBezTo>
                                      <a:pt x="43995" y="379894"/>
                                      <a:pt x="59125" y="345833"/>
                                      <a:pt x="55457" y="353168"/>
                                    </a:cubicBezTo>
                                    <a:cubicBezTo>
                                      <a:pt x="40168" y="383747"/>
                                      <a:pt x="47286" y="426928"/>
                                      <a:pt x="55457" y="455526"/>
                                    </a:cubicBezTo>
                                    <a:cubicBezTo>
                                      <a:pt x="58242" y="465274"/>
                                      <a:pt x="88909" y="473501"/>
                                      <a:pt x="96400" y="475998"/>
                                    </a:cubicBezTo>
                                    <a:cubicBezTo>
                                      <a:pt x="102954" y="485829"/>
                                      <a:pt x="122363" y="503270"/>
                                      <a:pt x="103224" y="516941"/>
                                    </a:cubicBezTo>
                                    <a:cubicBezTo>
                                      <a:pt x="91517" y="525303"/>
                                      <a:pt x="79340" y="499882"/>
                                      <a:pt x="62280" y="530589"/>
                                    </a:cubicBezTo>
                                    <a:cubicBezTo>
                                      <a:pt x="45220" y="561296"/>
                                      <a:pt x="6551" y="659106"/>
                                      <a:pt x="865" y="701186"/>
                                    </a:cubicBezTo>
                                    <a:cubicBezTo>
                                      <a:pt x="-4821" y="743266"/>
                                      <a:pt x="19062" y="764875"/>
                                      <a:pt x="28161" y="783072"/>
                                    </a:cubicBezTo>
                                    <a:cubicBezTo>
                                      <a:pt x="37260" y="801269"/>
                                      <a:pt x="44084" y="801270"/>
                                      <a:pt x="55457" y="810368"/>
                                    </a:cubicBezTo>
                                    <a:cubicBezTo>
                                      <a:pt x="66830" y="819467"/>
                                      <a:pt x="96400" y="837663"/>
                                      <a:pt x="96400" y="837663"/>
                                    </a:cubicBezTo>
                                    <a:cubicBezTo>
                                      <a:pt x="100949" y="844487"/>
                                      <a:pt x="108888" y="850016"/>
                                      <a:pt x="110048" y="858135"/>
                                    </a:cubicBezTo>
                                    <a:cubicBezTo>
                                      <a:pt x="110905" y="864132"/>
                                      <a:pt x="98960" y="898221"/>
                                      <a:pt x="96400" y="905902"/>
                                    </a:cubicBezTo>
                                    <a:cubicBezTo>
                                      <a:pt x="94125" y="935472"/>
                                      <a:pt x="102118" y="967738"/>
                                      <a:pt x="89576" y="994613"/>
                                    </a:cubicBezTo>
                                    <a:cubicBezTo>
                                      <a:pt x="83492" y="1007649"/>
                                      <a:pt x="48633" y="1008260"/>
                                      <a:pt x="48633" y="1008260"/>
                                    </a:cubicBezTo>
                                    <a:cubicBezTo>
                                      <a:pt x="52362" y="1071649"/>
                                      <a:pt x="23985" y="1115652"/>
                                      <a:pt x="75928" y="1137914"/>
                                    </a:cubicBezTo>
                                    <a:cubicBezTo>
                                      <a:pt x="84548" y="1141609"/>
                                      <a:pt x="94125" y="1142463"/>
                                      <a:pt x="103224" y="1144738"/>
                                    </a:cubicBezTo>
                                    <a:cubicBezTo>
                                      <a:pt x="111648" y="1170011"/>
                                      <a:pt x="116568" y="1174128"/>
                                      <a:pt x="103224" y="1206153"/>
                                    </a:cubicBezTo>
                                    <a:cubicBezTo>
                                      <a:pt x="96915" y="1221294"/>
                                      <a:pt x="75928" y="1247096"/>
                                      <a:pt x="75928" y="1247096"/>
                                    </a:cubicBezTo>
                                    <a:cubicBezTo>
                                      <a:pt x="55766" y="1307580"/>
                                      <a:pt x="60691" y="1273741"/>
                                      <a:pt x="69104" y="1349454"/>
                                    </a:cubicBezTo>
                                    <a:cubicBezTo>
                                      <a:pt x="82752" y="1347179"/>
                                      <a:pt x="96541" y="1345631"/>
                                      <a:pt x="110048" y="1342630"/>
                                    </a:cubicBezTo>
                                    <a:cubicBezTo>
                                      <a:pt x="117069" y="1341070"/>
                                      <a:pt x="125433" y="1330721"/>
                                      <a:pt x="130519" y="1335807"/>
                                    </a:cubicBezTo>
                                    <a:cubicBezTo>
                                      <a:pt x="138720" y="1344008"/>
                                      <a:pt x="134530" y="1358674"/>
                                      <a:pt x="137343" y="1369926"/>
                                    </a:cubicBezTo>
                                    <a:cubicBezTo>
                                      <a:pt x="139088" y="1376904"/>
                                      <a:pt x="139585" y="1385849"/>
                                      <a:pt x="144167" y="1390398"/>
                                    </a:cubicBezTo>
                                    <a:cubicBezTo>
                                      <a:pt x="148749" y="1394947"/>
                                      <a:pt x="167068" y="1374467"/>
                                      <a:pt x="164834" y="1397220"/>
                                    </a:cubicBezTo>
                                    <a:cubicBezTo>
                                      <a:pt x="162600" y="1419973"/>
                                      <a:pt x="135309" y="1524642"/>
                                      <a:pt x="130760" y="1526917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3" o:spid="_x0000_s1026" style="position:absolute;margin-left:330.9pt;margin-top:258pt;width:16.4pt;height:120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208947,15269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" path="m170176,v-11373,6824,52780,14532,35935,69981c189266,125430,94213,285498,69104,332696v-25109,47198,-9979,13137,-13647,20472c40168,383747,47286,426928,55457,455526v2785,9748,33452,17975,40943,20472c102954,485829,122363,503270,103224,516941,91517,525303,79340,499882,62280,530589,45220,561296,6551,659106,865,701186v-5686,42080,18197,63689,27296,81886c37260,801269,44084,801270,55457,810368v11373,9099,40943,27295,40943,27295c100949,844487,108888,850016,110048,858135v857,5997,-11088,40086,-13648,47767c94125,935472,102118,967738,89576,994613v-6084,13036,-40943,13647,-40943,13647c52362,1071649,23985,1115652,75928,1137914v8620,3695,18197,4549,27296,6824c111648,1170011,116568,1174128,103224,1206153v-6309,15141,-27296,40943,-27296,40943c55766,1307580,60691,1273741,69104,1349454v13648,-2275,27437,-3823,40944,-6824c117069,1341070,125433,1330721,130519,1335807v8201,8201,4011,22867,6824,34119c139088,1376904,139585,1385849,144167,1390398v4582,4549,22901,-15931,20667,6822c162600,1419973,135309,1524642,130760,1526917e" filled="f" strokecolor="red" strokeweight="3pt">
                      <v:stroke joinstyle="miter"/>
                      <v:path arrowok="t" o:connecttype="custom" o:connectlocs="169574,0;205382,69964;68860,332614;55261,353081;55261,455414;96059,475880;102859,516813;62060,530458;862,701013;28061,782879;55261,810168;96059,837456;109659,857923;96059,905678;89259,994367;48461,1008011;75659,1137633;102859,1144455;102859,1205855;75659,1246788;68860,1349121;109659,1342299;130057,1335477;136857,1369588;143657,1390055;164251,1396875;130298,1526540" o:connectangles="0,0,0,0,0,0,0,0,0,0,0,0,0,0,0,0,0,0,0,0,0,0,0,0,0,0,0"/>
                      <w10:wrap anchory="page"/>
                    </v:shape>
                  </w:pict>
                </mc:Fallback>
              </mc:AlternateContent>
            </w:r>
            <w:r w:rsidR="00EF1C3B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D85E9E9" wp14:editId="556B6E47">
                      <wp:simplePos x="0" y="0"/>
                      <wp:positionH relativeFrom="column">
                        <wp:posOffset>2086809</wp:posOffset>
                      </wp:positionH>
                      <wp:positionV relativeFrom="page">
                        <wp:posOffset>4613514</wp:posOffset>
                      </wp:positionV>
                      <wp:extent cx="47656" cy="420915"/>
                      <wp:effectExtent l="0" t="0" r="28575" b="17780"/>
                      <wp:wrapNone/>
                      <wp:docPr id="75" name="Freeform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56" cy="420915"/>
                              </a:xfrm>
                              <a:custGeom>
                                <a:avLst/>
                                <a:gdLst>
                                  <a:gd name="connsiteX0" fmla="*/ 13772 w 63504"/>
                                  <a:gd name="connsiteY0" fmla="*/ 489 h 395588"/>
                                  <a:gd name="connsiteX1" fmla="*/ 47891 w 63504"/>
                                  <a:gd name="connsiteY1" fmla="*/ 191558 h 395588"/>
                                  <a:gd name="connsiteX2" fmla="*/ 61539 w 63504"/>
                                  <a:gd name="connsiteY2" fmla="*/ 362155 h 395588"/>
                                  <a:gd name="connsiteX3" fmla="*/ 6948 w 63504"/>
                                  <a:gd name="connsiteY3" fmla="*/ 375803 h 395588"/>
                                  <a:gd name="connsiteX4" fmla="*/ 124 w 63504"/>
                                  <a:gd name="connsiteY4" fmla="*/ 143791 h 395588"/>
                                  <a:gd name="connsiteX5" fmla="*/ 13772 w 63504"/>
                                  <a:gd name="connsiteY5" fmla="*/ 489 h 395588"/>
                                  <a:gd name="connsiteX0" fmla="*/ 13763 w 62872"/>
                                  <a:gd name="connsiteY0" fmla="*/ 13587 h 417145"/>
                                  <a:gd name="connsiteX1" fmla="*/ 43496 w 62872"/>
                                  <a:gd name="connsiteY1" fmla="*/ 46882 h 417145"/>
                                  <a:gd name="connsiteX2" fmla="*/ 61530 w 62872"/>
                                  <a:gd name="connsiteY2" fmla="*/ 375253 h 417145"/>
                                  <a:gd name="connsiteX3" fmla="*/ 6939 w 62872"/>
                                  <a:gd name="connsiteY3" fmla="*/ 388901 h 417145"/>
                                  <a:gd name="connsiteX4" fmla="*/ 115 w 62872"/>
                                  <a:gd name="connsiteY4" fmla="*/ 156889 h 417145"/>
                                  <a:gd name="connsiteX5" fmla="*/ 13763 w 62872"/>
                                  <a:gd name="connsiteY5" fmla="*/ 13587 h 417145"/>
                                  <a:gd name="connsiteX0" fmla="*/ 13763 w 47656"/>
                                  <a:gd name="connsiteY0" fmla="*/ 13936 h 420915"/>
                                  <a:gd name="connsiteX1" fmla="*/ 43496 w 47656"/>
                                  <a:gd name="connsiteY1" fmla="*/ 47231 h 420915"/>
                                  <a:gd name="connsiteX2" fmla="*/ 43507 w 47656"/>
                                  <a:gd name="connsiteY2" fmla="*/ 382436 h 420915"/>
                                  <a:gd name="connsiteX3" fmla="*/ 6939 w 47656"/>
                                  <a:gd name="connsiteY3" fmla="*/ 389250 h 420915"/>
                                  <a:gd name="connsiteX4" fmla="*/ 115 w 47656"/>
                                  <a:gd name="connsiteY4" fmla="*/ 157238 h 420915"/>
                                  <a:gd name="connsiteX5" fmla="*/ 13763 w 47656"/>
                                  <a:gd name="connsiteY5" fmla="*/ 13936 h 4209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47656" h="420915">
                                    <a:moveTo>
                                      <a:pt x="13763" y="13936"/>
                                    </a:moveTo>
                                    <a:cubicBezTo>
                                      <a:pt x="20993" y="-4398"/>
                                      <a:pt x="38539" y="-14186"/>
                                      <a:pt x="43496" y="47231"/>
                                    </a:cubicBezTo>
                                    <a:cubicBezTo>
                                      <a:pt x="48453" y="108648"/>
                                      <a:pt x="49600" y="325433"/>
                                      <a:pt x="43507" y="382436"/>
                                    </a:cubicBezTo>
                                    <a:cubicBezTo>
                                      <a:pt x="37414" y="439439"/>
                                      <a:pt x="17175" y="425644"/>
                                      <a:pt x="6939" y="389250"/>
                                    </a:cubicBezTo>
                                    <a:cubicBezTo>
                                      <a:pt x="-3297" y="352856"/>
                                      <a:pt x="1252" y="217516"/>
                                      <a:pt x="115" y="157238"/>
                                    </a:cubicBezTo>
                                    <a:cubicBezTo>
                                      <a:pt x="-1022" y="96960"/>
                                      <a:pt x="6533" y="32270"/>
                                      <a:pt x="13763" y="1393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5" o:spid="_x0000_s1026" style="position:absolute;margin-left:164.3pt;margin-top:363.25pt;width:3.75pt;height:33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47656,420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" path="m13763,13936c20993,-4398,38539,-14186,43496,47231v4957,61417,6104,278202,11,335205c37414,439439,17175,425644,6939,389250,-3297,352856,1252,217516,115,157238,-1022,96960,6533,32270,13763,13936xe" fillcolor="red" strokecolor="red" strokeweight="1pt">
                      <v:stroke joinstyle="miter"/>
                      <v:path arrowok="t" o:connecttype="custom" o:connectlocs="13763,13936;43496,47231;43507,382436;6939,389250;115,157238;13763,13936" o:connectangles="0,0,0,0,0,0"/>
                      <w10:wrap anchory="page"/>
                    </v:shape>
                  </w:pict>
                </mc:Fallback>
              </mc:AlternateContent>
            </w:r>
            <w:r w:rsidR="00EF1C3B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5728372" wp14:editId="6529643C">
                      <wp:simplePos x="0" y="0"/>
                      <wp:positionH relativeFrom="column">
                        <wp:posOffset>2018561</wp:posOffset>
                      </wp:positionH>
                      <wp:positionV relativeFrom="page">
                        <wp:posOffset>4409146</wp:posOffset>
                      </wp:positionV>
                      <wp:extent cx="81911" cy="252484"/>
                      <wp:effectExtent l="19050" t="19050" r="13970" b="14605"/>
                      <wp:wrapNone/>
                      <wp:docPr id="74" name="Freeform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911" cy="252484"/>
                              </a:xfrm>
                              <a:custGeom>
                                <a:avLst/>
                                <a:gdLst>
                                  <a:gd name="connsiteX0" fmla="*/ 40953 w 81911"/>
                                  <a:gd name="connsiteY0" fmla="*/ 0 h 252484"/>
                                  <a:gd name="connsiteX1" fmla="*/ 6833 w 81911"/>
                                  <a:gd name="connsiteY1" fmla="*/ 13648 h 252484"/>
                                  <a:gd name="connsiteX2" fmla="*/ 6833 w 81911"/>
                                  <a:gd name="connsiteY2" fmla="*/ 88711 h 252484"/>
                                  <a:gd name="connsiteX3" fmla="*/ 34129 w 81911"/>
                                  <a:gd name="connsiteY3" fmla="*/ 95535 h 252484"/>
                                  <a:gd name="connsiteX4" fmla="*/ 27305 w 81911"/>
                                  <a:gd name="connsiteY4" fmla="*/ 136478 h 252484"/>
                                  <a:gd name="connsiteX5" fmla="*/ 27305 w 81911"/>
                                  <a:gd name="connsiteY5" fmla="*/ 197893 h 252484"/>
                                  <a:gd name="connsiteX6" fmla="*/ 47776 w 81911"/>
                                  <a:gd name="connsiteY6" fmla="*/ 204717 h 252484"/>
                                  <a:gd name="connsiteX7" fmla="*/ 68248 w 81911"/>
                                  <a:gd name="connsiteY7" fmla="*/ 218364 h 252484"/>
                                  <a:gd name="connsiteX8" fmla="*/ 81896 w 81911"/>
                                  <a:gd name="connsiteY8" fmla="*/ 252484 h 2524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81911" h="252484">
                                    <a:moveTo>
                                      <a:pt x="40953" y="0"/>
                                    </a:moveTo>
                                    <a:cubicBezTo>
                                      <a:pt x="29580" y="4549"/>
                                      <a:pt x="15495" y="4986"/>
                                      <a:pt x="6833" y="13648"/>
                                    </a:cubicBezTo>
                                    <a:cubicBezTo>
                                      <a:pt x="-6397" y="26877"/>
                                      <a:pt x="2978" y="82544"/>
                                      <a:pt x="6833" y="88711"/>
                                    </a:cubicBezTo>
                                    <a:cubicBezTo>
                                      <a:pt x="11804" y="96664"/>
                                      <a:pt x="25030" y="93260"/>
                                      <a:pt x="34129" y="95535"/>
                                    </a:cubicBezTo>
                                    <a:cubicBezTo>
                                      <a:pt x="31854" y="109183"/>
                                      <a:pt x="30307" y="122972"/>
                                      <a:pt x="27305" y="136478"/>
                                    </a:cubicBezTo>
                                    <a:cubicBezTo>
                                      <a:pt x="21624" y="162043"/>
                                      <a:pt x="8684" y="165304"/>
                                      <a:pt x="27305" y="197893"/>
                                    </a:cubicBezTo>
                                    <a:cubicBezTo>
                                      <a:pt x="30874" y="204138"/>
                                      <a:pt x="41343" y="201500"/>
                                      <a:pt x="47776" y="204717"/>
                                    </a:cubicBezTo>
                                    <a:cubicBezTo>
                                      <a:pt x="55111" y="208385"/>
                                      <a:pt x="61424" y="213815"/>
                                      <a:pt x="68248" y="218364"/>
                                    </a:cubicBezTo>
                                    <a:cubicBezTo>
                                      <a:pt x="82913" y="247695"/>
                                      <a:pt x="81896" y="235487"/>
                                      <a:pt x="81896" y="252484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74" o:spid="_x0000_s1026" style="position:absolute;margin-left:158.95pt;margin-top:347.2pt;width:6.45pt;height:19.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81911,252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" path="m40953,c29580,4549,15495,4986,6833,13648v-13230,13229,-3855,68896,,75063c11804,96664,25030,93260,34129,95535v-2275,13648,-3822,27437,-6824,40943c21624,162043,8684,165304,27305,197893v3569,6245,14038,3607,20471,6824c55111,208385,61424,213815,68248,218364v14665,29331,13648,17123,13648,34120e" filled="f" strokecolor="red" strokeweight="3pt">
                      <v:stroke joinstyle="miter"/>
                      <v:path arrowok="t" o:connecttype="custom" o:connectlocs="40953,0;6833,13648;6833,88711;34129,95535;27305,136478;27305,197893;47776,204717;68248,218364;81896,252484" o:connectangles="0,0,0,0,0,0,0,0,0"/>
                      <w10:wrap anchory="page"/>
                    </v:shape>
                  </w:pict>
                </mc:Fallback>
              </mc:AlternateContent>
            </w:r>
            <w:r w:rsidR="00EF1C3B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FF737FF" wp14:editId="4A2C288C">
                      <wp:simplePos x="0" y="0"/>
                      <wp:positionH relativeFrom="column">
                        <wp:posOffset>2107116</wp:posOffset>
                      </wp:positionH>
                      <wp:positionV relativeFrom="page">
                        <wp:posOffset>1140507</wp:posOffset>
                      </wp:positionV>
                      <wp:extent cx="226860" cy="1351129"/>
                      <wp:effectExtent l="38100" t="38100" r="20955" b="20955"/>
                      <wp:wrapNone/>
                      <wp:docPr id="66" name="Freeform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860" cy="1351129"/>
                              </a:xfrm>
                              <a:custGeom>
                                <a:avLst/>
                                <a:gdLst>
                                  <a:gd name="connsiteX0" fmla="*/ 226481 w 226481"/>
                                  <a:gd name="connsiteY0" fmla="*/ 0 h 1665027"/>
                                  <a:gd name="connsiteX1" fmla="*/ 76355 w 226481"/>
                                  <a:gd name="connsiteY1" fmla="*/ 156950 h 1665027"/>
                                  <a:gd name="connsiteX2" fmla="*/ 42236 w 226481"/>
                                  <a:gd name="connsiteY2" fmla="*/ 354842 h 1665027"/>
                                  <a:gd name="connsiteX3" fmla="*/ 21764 w 226481"/>
                                  <a:gd name="connsiteY3" fmla="*/ 764275 h 1665027"/>
                                  <a:gd name="connsiteX4" fmla="*/ 1293 w 226481"/>
                                  <a:gd name="connsiteY4" fmla="*/ 1289714 h 1665027"/>
                                  <a:gd name="connsiteX5" fmla="*/ 1293 w 226481"/>
                                  <a:gd name="connsiteY5" fmla="*/ 1665027 h 1665027"/>
                                  <a:gd name="connsiteX0" fmla="*/ 226891 w 226891"/>
                                  <a:gd name="connsiteY0" fmla="*/ 0 h 1418383"/>
                                  <a:gd name="connsiteX1" fmla="*/ 76765 w 226891"/>
                                  <a:gd name="connsiteY1" fmla="*/ 156950 h 1418383"/>
                                  <a:gd name="connsiteX2" fmla="*/ 42646 w 226891"/>
                                  <a:gd name="connsiteY2" fmla="*/ 354842 h 1418383"/>
                                  <a:gd name="connsiteX3" fmla="*/ 22174 w 226891"/>
                                  <a:gd name="connsiteY3" fmla="*/ 764275 h 1418383"/>
                                  <a:gd name="connsiteX4" fmla="*/ 1703 w 226891"/>
                                  <a:gd name="connsiteY4" fmla="*/ 1289714 h 1418383"/>
                                  <a:gd name="connsiteX5" fmla="*/ 410 w 226891"/>
                                  <a:gd name="connsiteY5" fmla="*/ 1418383 h 1418383"/>
                                  <a:gd name="connsiteX0" fmla="*/ 227056 w 227056"/>
                                  <a:gd name="connsiteY0" fmla="*/ 0 h 1351537"/>
                                  <a:gd name="connsiteX1" fmla="*/ 76930 w 227056"/>
                                  <a:gd name="connsiteY1" fmla="*/ 156950 h 1351537"/>
                                  <a:gd name="connsiteX2" fmla="*/ 42811 w 227056"/>
                                  <a:gd name="connsiteY2" fmla="*/ 354842 h 1351537"/>
                                  <a:gd name="connsiteX3" fmla="*/ 22339 w 227056"/>
                                  <a:gd name="connsiteY3" fmla="*/ 764275 h 1351537"/>
                                  <a:gd name="connsiteX4" fmla="*/ 1868 w 227056"/>
                                  <a:gd name="connsiteY4" fmla="*/ 1289714 h 1351537"/>
                                  <a:gd name="connsiteX5" fmla="*/ 165 w 227056"/>
                                  <a:gd name="connsiteY5" fmla="*/ 1351537 h 13515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27056" h="1351537">
                                    <a:moveTo>
                                      <a:pt x="227056" y="0"/>
                                    </a:moveTo>
                                    <a:cubicBezTo>
                                      <a:pt x="167346" y="48905"/>
                                      <a:pt x="107637" y="97810"/>
                                      <a:pt x="76930" y="156950"/>
                                    </a:cubicBezTo>
                                    <a:cubicBezTo>
                                      <a:pt x="46223" y="216090"/>
                                      <a:pt x="51909" y="253621"/>
                                      <a:pt x="42811" y="354842"/>
                                    </a:cubicBezTo>
                                    <a:cubicBezTo>
                                      <a:pt x="33713" y="456063"/>
                                      <a:pt x="29163" y="608463"/>
                                      <a:pt x="22339" y="764275"/>
                                    </a:cubicBezTo>
                                    <a:cubicBezTo>
                                      <a:pt x="15515" y="920087"/>
                                      <a:pt x="5564" y="1191837"/>
                                      <a:pt x="1868" y="1289714"/>
                                    </a:cubicBezTo>
                                    <a:cubicBezTo>
                                      <a:pt x="-1828" y="1387591"/>
                                      <a:pt x="1302" y="1274200"/>
                                      <a:pt x="165" y="1351537"/>
                                    </a:cubicBezTo>
                                  </a:path>
                                </a:pathLst>
                              </a:custGeom>
                              <a:noFill/>
                              <a:ln w="76200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66" o:spid="_x0000_s1026" style="position:absolute;margin-left:165.9pt;margin-top:89.8pt;width:17.85pt;height:106.4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coordsize="227056,1351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" path="m227056,c167346,48905,107637,97810,76930,156950,46223,216090,51909,253621,42811,354842,33713,456063,29163,608463,22339,764275,15515,920087,5564,1191837,1868,1289714v-3696,97877,-566,-15514,-1703,61823e" filled="f" strokecolor="#bfbfbf [2412]" strokeweight="6pt">
                      <v:stroke joinstyle="miter"/>
                      <v:path arrowok="t" o:connecttype="custom" o:connectlocs="226860,0;76864,156903;42774,354735;22320,764044;1866,1289325;165,1351129" o:connectangles="0,0,0,0,0,0"/>
                      <w10:wrap anchory="page"/>
                    </v:shape>
                  </w:pict>
                </mc:Fallback>
              </mc:AlternateContent>
            </w:r>
            <w:r w:rsidR="00EF1C3B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B1C66E4" wp14:editId="2BA3FF1D">
                      <wp:simplePos x="0" y="0"/>
                      <wp:positionH relativeFrom="column">
                        <wp:posOffset>1975485</wp:posOffset>
                      </wp:positionH>
                      <wp:positionV relativeFrom="page">
                        <wp:posOffset>2947831</wp:posOffset>
                      </wp:positionV>
                      <wp:extent cx="102235" cy="397510"/>
                      <wp:effectExtent l="19050" t="19050" r="12065" b="21590"/>
                      <wp:wrapNone/>
                      <wp:docPr id="72" name="Freeform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235" cy="397510"/>
                              </a:xfrm>
                              <a:custGeom>
                                <a:avLst/>
                                <a:gdLst>
                                  <a:gd name="connsiteX0" fmla="*/ 107723 w 107723"/>
                                  <a:gd name="connsiteY0" fmla="*/ 13648 h 397865"/>
                                  <a:gd name="connsiteX1" fmla="*/ 73604 w 107723"/>
                                  <a:gd name="connsiteY1" fmla="*/ 27296 h 397865"/>
                                  <a:gd name="connsiteX2" fmla="*/ 32661 w 107723"/>
                                  <a:gd name="connsiteY2" fmla="*/ 0 h 397865"/>
                                  <a:gd name="connsiteX3" fmla="*/ 12189 w 107723"/>
                                  <a:gd name="connsiteY3" fmla="*/ 6824 h 397865"/>
                                  <a:gd name="connsiteX4" fmla="*/ 5365 w 107723"/>
                                  <a:gd name="connsiteY4" fmla="*/ 27296 h 397865"/>
                                  <a:gd name="connsiteX5" fmla="*/ 25837 w 107723"/>
                                  <a:gd name="connsiteY5" fmla="*/ 68239 h 397865"/>
                                  <a:gd name="connsiteX6" fmla="*/ 19013 w 107723"/>
                                  <a:gd name="connsiteY6" fmla="*/ 88711 h 397865"/>
                                  <a:gd name="connsiteX7" fmla="*/ 5365 w 107723"/>
                                  <a:gd name="connsiteY7" fmla="*/ 109182 h 397865"/>
                                  <a:gd name="connsiteX8" fmla="*/ 19013 w 107723"/>
                                  <a:gd name="connsiteY8" fmla="*/ 129654 h 397865"/>
                                  <a:gd name="connsiteX9" fmla="*/ 25837 w 107723"/>
                                  <a:gd name="connsiteY9" fmla="*/ 150126 h 397865"/>
                                  <a:gd name="connsiteX10" fmla="*/ 5365 w 107723"/>
                                  <a:gd name="connsiteY10" fmla="*/ 156949 h 397865"/>
                                  <a:gd name="connsiteX11" fmla="*/ 32661 w 107723"/>
                                  <a:gd name="connsiteY11" fmla="*/ 238836 h 397865"/>
                                  <a:gd name="connsiteX12" fmla="*/ 19013 w 107723"/>
                                  <a:gd name="connsiteY12" fmla="*/ 266131 h 397865"/>
                                  <a:gd name="connsiteX13" fmla="*/ 12189 w 107723"/>
                                  <a:gd name="connsiteY13" fmla="*/ 313899 h 397865"/>
                                  <a:gd name="connsiteX14" fmla="*/ 32661 w 107723"/>
                                  <a:gd name="connsiteY14" fmla="*/ 375314 h 397865"/>
                                  <a:gd name="connsiteX15" fmla="*/ 39484 w 107723"/>
                                  <a:gd name="connsiteY15" fmla="*/ 395785 h 397865"/>
                                  <a:gd name="connsiteX16" fmla="*/ 66780 w 107723"/>
                                  <a:gd name="connsiteY16" fmla="*/ 395785 h 397865"/>
                                  <a:gd name="connsiteX0" fmla="*/ 102426 w 102426"/>
                                  <a:gd name="connsiteY0" fmla="*/ 13648 h 397865"/>
                                  <a:gd name="connsiteX1" fmla="*/ 68307 w 102426"/>
                                  <a:gd name="connsiteY1" fmla="*/ 27296 h 397865"/>
                                  <a:gd name="connsiteX2" fmla="*/ 27364 w 102426"/>
                                  <a:gd name="connsiteY2" fmla="*/ 0 h 397865"/>
                                  <a:gd name="connsiteX3" fmla="*/ 6892 w 102426"/>
                                  <a:gd name="connsiteY3" fmla="*/ 6824 h 397865"/>
                                  <a:gd name="connsiteX4" fmla="*/ 68 w 102426"/>
                                  <a:gd name="connsiteY4" fmla="*/ 27296 h 397865"/>
                                  <a:gd name="connsiteX5" fmla="*/ 20540 w 102426"/>
                                  <a:gd name="connsiteY5" fmla="*/ 68239 h 397865"/>
                                  <a:gd name="connsiteX6" fmla="*/ 13716 w 102426"/>
                                  <a:gd name="connsiteY6" fmla="*/ 88711 h 397865"/>
                                  <a:gd name="connsiteX7" fmla="*/ 68 w 102426"/>
                                  <a:gd name="connsiteY7" fmla="*/ 109182 h 397865"/>
                                  <a:gd name="connsiteX8" fmla="*/ 13716 w 102426"/>
                                  <a:gd name="connsiteY8" fmla="*/ 129654 h 397865"/>
                                  <a:gd name="connsiteX9" fmla="*/ 20540 w 102426"/>
                                  <a:gd name="connsiteY9" fmla="*/ 150126 h 397865"/>
                                  <a:gd name="connsiteX10" fmla="*/ 68 w 102426"/>
                                  <a:gd name="connsiteY10" fmla="*/ 156949 h 397865"/>
                                  <a:gd name="connsiteX11" fmla="*/ 13716 w 102426"/>
                                  <a:gd name="connsiteY11" fmla="*/ 266131 h 397865"/>
                                  <a:gd name="connsiteX12" fmla="*/ 6892 w 102426"/>
                                  <a:gd name="connsiteY12" fmla="*/ 313899 h 397865"/>
                                  <a:gd name="connsiteX13" fmla="*/ 27364 w 102426"/>
                                  <a:gd name="connsiteY13" fmla="*/ 375314 h 397865"/>
                                  <a:gd name="connsiteX14" fmla="*/ 34187 w 102426"/>
                                  <a:gd name="connsiteY14" fmla="*/ 395785 h 397865"/>
                                  <a:gd name="connsiteX15" fmla="*/ 61483 w 102426"/>
                                  <a:gd name="connsiteY15" fmla="*/ 395785 h 3978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02426" h="397865">
                                    <a:moveTo>
                                      <a:pt x="102426" y="13648"/>
                                    </a:moveTo>
                                    <a:cubicBezTo>
                                      <a:pt x="91053" y="18197"/>
                                      <a:pt x="80359" y="29487"/>
                                      <a:pt x="68307" y="27296"/>
                                    </a:cubicBezTo>
                                    <a:cubicBezTo>
                                      <a:pt x="52169" y="24362"/>
                                      <a:pt x="27364" y="0"/>
                                      <a:pt x="27364" y="0"/>
                                    </a:cubicBezTo>
                                    <a:cubicBezTo>
                                      <a:pt x="20540" y="2275"/>
                                      <a:pt x="11978" y="1738"/>
                                      <a:pt x="6892" y="6824"/>
                                    </a:cubicBezTo>
                                    <a:cubicBezTo>
                                      <a:pt x="1806" y="11910"/>
                                      <a:pt x="68" y="20103"/>
                                      <a:pt x="68" y="27296"/>
                                    </a:cubicBezTo>
                                    <a:cubicBezTo>
                                      <a:pt x="68" y="41421"/>
                                      <a:pt x="13640" y="57890"/>
                                      <a:pt x="20540" y="68239"/>
                                    </a:cubicBezTo>
                                    <a:cubicBezTo>
                                      <a:pt x="18265" y="75063"/>
                                      <a:pt x="16933" y="82277"/>
                                      <a:pt x="13716" y="88711"/>
                                    </a:cubicBezTo>
                                    <a:cubicBezTo>
                                      <a:pt x="10048" y="96046"/>
                                      <a:pt x="68" y="100981"/>
                                      <a:pt x="68" y="109182"/>
                                    </a:cubicBezTo>
                                    <a:cubicBezTo>
                                      <a:pt x="68" y="117383"/>
                                      <a:pt x="10048" y="122318"/>
                                      <a:pt x="13716" y="129654"/>
                                    </a:cubicBezTo>
                                    <a:cubicBezTo>
                                      <a:pt x="16933" y="136088"/>
                                      <a:pt x="18265" y="143302"/>
                                      <a:pt x="20540" y="150126"/>
                                    </a:cubicBezTo>
                                    <a:cubicBezTo>
                                      <a:pt x="13716" y="152400"/>
                                      <a:pt x="1205" y="137615"/>
                                      <a:pt x="68" y="156949"/>
                                    </a:cubicBezTo>
                                    <a:cubicBezTo>
                                      <a:pt x="-1069" y="176283"/>
                                      <a:pt x="12579" y="239973"/>
                                      <a:pt x="13716" y="266131"/>
                                    </a:cubicBezTo>
                                    <a:cubicBezTo>
                                      <a:pt x="14853" y="292289"/>
                                      <a:pt x="9167" y="297976"/>
                                      <a:pt x="6892" y="313899"/>
                                    </a:cubicBezTo>
                                    <a:cubicBezTo>
                                      <a:pt x="19561" y="389914"/>
                                      <a:pt x="3375" y="327336"/>
                                      <a:pt x="27364" y="375314"/>
                                    </a:cubicBezTo>
                                    <a:cubicBezTo>
                                      <a:pt x="30581" y="381747"/>
                                      <a:pt x="28019" y="392084"/>
                                      <a:pt x="34187" y="395785"/>
                                    </a:cubicBezTo>
                                    <a:cubicBezTo>
                                      <a:pt x="41989" y="400466"/>
                                      <a:pt x="52384" y="395785"/>
                                      <a:pt x="61483" y="395785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Freeform 72" o:spid="_x0000_s1026" style="position:absolute;margin-left:155.55pt;margin-top:232.1pt;width:8.05pt;height:31.3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middle" coordsize="102426,397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" path="m102426,13648c91053,18197,80359,29487,68307,27296,52169,24362,27364,,27364,,20540,2275,11978,1738,6892,6824,1806,11910,68,20103,68,27296v,14125,13572,30594,20472,40943c18265,75063,16933,82277,13716,88711,10048,96046,68,100981,68,109182v,8201,9980,13136,13648,20472c16933,136088,18265,143302,20540,150126,13716,152400,1205,137615,68,156949v-1137,19334,12511,83024,13648,109182c14853,292289,9167,297976,6892,313899v12669,76015,-3517,13437,20472,61415c30581,381747,28019,392084,34187,395785v7802,4681,18197,,27296,e" filled="f" strokecolor="red" strokeweight="3pt">
                      <v:stroke joinstyle="miter"/>
                      <v:path arrowok="t" o:connecttype="custom" o:connectlocs="102235,13636;68180,27272;27313,0;6879,6818;68,27272;20502,68178;13690,88632;68,109085;13690,129538;20502,149992;68,156809;13690,265894;6879,313619;27313,374979;34123,395432;61368,395432" o:connectangles="0,0,0,0,0,0,0,0,0,0,0,0,0,0,0,0"/>
                      <w10:wrap anchory="page"/>
                    </v:shape>
                  </w:pict>
                </mc:Fallback>
              </mc:AlternateContent>
            </w:r>
            <w:r w:rsidR="00077379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D7EBD8C" wp14:editId="123A7EAD">
                      <wp:simplePos x="0" y="0"/>
                      <wp:positionH relativeFrom="column">
                        <wp:posOffset>2298349</wp:posOffset>
                      </wp:positionH>
                      <wp:positionV relativeFrom="page">
                        <wp:posOffset>1174627</wp:posOffset>
                      </wp:positionV>
                      <wp:extent cx="47767" cy="259307"/>
                      <wp:effectExtent l="0" t="0" r="28575" b="26670"/>
                      <wp:wrapNone/>
                      <wp:docPr id="69" name="Freeform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767" cy="259307"/>
                              </a:xfrm>
                              <a:custGeom>
                                <a:avLst/>
                                <a:gdLst>
                                  <a:gd name="connsiteX0" fmla="*/ 0 w 47767"/>
                                  <a:gd name="connsiteY0" fmla="*/ 259307 h 259307"/>
                                  <a:gd name="connsiteX1" fmla="*/ 13648 w 47767"/>
                                  <a:gd name="connsiteY1" fmla="*/ 184245 h 259307"/>
                                  <a:gd name="connsiteX2" fmla="*/ 27296 w 47767"/>
                                  <a:gd name="connsiteY2" fmla="*/ 95534 h 259307"/>
                                  <a:gd name="connsiteX3" fmla="*/ 47767 w 47767"/>
                                  <a:gd name="connsiteY3" fmla="*/ 0 h 2593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7767" h="259307">
                                    <a:moveTo>
                                      <a:pt x="0" y="259307"/>
                                    </a:moveTo>
                                    <a:cubicBezTo>
                                      <a:pt x="4549" y="235423"/>
                                      <a:pt x="9099" y="211540"/>
                                      <a:pt x="13648" y="184245"/>
                                    </a:cubicBezTo>
                                    <a:cubicBezTo>
                                      <a:pt x="18197" y="156950"/>
                                      <a:pt x="21610" y="126241"/>
                                      <a:pt x="27296" y="95534"/>
                                    </a:cubicBezTo>
                                    <a:cubicBezTo>
                                      <a:pt x="32983" y="64826"/>
                                      <a:pt x="45492" y="13648"/>
                                      <a:pt x="47767" y="0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69" o:spid="_x0000_s1026" style="position:absolute;margin-left:180.95pt;margin-top:92.5pt;width:3.75pt;height:20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47767,259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" path="m,259307c4549,235423,9099,211540,13648,184245v4549,-27295,7962,-58004,13648,-88711c32983,64826,45492,13648,47767,e" filled="f" strokecolor="black [3213]" strokeweight="1.5pt">
                      <v:stroke joinstyle="miter"/>
                      <v:path arrowok="t" o:connecttype="custom" o:connectlocs="0,259307;13648,184245;27296,95534;47767,0" o:connectangles="0,0,0,0"/>
                      <w10:wrap anchory="page"/>
                    </v:shape>
                  </w:pict>
                </mc:Fallback>
              </mc:AlternateContent>
            </w:r>
            <w:r w:rsidR="006C1CD1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91A6C04" wp14:editId="35AEC5FF">
                      <wp:simplePos x="0" y="0"/>
                      <wp:positionH relativeFrom="column">
                        <wp:posOffset>1691024</wp:posOffset>
                      </wp:positionH>
                      <wp:positionV relativeFrom="page">
                        <wp:posOffset>3835940</wp:posOffset>
                      </wp:positionV>
                      <wp:extent cx="136478" cy="68239"/>
                      <wp:effectExtent l="19050" t="19050" r="35560" b="46355"/>
                      <wp:wrapNone/>
                      <wp:docPr id="67" name="Straight Connector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6478" cy="68239"/>
                              </a:xfrm>
                              <a:prstGeom prst="line">
                                <a:avLst/>
                              </a:prstGeom>
                              <a:ln w="57150" cmpd="dbl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67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" from="133.15pt,302.05pt" to="143.9pt,30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" strokecolor="red" strokeweight="4.5pt">
                      <v:stroke linestyle="thinThin" joinstyle="miter"/>
                      <w10:wrap anchory="page"/>
                    </v:line>
                  </w:pict>
                </mc:Fallback>
              </mc:AlternateContent>
            </w:r>
            <w:r w:rsidR="00862CBF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CEE9ABC" wp14:editId="38B2E2A2">
                      <wp:simplePos x="0" y="0"/>
                      <wp:positionH relativeFrom="column">
                        <wp:posOffset>1725143</wp:posOffset>
                      </wp:positionH>
                      <wp:positionV relativeFrom="page">
                        <wp:posOffset>4586567</wp:posOffset>
                      </wp:positionV>
                      <wp:extent cx="176196" cy="617584"/>
                      <wp:effectExtent l="19050" t="19050" r="14605" b="11430"/>
                      <wp:wrapNone/>
                      <wp:docPr id="64" name="Freeform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196" cy="617584"/>
                              </a:xfrm>
                              <a:custGeom>
                                <a:avLst/>
                                <a:gdLst>
                                  <a:gd name="connsiteX0" fmla="*/ 123652 w 151027"/>
                                  <a:gd name="connsiteY0" fmla="*/ 0 h 525439"/>
                                  <a:gd name="connsiteX1" fmla="*/ 130476 w 151027"/>
                                  <a:gd name="connsiteY1" fmla="*/ 34120 h 525439"/>
                                  <a:gd name="connsiteX2" fmla="*/ 137300 w 151027"/>
                                  <a:gd name="connsiteY2" fmla="*/ 54591 h 525439"/>
                                  <a:gd name="connsiteX3" fmla="*/ 123652 w 151027"/>
                                  <a:gd name="connsiteY3" fmla="*/ 143302 h 525439"/>
                                  <a:gd name="connsiteX4" fmla="*/ 110004 w 151027"/>
                                  <a:gd name="connsiteY4" fmla="*/ 170597 h 525439"/>
                                  <a:gd name="connsiteX5" fmla="*/ 116828 w 151027"/>
                                  <a:gd name="connsiteY5" fmla="*/ 197893 h 525439"/>
                                  <a:gd name="connsiteX6" fmla="*/ 137300 w 151027"/>
                                  <a:gd name="connsiteY6" fmla="*/ 218364 h 525439"/>
                                  <a:gd name="connsiteX7" fmla="*/ 150948 w 151027"/>
                                  <a:gd name="connsiteY7" fmla="*/ 238836 h 525439"/>
                                  <a:gd name="connsiteX8" fmla="*/ 137300 w 151027"/>
                                  <a:gd name="connsiteY8" fmla="*/ 259308 h 525439"/>
                                  <a:gd name="connsiteX9" fmla="*/ 130476 w 151027"/>
                                  <a:gd name="connsiteY9" fmla="*/ 279779 h 525439"/>
                                  <a:gd name="connsiteX10" fmla="*/ 89533 w 151027"/>
                                  <a:gd name="connsiteY10" fmla="*/ 293427 h 525439"/>
                                  <a:gd name="connsiteX11" fmla="*/ 82709 w 151027"/>
                                  <a:gd name="connsiteY11" fmla="*/ 313899 h 525439"/>
                                  <a:gd name="connsiteX12" fmla="*/ 144124 w 151027"/>
                                  <a:gd name="connsiteY12" fmla="*/ 341194 h 525439"/>
                                  <a:gd name="connsiteX13" fmla="*/ 150948 w 151027"/>
                                  <a:gd name="connsiteY13" fmla="*/ 361666 h 525439"/>
                                  <a:gd name="connsiteX14" fmla="*/ 116828 w 151027"/>
                                  <a:gd name="connsiteY14" fmla="*/ 416257 h 525439"/>
                                  <a:gd name="connsiteX15" fmla="*/ 75885 w 151027"/>
                                  <a:gd name="connsiteY15" fmla="*/ 429905 h 525439"/>
                                  <a:gd name="connsiteX16" fmla="*/ 55413 w 151027"/>
                                  <a:gd name="connsiteY16" fmla="*/ 436729 h 525439"/>
                                  <a:gd name="connsiteX17" fmla="*/ 82709 w 151027"/>
                                  <a:gd name="connsiteY17" fmla="*/ 443552 h 525439"/>
                                  <a:gd name="connsiteX18" fmla="*/ 103181 w 151027"/>
                                  <a:gd name="connsiteY18" fmla="*/ 450376 h 525439"/>
                                  <a:gd name="connsiteX19" fmla="*/ 116828 w 151027"/>
                                  <a:gd name="connsiteY19" fmla="*/ 491320 h 525439"/>
                                  <a:gd name="connsiteX20" fmla="*/ 110004 w 151027"/>
                                  <a:gd name="connsiteY20" fmla="*/ 511791 h 525439"/>
                                  <a:gd name="connsiteX21" fmla="*/ 69061 w 151027"/>
                                  <a:gd name="connsiteY21" fmla="*/ 525439 h 525439"/>
                                  <a:gd name="connsiteX22" fmla="*/ 28118 w 151027"/>
                                  <a:gd name="connsiteY22" fmla="*/ 518615 h 525439"/>
                                  <a:gd name="connsiteX23" fmla="*/ 7646 w 151027"/>
                                  <a:gd name="connsiteY23" fmla="*/ 504967 h 525439"/>
                                  <a:gd name="connsiteX24" fmla="*/ 822 w 151027"/>
                                  <a:gd name="connsiteY24" fmla="*/ 443552 h 525439"/>
                                  <a:gd name="connsiteX0" fmla="*/ 96260 w 151027"/>
                                  <a:gd name="connsiteY0" fmla="*/ 0 h 614199"/>
                                  <a:gd name="connsiteX1" fmla="*/ 130476 w 151027"/>
                                  <a:gd name="connsiteY1" fmla="*/ 122880 h 614199"/>
                                  <a:gd name="connsiteX2" fmla="*/ 137300 w 151027"/>
                                  <a:gd name="connsiteY2" fmla="*/ 143351 h 614199"/>
                                  <a:gd name="connsiteX3" fmla="*/ 123652 w 151027"/>
                                  <a:gd name="connsiteY3" fmla="*/ 232062 h 614199"/>
                                  <a:gd name="connsiteX4" fmla="*/ 110004 w 151027"/>
                                  <a:gd name="connsiteY4" fmla="*/ 259357 h 614199"/>
                                  <a:gd name="connsiteX5" fmla="*/ 116828 w 151027"/>
                                  <a:gd name="connsiteY5" fmla="*/ 286653 h 614199"/>
                                  <a:gd name="connsiteX6" fmla="*/ 137300 w 151027"/>
                                  <a:gd name="connsiteY6" fmla="*/ 307124 h 614199"/>
                                  <a:gd name="connsiteX7" fmla="*/ 150948 w 151027"/>
                                  <a:gd name="connsiteY7" fmla="*/ 327596 h 614199"/>
                                  <a:gd name="connsiteX8" fmla="*/ 137300 w 151027"/>
                                  <a:gd name="connsiteY8" fmla="*/ 348068 h 614199"/>
                                  <a:gd name="connsiteX9" fmla="*/ 130476 w 151027"/>
                                  <a:gd name="connsiteY9" fmla="*/ 368539 h 614199"/>
                                  <a:gd name="connsiteX10" fmla="*/ 89533 w 151027"/>
                                  <a:gd name="connsiteY10" fmla="*/ 382187 h 614199"/>
                                  <a:gd name="connsiteX11" fmla="*/ 82709 w 151027"/>
                                  <a:gd name="connsiteY11" fmla="*/ 402659 h 614199"/>
                                  <a:gd name="connsiteX12" fmla="*/ 144124 w 151027"/>
                                  <a:gd name="connsiteY12" fmla="*/ 429954 h 614199"/>
                                  <a:gd name="connsiteX13" fmla="*/ 150948 w 151027"/>
                                  <a:gd name="connsiteY13" fmla="*/ 450426 h 614199"/>
                                  <a:gd name="connsiteX14" fmla="*/ 116828 w 151027"/>
                                  <a:gd name="connsiteY14" fmla="*/ 505017 h 614199"/>
                                  <a:gd name="connsiteX15" fmla="*/ 75885 w 151027"/>
                                  <a:gd name="connsiteY15" fmla="*/ 518665 h 614199"/>
                                  <a:gd name="connsiteX16" fmla="*/ 55413 w 151027"/>
                                  <a:gd name="connsiteY16" fmla="*/ 525489 h 614199"/>
                                  <a:gd name="connsiteX17" fmla="*/ 82709 w 151027"/>
                                  <a:gd name="connsiteY17" fmla="*/ 532312 h 614199"/>
                                  <a:gd name="connsiteX18" fmla="*/ 103181 w 151027"/>
                                  <a:gd name="connsiteY18" fmla="*/ 539136 h 614199"/>
                                  <a:gd name="connsiteX19" fmla="*/ 116828 w 151027"/>
                                  <a:gd name="connsiteY19" fmla="*/ 580080 h 614199"/>
                                  <a:gd name="connsiteX20" fmla="*/ 110004 w 151027"/>
                                  <a:gd name="connsiteY20" fmla="*/ 600551 h 614199"/>
                                  <a:gd name="connsiteX21" fmla="*/ 69061 w 151027"/>
                                  <a:gd name="connsiteY21" fmla="*/ 614199 h 614199"/>
                                  <a:gd name="connsiteX22" fmla="*/ 28118 w 151027"/>
                                  <a:gd name="connsiteY22" fmla="*/ 607375 h 614199"/>
                                  <a:gd name="connsiteX23" fmla="*/ 7646 w 151027"/>
                                  <a:gd name="connsiteY23" fmla="*/ 593727 h 614199"/>
                                  <a:gd name="connsiteX24" fmla="*/ 822 w 151027"/>
                                  <a:gd name="connsiteY24" fmla="*/ 532312 h 614199"/>
                                  <a:gd name="connsiteX0" fmla="*/ 96260 w 151027"/>
                                  <a:gd name="connsiteY0" fmla="*/ 0 h 614199"/>
                                  <a:gd name="connsiteX1" fmla="*/ 130476 w 151027"/>
                                  <a:gd name="connsiteY1" fmla="*/ 122880 h 614199"/>
                                  <a:gd name="connsiteX2" fmla="*/ 151027 w 151027"/>
                                  <a:gd name="connsiteY2" fmla="*/ 107474 h 614199"/>
                                  <a:gd name="connsiteX3" fmla="*/ 123652 w 151027"/>
                                  <a:gd name="connsiteY3" fmla="*/ 232062 h 614199"/>
                                  <a:gd name="connsiteX4" fmla="*/ 110004 w 151027"/>
                                  <a:gd name="connsiteY4" fmla="*/ 259357 h 614199"/>
                                  <a:gd name="connsiteX5" fmla="*/ 116828 w 151027"/>
                                  <a:gd name="connsiteY5" fmla="*/ 286653 h 614199"/>
                                  <a:gd name="connsiteX6" fmla="*/ 137300 w 151027"/>
                                  <a:gd name="connsiteY6" fmla="*/ 307124 h 614199"/>
                                  <a:gd name="connsiteX7" fmla="*/ 150948 w 151027"/>
                                  <a:gd name="connsiteY7" fmla="*/ 327596 h 614199"/>
                                  <a:gd name="connsiteX8" fmla="*/ 137300 w 151027"/>
                                  <a:gd name="connsiteY8" fmla="*/ 348068 h 614199"/>
                                  <a:gd name="connsiteX9" fmla="*/ 130476 w 151027"/>
                                  <a:gd name="connsiteY9" fmla="*/ 368539 h 614199"/>
                                  <a:gd name="connsiteX10" fmla="*/ 89533 w 151027"/>
                                  <a:gd name="connsiteY10" fmla="*/ 382187 h 614199"/>
                                  <a:gd name="connsiteX11" fmla="*/ 82709 w 151027"/>
                                  <a:gd name="connsiteY11" fmla="*/ 402659 h 614199"/>
                                  <a:gd name="connsiteX12" fmla="*/ 144124 w 151027"/>
                                  <a:gd name="connsiteY12" fmla="*/ 429954 h 614199"/>
                                  <a:gd name="connsiteX13" fmla="*/ 150948 w 151027"/>
                                  <a:gd name="connsiteY13" fmla="*/ 450426 h 614199"/>
                                  <a:gd name="connsiteX14" fmla="*/ 116828 w 151027"/>
                                  <a:gd name="connsiteY14" fmla="*/ 505017 h 614199"/>
                                  <a:gd name="connsiteX15" fmla="*/ 75885 w 151027"/>
                                  <a:gd name="connsiteY15" fmla="*/ 518665 h 614199"/>
                                  <a:gd name="connsiteX16" fmla="*/ 55413 w 151027"/>
                                  <a:gd name="connsiteY16" fmla="*/ 525489 h 614199"/>
                                  <a:gd name="connsiteX17" fmla="*/ 82709 w 151027"/>
                                  <a:gd name="connsiteY17" fmla="*/ 532312 h 614199"/>
                                  <a:gd name="connsiteX18" fmla="*/ 103181 w 151027"/>
                                  <a:gd name="connsiteY18" fmla="*/ 539136 h 614199"/>
                                  <a:gd name="connsiteX19" fmla="*/ 116828 w 151027"/>
                                  <a:gd name="connsiteY19" fmla="*/ 580080 h 614199"/>
                                  <a:gd name="connsiteX20" fmla="*/ 110004 w 151027"/>
                                  <a:gd name="connsiteY20" fmla="*/ 600551 h 614199"/>
                                  <a:gd name="connsiteX21" fmla="*/ 69061 w 151027"/>
                                  <a:gd name="connsiteY21" fmla="*/ 614199 h 614199"/>
                                  <a:gd name="connsiteX22" fmla="*/ 28118 w 151027"/>
                                  <a:gd name="connsiteY22" fmla="*/ 607375 h 614199"/>
                                  <a:gd name="connsiteX23" fmla="*/ 7646 w 151027"/>
                                  <a:gd name="connsiteY23" fmla="*/ 593727 h 614199"/>
                                  <a:gd name="connsiteX24" fmla="*/ 822 w 151027"/>
                                  <a:gd name="connsiteY24" fmla="*/ 532312 h 614199"/>
                                  <a:gd name="connsiteX0" fmla="*/ 96260 w 170830"/>
                                  <a:gd name="connsiteY0" fmla="*/ 287 h 614486"/>
                                  <a:gd name="connsiteX1" fmla="*/ 130476 w 170830"/>
                                  <a:gd name="connsiteY1" fmla="*/ 123167 h 614486"/>
                                  <a:gd name="connsiteX2" fmla="*/ 170830 w 170830"/>
                                  <a:gd name="connsiteY2" fmla="*/ 287 h 614486"/>
                                  <a:gd name="connsiteX3" fmla="*/ 123652 w 170830"/>
                                  <a:gd name="connsiteY3" fmla="*/ 232349 h 614486"/>
                                  <a:gd name="connsiteX4" fmla="*/ 110004 w 170830"/>
                                  <a:gd name="connsiteY4" fmla="*/ 259644 h 614486"/>
                                  <a:gd name="connsiteX5" fmla="*/ 116828 w 170830"/>
                                  <a:gd name="connsiteY5" fmla="*/ 286940 h 614486"/>
                                  <a:gd name="connsiteX6" fmla="*/ 137300 w 170830"/>
                                  <a:gd name="connsiteY6" fmla="*/ 307411 h 614486"/>
                                  <a:gd name="connsiteX7" fmla="*/ 150948 w 170830"/>
                                  <a:gd name="connsiteY7" fmla="*/ 327883 h 614486"/>
                                  <a:gd name="connsiteX8" fmla="*/ 137300 w 170830"/>
                                  <a:gd name="connsiteY8" fmla="*/ 348355 h 614486"/>
                                  <a:gd name="connsiteX9" fmla="*/ 130476 w 170830"/>
                                  <a:gd name="connsiteY9" fmla="*/ 368826 h 614486"/>
                                  <a:gd name="connsiteX10" fmla="*/ 89533 w 170830"/>
                                  <a:gd name="connsiteY10" fmla="*/ 382474 h 614486"/>
                                  <a:gd name="connsiteX11" fmla="*/ 82709 w 170830"/>
                                  <a:gd name="connsiteY11" fmla="*/ 402946 h 614486"/>
                                  <a:gd name="connsiteX12" fmla="*/ 144124 w 170830"/>
                                  <a:gd name="connsiteY12" fmla="*/ 430241 h 614486"/>
                                  <a:gd name="connsiteX13" fmla="*/ 150948 w 170830"/>
                                  <a:gd name="connsiteY13" fmla="*/ 450713 h 614486"/>
                                  <a:gd name="connsiteX14" fmla="*/ 116828 w 170830"/>
                                  <a:gd name="connsiteY14" fmla="*/ 505304 h 614486"/>
                                  <a:gd name="connsiteX15" fmla="*/ 75885 w 170830"/>
                                  <a:gd name="connsiteY15" fmla="*/ 518952 h 614486"/>
                                  <a:gd name="connsiteX16" fmla="*/ 55413 w 170830"/>
                                  <a:gd name="connsiteY16" fmla="*/ 525776 h 614486"/>
                                  <a:gd name="connsiteX17" fmla="*/ 82709 w 170830"/>
                                  <a:gd name="connsiteY17" fmla="*/ 532599 h 614486"/>
                                  <a:gd name="connsiteX18" fmla="*/ 103181 w 170830"/>
                                  <a:gd name="connsiteY18" fmla="*/ 539423 h 614486"/>
                                  <a:gd name="connsiteX19" fmla="*/ 116828 w 170830"/>
                                  <a:gd name="connsiteY19" fmla="*/ 580367 h 614486"/>
                                  <a:gd name="connsiteX20" fmla="*/ 110004 w 170830"/>
                                  <a:gd name="connsiteY20" fmla="*/ 600838 h 614486"/>
                                  <a:gd name="connsiteX21" fmla="*/ 69061 w 170830"/>
                                  <a:gd name="connsiteY21" fmla="*/ 614486 h 614486"/>
                                  <a:gd name="connsiteX22" fmla="*/ 28118 w 170830"/>
                                  <a:gd name="connsiteY22" fmla="*/ 607662 h 614486"/>
                                  <a:gd name="connsiteX23" fmla="*/ 7646 w 170830"/>
                                  <a:gd name="connsiteY23" fmla="*/ 594014 h 614486"/>
                                  <a:gd name="connsiteX24" fmla="*/ 822 w 170830"/>
                                  <a:gd name="connsiteY24" fmla="*/ 532599 h 614486"/>
                                  <a:gd name="connsiteX0" fmla="*/ 96260 w 171125"/>
                                  <a:gd name="connsiteY0" fmla="*/ 17285 h 631484"/>
                                  <a:gd name="connsiteX1" fmla="*/ 141404 w 171125"/>
                                  <a:gd name="connsiteY1" fmla="*/ 16998 h 631484"/>
                                  <a:gd name="connsiteX2" fmla="*/ 170830 w 171125"/>
                                  <a:gd name="connsiteY2" fmla="*/ 17285 h 631484"/>
                                  <a:gd name="connsiteX3" fmla="*/ 123652 w 171125"/>
                                  <a:gd name="connsiteY3" fmla="*/ 249347 h 631484"/>
                                  <a:gd name="connsiteX4" fmla="*/ 110004 w 171125"/>
                                  <a:gd name="connsiteY4" fmla="*/ 276642 h 631484"/>
                                  <a:gd name="connsiteX5" fmla="*/ 116828 w 171125"/>
                                  <a:gd name="connsiteY5" fmla="*/ 303938 h 631484"/>
                                  <a:gd name="connsiteX6" fmla="*/ 137300 w 171125"/>
                                  <a:gd name="connsiteY6" fmla="*/ 324409 h 631484"/>
                                  <a:gd name="connsiteX7" fmla="*/ 150948 w 171125"/>
                                  <a:gd name="connsiteY7" fmla="*/ 344881 h 631484"/>
                                  <a:gd name="connsiteX8" fmla="*/ 137300 w 171125"/>
                                  <a:gd name="connsiteY8" fmla="*/ 365353 h 631484"/>
                                  <a:gd name="connsiteX9" fmla="*/ 130476 w 171125"/>
                                  <a:gd name="connsiteY9" fmla="*/ 385824 h 631484"/>
                                  <a:gd name="connsiteX10" fmla="*/ 89533 w 171125"/>
                                  <a:gd name="connsiteY10" fmla="*/ 399472 h 631484"/>
                                  <a:gd name="connsiteX11" fmla="*/ 82709 w 171125"/>
                                  <a:gd name="connsiteY11" fmla="*/ 419944 h 631484"/>
                                  <a:gd name="connsiteX12" fmla="*/ 144124 w 171125"/>
                                  <a:gd name="connsiteY12" fmla="*/ 447239 h 631484"/>
                                  <a:gd name="connsiteX13" fmla="*/ 150948 w 171125"/>
                                  <a:gd name="connsiteY13" fmla="*/ 467711 h 631484"/>
                                  <a:gd name="connsiteX14" fmla="*/ 116828 w 171125"/>
                                  <a:gd name="connsiteY14" fmla="*/ 522302 h 631484"/>
                                  <a:gd name="connsiteX15" fmla="*/ 75885 w 171125"/>
                                  <a:gd name="connsiteY15" fmla="*/ 535950 h 631484"/>
                                  <a:gd name="connsiteX16" fmla="*/ 55413 w 171125"/>
                                  <a:gd name="connsiteY16" fmla="*/ 542774 h 631484"/>
                                  <a:gd name="connsiteX17" fmla="*/ 82709 w 171125"/>
                                  <a:gd name="connsiteY17" fmla="*/ 549597 h 631484"/>
                                  <a:gd name="connsiteX18" fmla="*/ 103181 w 171125"/>
                                  <a:gd name="connsiteY18" fmla="*/ 556421 h 631484"/>
                                  <a:gd name="connsiteX19" fmla="*/ 116828 w 171125"/>
                                  <a:gd name="connsiteY19" fmla="*/ 597365 h 631484"/>
                                  <a:gd name="connsiteX20" fmla="*/ 110004 w 171125"/>
                                  <a:gd name="connsiteY20" fmla="*/ 617836 h 631484"/>
                                  <a:gd name="connsiteX21" fmla="*/ 69061 w 171125"/>
                                  <a:gd name="connsiteY21" fmla="*/ 631484 h 631484"/>
                                  <a:gd name="connsiteX22" fmla="*/ 28118 w 171125"/>
                                  <a:gd name="connsiteY22" fmla="*/ 624660 h 631484"/>
                                  <a:gd name="connsiteX23" fmla="*/ 7646 w 171125"/>
                                  <a:gd name="connsiteY23" fmla="*/ 611012 h 631484"/>
                                  <a:gd name="connsiteX24" fmla="*/ 822 w 171125"/>
                                  <a:gd name="connsiteY24" fmla="*/ 549597 h 631484"/>
                                  <a:gd name="connsiteX0" fmla="*/ 96260 w 171464"/>
                                  <a:gd name="connsiteY0" fmla="*/ 3540 h 617739"/>
                                  <a:gd name="connsiteX1" fmla="*/ 141404 w 171464"/>
                                  <a:gd name="connsiteY1" fmla="*/ 3253 h 617739"/>
                                  <a:gd name="connsiteX2" fmla="*/ 171173 w 171464"/>
                                  <a:gd name="connsiteY2" fmla="*/ 71811 h 617739"/>
                                  <a:gd name="connsiteX3" fmla="*/ 123652 w 171464"/>
                                  <a:gd name="connsiteY3" fmla="*/ 235602 h 617739"/>
                                  <a:gd name="connsiteX4" fmla="*/ 110004 w 171464"/>
                                  <a:gd name="connsiteY4" fmla="*/ 262897 h 617739"/>
                                  <a:gd name="connsiteX5" fmla="*/ 116828 w 171464"/>
                                  <a:gd name="connsiteY5" fmla="*/ 290193 h 617739"/>
                                  <a:gd name="connsiteX6" fmla="*/ 137300 w 171464"/>
                                  <a:gd name="connsiteY6" fmla="*/ 310664 h 617739"/>
                                  <a:gd name="connsiteX7" fmla="*/ 150948 w 171464"/>
                                  <a:gd name="connsiteY7" fmla="*/ 331136 h 617739"/>
                                  <a:gd name="connsiteX8" fmla="*/ 137300 w 171464"/>
                                  <a:gd name="connsiteY8" fmla="*/ 351608 h 617739"/>
                                  <a:gd name="connsiteX9" fmla="*/ 130476 w 171464"/>
                                  <a:gd name="connsiteY9" fmla="*/ 372079 h 617739"/>
                                  <a:gd name="connsiteX10" fmla="*/ 89533 w 171464"/>
                                  <a:gd name="connsiteY10" fmla="*/ 385727 h 617739"/>
                                  <a:gd name="connsiteX11" fmla="*/ 82709 w 171464"/>
                                  <a:gd name="connsiteY11" fmla="*/ 406199 h 617739"/>
                                  <a:gd name="connsiteX12" fmla="*/ 144124 w 171464"/>
                                  <a:gd name="connsiteY12" fmla="*/ 433494 h 617739"/>
                                  <a:gd name="connsiteX13" fmla="*/ 150948 w 171464"/>
                                  <a:gd name="connsiteY13" fmla="*/ 453966 h 617739"/>
                                  <a:gd name="connsiteX14" fmla="*/ 116828 w 171464"/>
                                  <a:gd name="connsiteY14" fmla="*/ 508557 h 617739"/>
                                  <a:gd name="connsiteX15" fmla="*/ 75885 w 171464"/>
                                  <a:gd name="connsiteY15" fmla="*/ 522205 h 617739"/>
                                  <a:gd name="connsiteX16" fmla="*/ 55413 w 171464"/>
                                  <a:gd name="connsiteY16" fmla="*/ 529029 h 617739"/>
                                  <a:gd name="connsiteX17" fmla="*/ 82709 w 171464"/>
                                  <a:gd name="connsiteY17" fmla="*/ 535852 h 617739"/>
                                  <a:gd name="connsiteX18" fmla="*/ 103181 w 171464"/>
                                  <a:gd name="connsiteY18" fmla="*/ 542676 h 617739"/>
                                  <a:gd name="connsiteX19" fmla="*/ 116828 w 171464"/>
                                  <a:gd name="connsiteY19" fmla="*/ 583620 h 617739"/>
                                  <a:gd name="connsiteX20" fmla="*/ 110004 w 171464"/>
                                  <a:gd name="connsiteY20" fmla="*/ 604091 h 617739"/>
                                  <a:gd name="connsiteX21" fmla="*/ 69061 w 171464"/>
                                  <a:gd name="connsiteY21" fmla="*/ 617739 h 617739"/>
                                  <a:gd name="connsiteX22" fmla="*/ 28118 w 171464"/>
                                  <a:gd name="connsiteY22" fmla="*/ 610915 h 617739"/>
                                  <a:gd name="connsiteX23" fmla="*/ 7646 w 171464"/>
                                  <a:gd name="connsiteY23" fmla="*/ 597267 h 617739"/>
                                  <a:gd name="connsiteX24" fmla="*/ 822 w 171464"/>
                                  <a:gd name="connsiteY24" fmla="*/ 535852 h 617739"/>
                                  <a:gd name="connsiteX0" fmla="*/ 96260 w 176819"/>
                                  <a:gd name="connsiteY0" fmla="*/ 3540 h 617739"/>
                                  <a:gd name="connsiteX1" fmla="*/ 141404 w 176819"/>
                                  <a:gd name="connsiteY1" fmla="*/ 3253 h 617739"/>
                                  <a:gd name="connsiteX2" fmla="*/ 171173 w 176819"/>
                                  <a:gd name="connsiteY2" fmla="*/ 71811 h 617739"/>
                                  <a:gd name="connsiteX3" fmla="*/ 170875 w 176819"/>
                                  <a:gd name="connsiteY3" fmla="*/ 221943 h 617739"/>
                                  <a:gd name="connsiteX4" fmla="*/ 110004 w 176819"/>
                                  <a:gd name="connsiteY4" fmla="*/ 262897 h 617739"/>
                                  <a:gd name="connsiteX5" fmla="*/ 116828 w 176819"/>
                                  <a:gd name="connsiteY5" fmla="*/ 290193 h 617739"/>
                                  <a:gd name="connsiteX6" fmla="*/ 137300 w 176819"/>
                                  <a:gd name="connsiteY6" fmla="*/ 310664 h 617739"/>
                                  <a:gd name="connsiteX7" fmla="*/ 150948 w 176819"/>
                                  <a:gd name="connsiteY7" fmla="*/ 331136 h 617739"/>
                                  <a:gd name="connsiteX8" fmla="*/ 137300 w 176819"/>
                                  <a:gd name="connsiteY8" fmla="*/ 351608 h 617739"/>
                                  <a:gd name="connsiteX9" fmla="*/ 130476 w 176819"/>
                                  <a:gd name="connsiteY9" fmla="*/ 372079 h 617739"/>
                                  <a:gd name="connsiteX10" fmla="*/ 89533 w 176819"/>
                                  <a:gd name="connsiteY10" fmla="*/ 385727 h 617739"/>
                                  <a:gd name="connsiteX11" fmla="*/ 82709 w 176819"/>
                                  <a:gd name="connsiteY11" fmla="*/ 406199 h 617739"/>
                                  <a:gd name="connsiteX12" fmla="*/ 144124 w 176819"/>
                                  <a:gd name="connsiteY12" fmla="*/ 433494 h 617739"/>
                                  <a:gd name="connsiteX13" fmla="*/ 150948 w 176819"/>
                                  <a:gd name="connsiteY13" fmla="*/ 453966 h 617739"/>
                                  <a:gd name="connsiteX14" fmla="*/ 116828 w 176819"/>
                                  <a:gd name="connsiteY14" fmla="*/ 508557 h 617739"/>
                                  <a:gd name="connsiteX15" fmla="*/ 75885 w 176819"/>
                                  <a:gd name="connsiteY15" fmla="*/ 522205 h 617739"/>
                                  <a:gd name="connsiteX16" fmla="*/ 55413 w 176819"/>
                                  <a:gd name="connsiteY16" fmla="*/ 529029 h 617739"/>
                                  <a:gd name="connsiteX17" fmla="*/ 82709 w 176819"/>
                                  <a:gd name="connsiteY17" fmla="*/ 535852 h 617739"/>
                                  <a:gd name="connsiteX18" fmla="*/ 103181 w 176819"/>
                                  <a:gd name="connsiteY18" fmla="*/ 542676 h 617739"/>
                                  <a:gd name="connsiteX19" fmla="*/ 116828 w 176819"/>
                                  <a:gd name="connsiteY19" fmla="*/ 583620 h 617739"/>
                                  <a:gd name="connsiteX20" fmla="*/ 110004 w 176819"/>
                                  <a:gd name="connsiteY20" fmla="*/ 604091 h 617739"/>
                                  <a:gd name="connsiteX21" fmla="*/ 69061 w 176819"/>
                                  <a:gd name="connsiteY21" fmla="*/ 617739 h 617739"/>
                                  <a:gd name="connsiteX22" fmla="*/ 28118 w 176819"/>
                                  <a:gd name="connsiteY22" fmla="*/ 610915 h 617739"/>
                                  <a:gd name="connsiteX23" fmla="*/ 7646 w 176819"/>
                                  <a:gd name="connsiteY23" fmla="*/ 597267 h 617739"/>
                                  <a:gd name="connsiteX24" fmla="*/ 822 w 176819"/>
                                  <a:gd name="connsiteY24" fmla="*/ 535852 h 6177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176819" h="617739">
                                    <a:moveTo>
                                      <a:pt x="96260" y="3540"/>
                                    </a:moveTo>
                                    <a:cubicBezTo>
                                      <a:pt x="98535" y="14913"/>
                                      <a:pt x="128919" y="-8125"/>
                                      <a:pt x="141404" y="3253"/>
                                    </a:cubicBezTo>
                                    <a:cubicBezTo>
                                      <a:pt x="153889" y="14631"/>
                                      <a:pt x="166261" y="35363"/>
                                      <a:pt x="171173" y="71811"/>
                                    </a:cubicBezTo>
                                    <a:cubicBezTo>
                                      <a:pt x="176085" y="108259"/>
                                      <a:pt x="181070" y="190095"/>
                                      <a:pt x="170875" y="221943"/>
                                    </a:cubicBezTo>
                                    <a:cubicBezTo>
                                      <a:pt x="160680" y="253791"/>
                                      <a:pt x="114553" y="253799"/>
                                      <a:pt x="110004" y="262897"/>
                                    </a:cubicBezTo>
                                    <a:cubicBezTo>
                                      <a:pt x="112279" y="271996"/>
                                      <a:pt x="112175" y="282050"/>
                                      <a:pt x="116828" y="290193"/>
                                    </a:cubicBezTo>
                                    <a:cubicBezTo>
                                      <a:pt x="121616" y="298572"/>
                                      <a:pt x="131122" y="303250"/>
                                      <a:pt x="137300" y="310664"/>
                                    </a:cubicBezTo>
                                    <a:cubicBezTo>
                                      <a:pt x="142551" y="316964"/>
                                      <a:pt x="146399" y="324312"/>
                                      <a:pt x="150948" y="331136"/>
                                    </a:cubicBezTo>
                                    <a:cubicBezTo>
                                      <a:pt x="146399" y="337960"/>
                                      <a:pt x="140968" y="344272"/>
                                      <a:pt x="137300" y="351608"/>
                                    </a:cubicBezTo>
                                    <a:cubicBezTo>
                                      <a:pt x="134083" y="358041"/>
                                      <a:pt x="136329" y="367898"/>
                                      <a:pt x="130476" y="372079"/>
                                    </a:cubicBezTo>
                                    <a:cubicBezTo>
                                      <a:pt x="118770" y="380441"/>
                                      <a:pt x="89533" y="385727"/>
                                      <a:pt x="89533" y="385727"/>
                                    </a:cubicBezTo>
                                    <a:cubicBezTo>
                                      <a:pt x="87258" y="392551"/>
                                      <a:pt x="81526" y="399104"/>
                                      <a:pt x="82709" y="406199"/>
                                    </a:cubicBezTo>
                                    <a:cubicBezTo>
                                      <a:pt x="87938" y="437575"/>
                                      <a:pt x="122246" y="430369"/>
                                      <a:pt x="144124" y="433494"/>
                                    </a:cubicBezTo>
                                    <a:cubicBezTo>
                                      <a:pt x="146399" y="440318"/>
                                      <a:pt x="151742" y="446817"/>
                                      <a:pt x="150948" y="453966"/>
                                    </a:cubicBezTo>
                                    <a:cubicBezTo>
                                      <a:pt x="147575" y="484325"/>
                                      <a:pt x="141934" y="497399"/>
                                      <a:pt x="116828" y="508557"/>
                                    </a:cubicBezTo>
                                    <a:cubicBezTo>
                                      <a:pt x="103682" y="514400"/>
                                      <a:pt x="89533" y="517656"/>
                                      <a:pt x="75885" y="522205"/>
                                    </a:cubicBezTo>
                                    <a:lnTo>
                                      <a:pt x="55413" y="529029"/>
                                    </a:lnTo>
                                    <a:cubicBezTo>
                                      <a:pt x="64512" y="531303"/>
                                      <a:pt x="73691" y="533276"/>
                                      <a:pt x="82709" y="535852"/>
                                    </a:cubicBezTo>
                                    <a:cubicBezTo>
                                      <a:pt x="89625" y="537828"/>
                                      <a:pt x="99000" y="536823"/>
                                      <a:pt x="103181" y="542676"/>
                                    </a:cubicBezTo>
                                    <a:cubicBezTo>
                                      <a:pt x="111543" y="554383"/>
                                      <a:pt x="116828" y="583620"/>
                                      <a:pt x="116828" y="583620"/>
                                    </a:cubicBezTo>
                                    <a:cubicBezTo>
                                      <a:pt x="114553" y="590444"/>
                                      <a:pt x="115857" y="599910"/>
                                      <a:pt x="110004" y="604091"/>
                                    </a:cubicBezTo>
                                    <a:cubicBezTo>
                                      <a:pt x="98298" y="612453"/>
                                      <a:pt x="69061" y="617739"/>
                                      <a:pt x="69061" y="617739"/>
                                    </a:cubicBezTo>
                                    <a:cubicBezTo>
                                      <a:pt x="55413" y="615464"/>
                                      <a:pt x="41244" y="615290"/>
                                      <a:pt x="28118" y="610915"/>
                                    </a:cubicBezTo>
                                    <a:cubicBezTo>
                                      <a:pt x="20337" y="608321"/>
                                      <a:pt x="12769" y="603671"/>
                                      <a:pt x="7646" y="597267"/>
                                    </a:cubicBezTo>
                                    <a:cubicBezTo>
                                      <a:pt x="-3494" y="583342"/>
                                      <a:pt x="822" y="547000"/>
                                      <a:pt x="822" y="535852"/>
                                    </a:cubicBezTo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64" o:spid="_x0000_s1026" style="position:absolute;margin-left:135.85pt;margin-top:361.15pt;width:13.85pt;height:48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76819,6177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" path="m96260,3540v2275,11373,32659,-11665,45144,-287c153889,14631,166261,35363,171173,71811v4912,36448,9897,118284,-298,150132c160680,253791,114553,253799,110004,262897v2275,9099,2171,19153,6824,27296c121616,298572,131122,303250,137300,310664v5251,6300,9099,13648,13648,20472c146399,337960,140968,344272,137300,351608v-3217,6433,-971,16290,-6824,20471c118770,380441,89533,385727,89533,385727v-2275,6824,-8007,13377,-6824,20472c87938,437575,122246,430369,144124,433494v2275,6824,7618,13323,6824,20472c147575,484325,141934,497399,116828,508557v-13146,5843,-27295,9099,-40943,13648l55413,529029v9099,2274,18278,4247,27296,6823c89625,537828,99000,536823,103181,542676v8362,11707,13647,40944,13647,40944c114553,590444,115857,599910,110004,604091v-11706,8362,-40943,13648,-40943,13648c55413,615464,41244,615290,28118,610915,20337,608321,12769,603671,7646,597267,-3494,583342,822,547000,822,535852e" filled="f" strokecolor="red" strokeweight="2.25pt">
                      <v:stroke joinstyle="miter"/>
                      <v:path arrowok="t" o:connecttype="custom" o:connectlocs="95921,3539;140906,3252;170570,71793;170273,221887;109616,262831;116416,290120;136816,310586;150416,331053;136816,351520;130016,371986;89218,385630;82418,406097;143616,433385;150416,453852;116416,508429;75618,522074;55218,528896;82418,535718;102817,542540;116416,583474;109616,603939;68818,617584;28019,610762;7619,597117;819,535718" o:connectangles="0,0,0,0,0,0,0,0,0,0,0,0,0,0,0,0,0,0,0,0,0,0,0,0,0"/>
                      <w10:wrap anchory="page"/>
                    </v:shape>
                  </w:pict>
                </mc:Fallback>
              </mc:AlternateContent>
            </w:r>
            <w:r w:rsidR="00862CBF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AD2D81" wp14:editId="2BB780BC">
                      <wp:simplePos x="0" y="0"/>
                      <wp:positionH relativeFrom="column">
                        <wp:posOffset>1568194</wp:posOffset>
                      </wp:positionH>
                      <wp:positionV relativeFrom="page">
                        <wp:posOffset>1079092</wp:posOffset>
                      </wp:positionV>
                      <wp:extent cx="297995" cy="3690616"/>
                      <wp:effectExtent l="0" t="0" r="26035" b="24765"/>
                      <wp:wrapNone/>
                      <wp:docPr id="29" name="Freeform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995" cy="3690616"/>
                              </a:xfrm>
                              <a:custGeom>
                                <a:avLst/>
                                <a:gdLst>
                                  <a:gd name="connsiteX0" fmla="*/ 21324 w 298128"/>
                                  <a:gd name="connsiteY0" fmla="*/ 2227 h 3885912"/>
                                  <a:gd name="connsiteX1" fmla="*/ 144154 w 298128"/>
                                  <a:gd name="connsiteY1" fmla="*/ 152353 h 3885912"/>
                                  <a:gd name="connsiteX2" fmla="*/ 198745 w 298128"/>
                                  <a:gd name="connsiteY2" fmla="*/ 227416 h 3885912"/>
                                  <a:gd name="connsiteX3" fmla="*/ 232864 w 298128"/>
                                  <a:gd name="connsiteY3" fmla="*/ 445780 h 3885912"/>
                                  <a:gd name="connsiteX4" fmla="*/ 266983 w 298128"/>
                                  <a:gd name="connsiteY4" fmla="*/ 1094048 h 3885912"/>
                                  <a:gd name="connsiteX5" fmla="*/ 280631 w 298128"/>
                                  <a:gd name="connsiteY5" fmla="*/ 1599016 h 3885912"/>
                                  <a:gd name="connsiteX6" fmla="*/ 294279 w 298128"/>
                                  <a:gd name="connsiteY6" fmla="*/ 1844675 h 3885912"/>
                                  <a:gd name="connsiteX7" fmla="*/ 266983 w 298128"/>
                                  <a:gd name="connsiteY7" fmla="*/ 2001624 h 3885912"/>
                                  <a:gd name="connsiteX8" fmla="*/ 260160 w 298128"/>
                                  <a:gd name="connsiteY8" fmla="*/ 2342819 h 3885912"/>
                                  <a:gd name="connsiteX9" fmla="*/ 294279 w 298128"/>
                                  <a:gd name="connsiteY9" fmla="*/ 2513416 h 3885912"/>
                                  <a:gd name="connsiteX10" fmla="*/ 294279 w 298128"/>
                                  <a:gd name="connsiteY10" fmla="*/ 2779547 h 3885912"/>
                                  <a:gd name="connsiteX11" fmla="*/ 266983 w 298128"/>
                                  <a:gd name="connsiteY11" fmla="*/ 3796305 h 3885912"/>
                                  <a:gd name="connsiteX12" fmla="*/ 232864 w 298128"/>
                                  <a:gd name="connsiteY12" fmla="*/ 3796305 h 3885912"/>
                                  <a:gd name="connsiteX13" fmla="*/ 226040 w 298128"/>
                                  <a:gd name="connsiteY13" fmla="*/ 3455111 h 3885912"/>
                                  <a:gd name="connsiteX14" fmla="*/ 253336 w 298128"/>
                                  <a:gd name="connsiteY14" fmla="*/ 3052502 h 3885912"/>
                                  <a:gd name="connsiteX15" fmla="*/ 253336 w 298128"/>
                                  <a:gd name="connsiteY15" fmla="*/ 2636245 h 3885912"/>
                                  <a:gd name="connsiteX16" fmla="*/ 212392 w 298128"/>
                                  <a:gd name="connsiteY16" fmla="*/ 2329171 h 3885912"/>
                                  <a:gd name="connsiteX17" fmla="*/ 226040 w 298128"/>
                                  <a:gd name="connsiteY17" fmla="*/ 2063039 h 3885912"/>
                                  <a:gd name="connsiteX18" fmla="*/ 246512 w 298128"/>
                                  <a:gd name="connsiteY18" fmla="*/ 1837851 h 3885912"/>
                                  <a:gd name="connsiteX19" fmla="*/ 226040 w 298128"/>
                                  <a:gd name="connsiteY19" fmla="*/ 1332884 h 3885912"/>
                                  <a:gd name="connsiteX20" fmla="*/ 191921 w 298128"/>
                                  <a:gd name="connsiteY20" fmla="*/ 609553 h 3885912"/>
                                  <a:gd name="connsiteX21" fmla="*/ 164625 w 298128"/>
                                  <a:gd name="connsiteY21" fmla="*/ 316126 h 3885912"/>
                                  <a:gd name="connsiteX22" fmla="*/ 150977 w 298128"/>
                                  <a:gd name="connsiteY22" fmla="*/ 261535 h 3885912"/>
                                  <a:gd name="connsiteX23" fmla="*/ 110034 w 298128"/>
                                  <a:gd name="connsiteY23" fmla="*/ 186472 h 3885912"/>
                                  <a:gd name="connsiteX24" fmla="*/ 7676 w 298128"/>
                                  <a:gd name="connsiteY24" fmla="*/ 70466 h 3885912"/>
                                  <a:gd name="connsiteX25" fmla="*/ 21324 w 298128"/>
                                  <a:gd name="connsiteY25" fmla="*/ 2227 h 3885912"/>
                                  <a:gd name="connsiteX0" fmla="*/ 21324 w 298128"/>
                                  <a:gd name="connsiteY0" fmla="*/ 2227 h 3847537"/>
                                  <a:gd name="connsiteX1" fmla="*/ 144154 w 298128"/>
                                  <a:gd name="connsiteY1" fmla="*/ 152353 h 3847537"/>
                                  <a:gd name="connsiteX2" fmla="*/ 198745 w 298128"/>
                                  <a:gd name="connsiteY2" fmla="*/ 227416 h 3847537"/>
                                  <a:gd name="connsiteX3" fmla="*/ 232864 w 298128"/>
                                  <a:gd name="connsiteY3" fmla="*/ 445780 h 3847537"/>
                                  <a:gd name="connsiteX4" fmla="*/ 266983 w 298128"/>
                                  <a:gd name="connsiteY4" fmla="*/ 1094048 h 3847537"/>
                                  <a:gd name="connsiteX5" fmla="*/ 280631 w 298128"/>
                                  <a:gd name="connsiteY5" fmla="*/ 1599016 h 3847537"/>
                                  <a:gd name="connsiteX6" fmla="*/ 294279 w 298128"/>
                                  <a:gd name="connsiteY6" fmla="*/ 1844675 h 3847537"/>
                                  <a:gd name="connsiteX7" fmla="*/ 266983 w 298128"/>
                                  <a:gd name="connsiteY7" fmla="*/ 2001624 h 3847537"/>
                                  <a:gd name="connsiteX8" fmla="*/ 260160 w 298128"/>
                                  <a:gd name="connsiteY8" fmla="*/ 2342819 h 3847537"/>
                                  <a:gd name="connsiteX9" fmla="*/ 294279 w 298128"/>
                                  <a:gd name="connsiteY9" fmla="*/ 2513416 h 3847537"/>
                                  <a:gd name="connsiteX10" fmla="*/ 294279 w 298128"/>
                                  <a:gd name="connsiteY10" fmla="*/ 2779547 h 3847537"/>
                                  <a:gd name="connsiteX11" fmla="*/ 266983 w 298128"/>
                                  <a:gd name="connsiteY11" fmla="*/ 3796305 h 3847537"/>
                                  <a:gd name="connsiteX12" fmla="*/ 232864 w 298128"/>
                                  <a:gd name="connsiteY12" fmla="*/ 3671576 h 3847537"/>
                                  <a:gd name="connsiteX13" fmla="*/ 226040 w 298128"/>
                                  <a:gd name="connsiteY13" fmla="*/ 3455111 h 3847537"/>
                                  <a:gd name="connsiteX14" fmla="*/ 253336 w 298128"/>
                                  <a:gd name="connsiteY14" fmla="*/ 3052502 h 3847537"/>
                                  <a:gd name="connsiteX15" fmla="*/ 253336 w 298128"/>
                                  <a:gd name="connsiteY15" fmla="*/ 2636245 h 3847537"/>
                                  <a:gd name="connsiteX16" fmla="*/ 212392 w 298128"/>
                                  <a:gd name="connsiteY16" fmla="*/ 2329171 h 3847537"/>
                                  <a:gd name="connsiteX17" fmla="*/ 226040 w 298128"/>
                                  <a:gd name="connsiteY17" fmla="*/ 2063039 h 3847537"/>
                                  <a:gd name="connsiteX18" fmla="*/ 246512 w 298128"/>
                                  <a:gd name="connsiteY18" fmla="*/ 1837851 h 3847537"/>
                                  <a:gd name="connsiteX19" fmla="*/ 226040 w 298128"/>
                                  <a:gd name="connsiteY19" fmla="*/ 1332884 h 3847537"/>
                                  <a:gd name="connsiteX20" fmla="*/ 191921 w 298128"/>
                                  <a:gd name="connsiteY20" fmla="*/ 609553 h 3847537"/>
                                  <a:gd name="connsiteX21" fmla="*/ 164625 w 298128"/>
                                  <a:gd name="connsiteY21" fmla="*/ 316126 h 3847537"/>
                                  <a:gd name="connsiteX22" fmla="*/ 150977 w 298128"/>
                                  <a:gd name="connsiteY22" fmla="*/ 261535 h 3847537"/>
                                  <a:gd name="connsiteX23" fmla="*/ 110034 w 298128"/>
                                  <a:gd name="connsiteY23" fmla="*/ 186472 h 3847537"/>
                                  <a:gd name="connsiteX24" fmla="*/ 7676 w 298128"/>
                                  <a:gd name="connsiteY24" fmla="*/ 70466 h 3847537"/>
                                  <a:gd name="connsiteX25" fmla="*/ 21324 w 298128"/>
                                  <a:gd name="connsiteY25" fmla="*/ 2227 h 3847537"/>
                                  <a:gd name="connsiteX0" fmla="*/ 21324 w 301959"/>
                                  <a:gd name="connsiteY0" fmla="*/ 2227 h 3746234"/>
                                  <a:gd name="connsiteX1" fmla="*/ 144154 w 301959"/>
                                  <a:gd name="connsiteY1" fmla="*/ 152353 h 3746234"/>
                                  <a:gd name="connsiteX2" fmla="*/ 198745 w 301959"/>
                                  <a:gd name="connsiteY2" fmla="*/ 227416 h 3746234"/>
                                  <a:gd name="connsiteX3" fmla="*/ 232864 w 301959"/>
                                  <a:gd name="connsiteY3" fmla="*/ 445780 h 3746234"/>
                                  <a:gd name="connsiteX4" fmla="*/ 266983 w 301959"/>
                                  <a:gd name="connsiteY4" fmla="*/ 1094048 h 3746234"/>
                                  <a:gd name="connsiteX5" fmla="*/ 280631 w 301959"/>
                                  <a:gd name="connsiteY5" fmla="*/ 1599016 h 3746234"/>
                                  <a:gd name="connsiteX6" fmla="*/ 294279 w 301959"/>
                                  <a:gd name="connsiteY6" fmla="*/ 1844675 h 3746234"/>
                                  <a:gd name="connsiteX7" fmla="*/ 266983 w 301959"/>
                                  <a:gd name="connsiteY7" fmla="*/ 2001624 h 3746234"/>
                                  <a:gd name="connsiteX8" fmla="*/ 260160 w 301959"/>
                                  <a:gd name="connsiteY8" fmla="*/ 2342819 h 3746234"/>
                                  <a:gd name="connsiteX9" fmla="*/ 294279 w 301959"/>
                                  <a:gd name="connsiteY9" fmla="*/ 2513416 h 3746234"/>
                                  <a:gd name="connsiteX10" fmla="*/ 294279 w 301959"/>
                                  <a:gd name="connsiteY10" fmla="*/ 2779547 h 3746234"/>
                                  <a:gd name="connsiteX11" fmla="*/ 298128 w 301959"/>
                                  <a:gd name="connsiteY11" fmla="*/ 3671317 h 3746234"/>
                                  <a:gd name="connsiteX12" fmla="*/ 232864 w 301959"/>
                                  <a:gd name="connsiteY12" fmla="*/ 3671576 h 3746234"/>
                                  <a:gd name="connsiteX13" fmla="*/ 226040 w 301959"/>
                                  <a:gd name="connsiteY13" fmla="*/ 3455111 h 3746234"/>
                                  <a:gd name="connsiteX14" fmla="*/ 253336 w 301959"/>
                                  <a:gd name="connsiteY14" fmla="*/ 3052502 h 3746234"/>
                                  <a:gd name="connsiteX15" fmla="*/ 253336 w 301959"/>
                                  <a:gd name="connsiteY15" fmla="*/ 2636245 h 3746234"/>
                                  <a:gd name="connsiteX16" fmla="*/ 212392 w 301959"/>
                                  <a:gd name="connsiteY16" fmla="*/ 2329171 h 3746234"/>
                                  <a:gd name="connsiteX17" fmla="*/ 226040 w 301959"/>
                                  <a:gd name="connsiteY17" fmla="*/ 2063039 h 3746234"/>
                                  <a:gd name="connsiteX18" fmla="*/ 246512 w 301959"/>
                                  <a:gd name="connsiteY18" fmla="*/ 1837851 h 3746234"/>
                                  <a:gd name="connsiteX19" fmla="*/ 226040 w 301959"/>
                                  <a:gd name="connsiteY19" fmla="*/ 1332884 h 3746234"/>
                                  <a:gd name="connsiteX20" fmla="*/ 191921 w 301959"/>
                                  <a:gd name="connsiteY20" fmla="*/ 609553 h 3746234"/>
                                  <a:gd name="connsiteX21" fmla="*/ 164625 w 301959"/>
                                  <a:gd name="connsiteY21" fmla="*/ 316126 h 3746234"/>
                                  <a:gd name="connsiteX22" fmla="*/ 150977 w 301959"/>
                                  <a:gd name="connsiteY22" fmla="*/ 261535 h 3746234"/>
                                  <a:gd name="connsiteX23" fmla="*/ 110034 w 301959"/>
                                  <a:gd name="connsiteY23" fmla="*/ 186472 h 3746234"/>
                                  <a:gd name="connsiteX24" fmla="*/ 7676 w 301959"/>
                                  <a:gd name="connsiteY24" fmla="*/ 70466 h 3746234"/>
                                  <a:gd name="connsiteX25" fmla="*/ 21324 w 301959"/>
                                  <a:gd name="connsiteY25" fmla="*/ 2227 h 3746234"/>
                                  <a:gd name="connsiteX0" fmla="*/ 21324 w 298308"/>
                                  <a:gd name="connsiteY0" fmla="*/ 2227 h 3746447"/>
                                  <a:gd name="connsiteX1" fmla="*/ 144154 w 298308"/>
                                  <a:gd name="connsiteY1" fmla="*/ 152353 h 3746447"/>
                                  <a:gd name="connsiteX2" fmla="*/ 198745 w 298308"/>
                                  <a:gd name="connsiteY2" fmla="*/ 227416 h 3746447"/>
                                  <a:gd name="connsiteX3" fmla="*/ 232864 w 298308"/>
                                  <a:gd name="connsiteY3" fmla="*/ 445780 h 3746447"/>
                                  <a:gd name="connsiteX4" fmla="*/ 266983 w 298308"/>
                                  <a:gd name="connsiteY4" fmla="*/ 1094048 h 3746447"/>
                                  <a:gd name="connsiteX5" fmla="*/ 280631 w 298308"/>
                                  <a:gd name="connsiteY5" fmla="*/ 1599016 h 3746447"/>
                                  <a:gd name="connsiteX6" fmla="*/ 294279 w 298308"/>
                                  <a:gd name="connsiteY6" fmla="*/ 1844675 h 3746447"/>
                                  <a:gd name="connsiteX7" fmla="*/ 266983 w 298308"/>
                                  <a:gd name="connsiteY7" fmla="*/ 2001624 h 3746447"/>
                                  <a:gd name="connsiteX8" fmla="*/ 260160 w 298308"/>
                                  <a:gd name="connsiteY8" fmla="*/ 2342819 h 3746447"/>
                                  <a:gd name="connsiteX9" fmla="*/ 294279 w 298308"/>
                                  <a:gd name="connsiteY9" fmla="*/ 2513416 h 3746447"/>
                                  <a:gd name="connsiteX10" fmla="*/ 294279 w 298308"/>
                                  <a:gd name="connsiteY10" fmla="*/ 2779547 h 3746447"/>
                                  <a:gd name="connsiteX11" fmla="*/ 263971 w 298308"/>
                                  <a:gd name="connsiteY11" fmla="*/ 3671610 h 3746447"/>
                                  <a:gd name="connsiteX12" fmla="*/ 232864 w 298308"/>
                                  <a:gd name="connsiteY12" fmla="*/ 3671576 h 3746447"/>
                                  <a:gd name="connsiteX13" fmla="*/ 226040 w 298308"/>
                                  <a:gd name="connsiteY13" fmla="*/ 3455111 h 3746447"/>
                                  <a:gd name="connsiteX14" fmla="*/ 253336 w 298308"/>
                                  <a:gd name="connsiteY14" fmla="*/ 3052502 h 3746447"/>
                                  <a:gd name="connsiteX15" fmla="*/ 253336 w 298308"/>
                                  <a:gd name="connsiteY15" fmla="*/ 2636245 h 3746447"/>
                                  <a:gd name="connsiteX16" fmla="*/ 212392 w 298308"/>
                                  <a:gd name="connsiteY16" fmla="*/ 2329171 h 3746447"/>
                                  <a:gd name="connsiteX17" fmla="*/ 226040 w 298308"/>
                                  <a:gd name="connsiteY17" fmla="*/ 2063039 h 3746447"/>
                                  <a:gd name="connsiteX18" fmla="*/ 246512 w 298308"/>
                                  <a:gd name="connsiteY18" fmla="*/ 1837851 h 3746447"/>
                                  <a:gd name="connsiteX19" fmla="*/ 226040 w 298308"/>
                                  <a:gd name="connsiteY19" fmla="*/ 1332884 h 3746447"/>
                                  <a:gd name="connsiteX20" fmla="*/ 191921 w 298308"/>
                                  <a:gd name="connsiteY20" fmla="*/ 609553 h 3746447"/>
                                  <a:gd name="connsiteX21" fmla="*/ 164625 w 298308"/>
                                  <a:gd name="connsiteY21" fmla="*/ 316126 h 3746447"/>
                                  <a:gd name="connsiteX22" fmla="*/ 150977 w 298308"/>
                                  <a:gd name="connsiteY22" fmla="*/ 261535 h 3746447"/>
                                  <a:gd name="connsiteX23" fmla="*/ 110034 w 298308"/>
                                  <a:gd name="connsiteY23" fmla="*/ 186472 h 3746447"/>
                                  <a:gd name="connsiteX24" fmla="*/ 7676 w 298308"/>
                                  <a:gd name="connsiteY24" fmla="*/ 70466 h 3746447"/>
                                  <a:gd name="connsiteX25" fmla="*/ 21324 w 298308"/>
                                  <a:gd name="connsiteY25" fmla="*/ 2227 h 3746447"/>
                                  <a:gd name="connsiteX0" fmla="*/ 21324 w 298308"/>
                                  <a:gd name="connsiteY0" fmla="*/ 2227 h 3690685"/>
                                  <a:gd name="connsiteX1" fmla="*/ 144154 w 298308"/>
                                  <a:gd name="connsiteY1" fmla="*/ 152353 h 3690685"/>
                                  <a:gd name="connsiteX2" fmla="*/ 198745 w 298308"/>
                                  <a:gd name="connsiteY2" fmla="*/ 227416 h 3690685"/>
                                  <a:gd name="connsiteX3" fmla="*/ 232864 w 298308"/>
                                  <a:gd name="connsiteY3" fmla="*/ 445780 h 3690685"/>
                                  <a:gd name="connsiteX4" fmla="*/ 266983 w 298308"/>
                                  <a:gd name="connsiteY4" fmla="*/ 1094048 h 3690685"/>
                                  <a:gd name="connsiteX5" fmla="*/ 280631 w 298308"/>
                                  <a:gd name="connsiteY5" fmla="*/ 1599016 h 3690685"/>
                                  <a:gd name="connsiteX6" fmla="*/ 294279 w 298308"/>
                                  <a:gd name="connsiteY6" fmla="*/ 1844675 h 3690685"/>
                                  <a:gd name="connsiteX7" fmla="*/ 266983 w 298308"/>
                                  <a:gd name="connsiteY7" fmla="*/ 2001624 h 3690685"/>
                                  <a:gd name="connsiteX8" fmla="*/ 260160 w 298308"/>
                                  <a:gd name="connsiteY8" fmla="*/ 2342819 h 3690685"/>
                                  <a:gd name="connsiteX9" fmla="*/ 294279 w 298308"/>
                                  <a:gd name="connsiteY9" fmla="*/ 2513416 h 3690685"/>
                                  <a:gd name="connsiteX10" fmla="*/ 294279 w 298308"/>
                                  <a:gd name="connsiteY10" fmla="*/ 2779547 h 3690685"/>
                                  <a:gd name="connsiteX11" fmla="*/ 263971 w 298308"/>
                                  <a:gd name="connsiteY11" fmla="*/ 3671610 h 3690685"/>
                                  <a:gd name="connsiteX12" fmla="*/ 232864 w 298308"/>
                                  <a:gd name="connsiteY12" fmla="*/ 3671576 h 3690685"/>
                                  <a:gd name="connsiteX13" fmla="*/ 226040 w 298308"/>
                                  <a:gd name="connsiteY13" fmla="*/ 3455111 h 3690685"/>
                                  <a:gd name="connsiteX14" fmla="*/ 253336 w 298308"/>
                                  <a:gd name="connsiteY14" fmla="*/ 3052502 h 3690685"/>
                                  <a:gd name="connsiteX15" fmla="*/ 253336 w 298308"/>
                                  <a:gd name="connsiteY15" fmla="*/ 2636245 h 3690685"/>
                                  <a:gd name="connsiteX16" fmla="*/ 212392 w 298308"/>
                                  <a:gd name="connsiteY16" fmla="*/ 2329171 h 3690685"/>
                                  <a:gd name="connsiteX17" fmla="*/ 226040 w 298308"/>
                                  <a:gd name="connsiteY17" fmla="*/ 2063039 h 3690685"/>
                                  <a:gd name="connsiteX18" fmla="*/ 246512 w 298308"/>
                                  <a:gd name="connsiteY18" fmla="*/ 1837851 h 3690685"/>
                                  <a:gd name="connsiteX19" fmla="*/ 226040 w 298308"/>
                                  <a:gd name="connsiteY19" fmla="*/ 1332884 h 3690685"/>
                                  <a:gd name="connsiteX20" fmla="*/ 191921 w 298308"/>
                                  <a:gd name="connsiteY20" fmla="*/ 609553 h 3690685"/>
                                  <a:gd name="connsiteX21" fmla="*/ 164625 w 298308"/>
                                  <a:gd name="connsiteY21" fmla="*/ 316126 h 3690685"/>
                                  <a:gd name="connsiteX22" fmla="*/ 150977 w 298308"/>
                                  <a:gd name="connsiteY22" fmla="*/ 261535 h 3690685"/>
                                  <a:gd name="connsiteX23" fmla="*/ 110034 w 298308"/>
                                  <a:gd name="connsiteY23" fmla="*/ 186472 h 3690685"/>
                                  <a:gd name="connsiteX24" fmla="*/ 7676 w 298308"/>
                                  <a:gd name="connsiteY24" fmla="*/ 70466 h 3690685"/>
                                  <a:gd name="connsiteX25" fmla="*/ 21324 w 298308"/>
                                  <a:gd name="connsiteY25" fmla="*/ 2227 h 36906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</a:cxnLst>
                                <a:rect l="l" t="t" r="r" b="b"/>
                                <a:pathLst>
                                  <a:path w="298308" h="3690685">
                                    <a:moveTo>
                                      <a:pt x="21324" y="2227"/>
                                    </a:moveTo>
                                    <a:cubicBezTo>
                                      <a:pt x="44070" y="15875"/>
                                      <a:pt x="114584" y="114822"/>
                                      <a:pt x="144154" y="152353"/>
                                    </a:cubicBezTo>
                                    <a:cubicBezTo>
                                      <a:pt x="173724" y="189884"/>
                                      <a:pt x="183960" y="178512"/>
                                      <a:pt x="198745" y="227416"/>
                                    </a:cubicBezTo>
                                    <a:cubicBezTo>
                                      <a:pt x="213530" y="276320"/>
                                      <a:pt x="221491" y="301341"/>
                                      <a:pt x="232864" y="445780"/>
                                    </a:cubicBezTo>
                                    <a:cubicBezTo>
                                      <a:pt x="244237" y="590219"/>
                                      <a:pt x="259022" y="901842"/>
                                      <a:pt x="266983" y="1094048"/>
                                    </a:cubicBezTo>
                                    <a:cubicBezTo>
                                      <a:pt x="274944" y="1286254"/>
                                      <a:pt x="276082" y="1473912"/>
                                      <a:pt x="280631" y="1599016"/>
                                    </a:cubicBezTo>
                                    <a:cubicBezTo>
                                      <a:pt x="285180" y="1724120"/>
                                      <a:pt x="296554" y="1777574"/>
                                      <a:pt x="294279" y="1844675"/>
                                    </a:cubicBezTo>
                                    <a:cubicBezTo>
                                      <a:pt x="292004" y="1911776"/>
                                      <a:pt x="272669" y="1918600"/>
                                      <a:pt x="266983" y="2001624"/>
                                    </a:cubicBezTo>
                                    <a:cubicBezTo>
                                      <a:pt x="261297" y="2084648"/>
                                      <a:pt x="255611" y="2257520"/>
                                      <a:pt x="260160" y="2342819"/>
                                    </a:cubicBezTo>
                                    <a:cubicBezTo>
                                      <a:pt x="264709" y="2428118"/>
                                      <a:pt x="288593" y="2440628"/>
                                      <a:pt x="294279" y="2513416"/>
                                    </a:cubicBezTo>
                                    <a:cubicBezTo>
                                      <a:pt x="299965" y="2586204"/>
                                      <a:pt x="299330" y="2586515"/>
                                      <a:pt x="294279" y="2779547"/>
                                    </a:cubicBezTo>
                                    <a:cubicBezTo>
                                      <a:pt x="289228" y="2972579"/>
                                      <a:pt x="267371" y="3659438"/>
                                      <a:pt x="263971" y="3671610"/>
                                    </a:cubicBezTo>
                                    <a:cubicBezTo>
                                      <a:pt x="260571" y="3683782"/>
                                      <a:pt x="239186" y="3707659"/>
                                      <a:pt x="232864" y="3671576"/>
                                    </a:cubicBezTo>
                                    <a:cubicBezTo>
                                      <a:pt x="226542" y="3635493"/>
                                      <a:pt x="222628" y="3558290"/>
                                      <a:pt x="226040" y="3455111"/>
                                    </a:cubicBezTo>
                                    <a:cubicBezTo>
                                      <a:pt x="229452" y="3351932"/>
                                      <a:pt x="248787" y="3188979"/>
                                      <a:pt x="253336" y="3052502"/>
                                    </a:cubicBezTo>
                                    <a:cubicBezTo>
                                      <a:pt x="257885" y="2916025"/>
                                      <a:pt x="260160" y="2756800"/>
                                      <a:pt x="253336" y="2636245"/>
                                    </a:cubicBezTo>
                                    <a:cubicBezTo>
                                      <a:pt x="246512" y="2515690"/>
                                      <a:pt x="216941" y="2424705"/>
                                      <a:pt x="212392" y="2329171"/>
                                    </a:cubicBezTo>
                                    <a:cubicBezTo>
                                      <a:pt x="207843" y="2233637"/>
                                      <a:pt x="220353" y="2144926"/>
                                      <a:pt x="226040" y="2063039"/>
                                    </a:cubicBezTo>
                                    <a:cubicBezTo>
                                      <a:pt x="231727" y="1981152"/>
                                      <a:pt x="246512" y="1959543"/>
                                      <a:pt x="246512" y="1837851"/>
                                    </a:cubicBezTo>
                                    <a:cubicBezTo>
                                      <a:pt x="246512" y="1716159"/>
                                      <a:pt x="235138" y="1537600"/>
                                      <a:pt x="226040" y="1332884"/>
                                    </a:cubicBezTo>
                                    <a:cubicBezTo>
                                      <a:pt x="216942" y="1128168"/>
                                      <a:pt x="202157" y="779013"/>
                                      <a:pt x="191921" y="609553"/>
                                    </a:cubicBezTo>
                                    <a:cubicBezTo>
                                      <a:pt x="181685" y="440093"/>
                                      <a:pt x="171449" y="374129"/>
                                      <a:pt x="164625" y="316126"/>
                                    </a:cubicBezTo>
                                    <a:cubicBezTo>
                                      <a:pt x="157801" y="258123"/>
                                      <a:pt x="160075" y="283144"/>
                                      <a:pt x="150977" y="261535"/>
                                    </a:cubicBezTo>
                                    <a:cubicBezTo>
                                      <a:pt x="141879" y="239926"/>
                                      <a:pt x="133918" y="218317"/>
                                      <a:pt x="110034" y="186472"/>
                                    </a:cubicBezTo>
                                    <a:cubicBezTo>
                                      <a:pt x="86151" y="154627"/>
                                      <a:pt x="21324" y="100036"/>
                                      <a:pt x="7676" y="70466"/>
                                    </a:cubicBezTo>
                                    <a:cubicBezTo>
                                      <a:pt x="-5972" y="40896"/>
                                      <a:pt x="-1422" y="-11421"/>
                                      <a:pt x="21324" y="222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9" o:spid="_x0000_s1026" style="position:absolute;margin-left:123.5pt;margin-top:84.95pt;width:23.45pt;height:290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coordsize="298308,3690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" path="m21324,2227v22746,13648,93260,112595,122830,150126c173724,189884,183960,178512,198745,227416v14785,48904,22746,73925,34119,218364c244237,590219,259022,901842,266983,1094048v7961,192206,9099,379864,13648,504968c285180,1724120,296554,1777574,294279,1844675v-2275,67101,-21610,73925,-27296,156949c261297,2084648,255611,2257520,260160,2342819v4549,85299,28433,97809,34119,170597c299965,2586204,299330,2586515,294279,2779547v-5051,193032,-26908,879891,-30308,892063c260571,3683782,239186,3707659,232864,3671576v-6322,-36083,-10236,-113286,-6824,-216465c229452,3351932,248787,3188979,253336,3052502v4549,-136477,6824,-295702,,-416257c246512,2515690,216941,2424705,212392,2329171v-4549,-95534,7961,-184245,13648,-266132c231727,1981152,246512,1959543,246512,1837851v,-121692,-11374,-300251,-20472,-504967c216942,1128168,202157,779013,191921,609553,181685,440093,171449,374129,164625,316126v-6824,-58003,-4550,-32982,-13648,-54591c141879,239926,133918,218317,110034,186472,86151,154627,21324,100036,7676,70466,-5972,40896,-1422,-11421,21324,2227xe" fillcolor="red" strokecolor="red" strokeweight="1pt">
                      <v:stroke joinstyle="miter"/>
                      <v:path arrowok="t" o:connecttype="custom" o:connectlocs="21302,2227;144003,152350;198536,227412;232620,445772;266703,1094028;280337,1598986;293970,1844641;266703,2001587;259887,2342775;293970,2513369;293970,2779495;263694,3671541;232620,3671507;225803,3455046;253070,3052445;253070,2636196;212169,2329127;225803,2063000;246253,1837817;225803,1332859;191720,609542;164452,316120;150819,261530;109919,186469;7668,70465;21302,2227" o:connectangles="0,0,0,0,0,0,0,0,0,0,0,0,0,0,0,0,0,0,0,0,0,0,0,0,0,0"/>
                      <w10:wrap anchory="page"/>
                    </v:shape>
                  </w:pict>
                </mc:Fallback>
              </mc:AlternateContent>
            </w:r>
            <w:r w:rsidR="00862CBF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9D28217" wp14:editId="5BD5855E">
                      <wp:simplePos x="0" y="0"/>
                      <wp:positionH relativeFrom="column">
                        <wp:posOffset>1588666</wp:posOffset>
                      </wp:positionH>
                      <wp:positionV relativeFrom="page">
                        <wp:posOffset>3324149</wp:posOffset>
                      </wp:positionV>
                      <wp:extent cx="307074" cy="1794681"/>
                      <wp:effectExtent l="19050" t="19050" r="55245" b="15240"/>
                      <wp:wrapNone/>
                      <wp:docPr id="31" name="Freeform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074" cy="1794681"/>
                              </a:xfrm>
                              <a:custGeom>
                                <a:avLst/>
                                <a:gdLst>
                                  <a:gd name="connsiteX0" fmla="*/ 245659 w 307074"/>
                                  <a:gd name="connsiteY0" fmla="*/ 0 h 1794681"/>
                                  <a:gd name="connsiteX1" fmla="*/ 279779 w 307074"/>
                                  <a:gd name="connsiteY1" fmla="*/ 20472 h 1794681"/>
                                  <a:gd name="connsiteX2" fmla="*/ 286603 w 307074"/>
                                  <a:gd name="connsiteY2" fmla="*/ 47767 h 1794681"/>
                                  <a:gd name="connsiteX3" fmla="*/ 266131 w 307074"/>
                                  <a:gd name="connsiteY3" fmla="*/ 88711 h 1794681"/>
                                  <a:gd name="connsiteX4" fmla="*/ 286603 w 307074"/>
                                  <a:gd name="connsiteY4" fmla="*/ 136478 h 1794681"/>
                                  <a:gd name="connsiteX5" fmla="*/ 307074 w 307074"/>
                                  <a:gd name="connsiteY5" fmla="*/ 143302 h 1794681"/>
                                  <a:gd name="connsiteX6" fmla="*/ 259307 w 307074"/>
                                  <a:gd name="connsiteY6" fmla="*/ 170597 h 1794681"/>
                                  <a:gd name="connsiteX7" fmla="*/ 218364 w 307074"/>
                                  <a:gd name="connsiteY7" fmla="*/ 184245 h 1794681"/>
                                  <a:gd name="connsiteX8" fmla="*/ 184245 w 307074"/>
                                  <a:gd name="connsiteY8" fmla="*/ 232012 h 1794681"/>
                                  <a:gd name="connsiteX9" fmla="*/ 170597 w 307074"/>
                                  <a:gd name="connsiteY9" fmla="*/ 272955 h 1794681"/>
                                  <a:gd name="connsiteX10" fmla="*/ 191068 w 307074"/>
                                  <a:gd name="connsiteY10" fmla="*/ 286603 h 1794681"/>
                                  <a:gd name="connsiteX11" fmla="*/ 163773 w 307074"/>
                                  <a:gd name="connsiteY11" fmla="*/ 327546 h 1794681"/>
                                  <a:gd name="connsiteX12" fmla="*/ 122830 w 307074"/>
                                  <a:gd name="connsiteY12" fmla="*/ 409433 h 1794681"/>
                                  <a:gd name="connsiteX13" fmla="*/ 109182 w 307074"/>
                                  <a:gd name="connsiteY13" fmla="*/ 429905 h 1794681"/>
                                  <a:gd name="connsiteX14" fmla="*/ 95534 w 307074"/>
                                  <a:gd name="connsiteY14" fmla="*/ 450376 h 1794681"/>
                                  <a:gd name="connsiteX15" fmla="*/ 81886 w 307074"/>
                                  <a:gd name="connsiteY15" fmla="*/ 573206 h 1794681"/>
                                  <a:gd name="connsiteX16" fmla="*/ 75062 w 307074"/>
                                  <a:gd name="connsiteY16" fmla="*/ 593678 h 1794681"/>
                                  <a:gd name="connsiteX17" fmla="*/ 54591 w 307074"/>
                                  <a:gd name="connsiteY17" fmla="*/ 607326 h 1794681"/>
                                  <a:gd name="connsiteX18" fmla="*/ 68239 w 307074"/>
                                  <a:gd name="connsiteY18" fmla="*/ 648269 h 1794681"/>
                                  <a:gd name="connsiteX19" fmla="*/ 75062 w 307074"/>
                                  <a:gd name="connsiteY19" fmla="*/ 668740 h 1794681"/>
                                  <a:gd name="connsiteX20" fmla="*/ 95534 w 307074"/>
                                  <a:gd name="connsiteY20" fmla="*/ 709684 h 1794681"/>
                                  <a:gd name="connsiteX21" fmla="*/ 88710 w 307074"/>
                                  <a:gd name="connsiteY21" fmla="*/ 757451 h 1794681"/>
                                  <a:gd name="connsiteX22" fmla="*/ 54591 w 307074"/>
                                  <a:gd name="connsiteY22" fmla="*/ 798394 h 1794681"/>
                                  <a:gd name="connsiteX23" fmla="*/ 61415 w 307074"/>
                                  <a:gd name="connsiteY23" fmla="*/ 852985 h 1794681"/>
                                  <a:gd name="connsiteX24" fmla="*/ 68239 w 307074"/>
                                  <a:gd name="connsiteY24" fmla="*/ 880281 h 1794681"/>
                                  <a:gd name="connsiteX25" fmla="*/ 109182 w 307074"/>
                                  <a:gd name="connsiteY25" fmla="*/ 907576 h 1794681"/>
                                  <a:gd name="connsiteX26" fmla="*/ 122830 w 307074"/>
                                  <a:gd name="connsiteY26" fmla="*/ 948520 h 1794681"/>
                                  <a:gd name="connsiteX27" fmla="*/ 95534 w 307074"/>
                                  <a:gd name="connsiteY27" fmla="*/ 989463 h 1794681"/>
                                  <a:gd name="connsiteX28" fmla="*/ 75062 w 307074"/>
                                  <a:gd name="connsiteY28" fmla="*/ 1030406 h 1794681"/>
                                  <a:gd name="connsiteX29" fmla="*/ 109182 w 307074"/>
                                  <a:gd name="connsiteY29" fmla="*/ 1119117 h 1794681"/>
                                  <a:gd name="connsiteX30" fmla="*/ 129653 w 307074"/>
                                  <a:gd name="connsiteY30" fmla="*/ 1160060 h 1794681"/>
                                  <a:gd name="connsiteX31" fmla="*/ 122830 w 307074"/>
                                  <a:gd name="connsiteY31" fmla="*/ 1180532 h 1794681"/>
                                  <a:gd name="connsiteX32" fmla="*/ 95534 w 307074"/>
                                  <a:gd name="connsiteY32" fmla="*/ 1221475 h 1794681"/>
                                  <a:gd name="connsiteX33" fmla="*/ 102358 w 307074"/>
                                  <a:gd name="connsiteY33" fmla="*/ 1317009 h 1794681"/>
                                  <a:gd name="connsiteX34" fmla="*/ 109182 w 307074"/>
                                  <a:gd name="connsiteY34" fmla="*/ 1378424 h 1794681"/>
                                  <a:gd name="connsiteX35" fmla="*/ 88710 w 307074"/>
                                  <a:gd name="connsiteY35" fmla="*/ 1385248 h 1794681"/>
                                  <a:gd name="connsiteX36" fmla="*/ 68239 w 307074"/>
                                  <a:gd name="connsiteY36" fmla="*/ 1398896 h 1794681"/>
                                  <a:gd name="connsiteX37" fmla="*/ 61415 w 307074"/>
                                  <a:gd name="connsiteY37" fmla="*/ 1439839 h 1794681"/>
                                  <a:gd name="connsiteX38" fmla="*/ 81886 w 307074"/>
                                  <a:gd name="connsiteY38" fmla="*/ 1446663 h 1794681"/>
                                  <a:gd name="connsiteX39" fmla="*/ 95534 w 307074"/>
                                  <a:gd name="connsiteY39" fmla="*/ 1467135 h 1794681"/>
                                  <a:gd name="connsiteX40" fmla="*/ 109182 w 307074"/>
                                  <a:gd name="connsiteY40" fmla="*/ 1514902 h 1794681"/>
                                  <a:gd name="connsiteX41" fmla="*/ 102358 w 307074"/>
                                  <a:gd name="connsiteY41" fmla="*/ 1576317 h 1794681"/>
                                  <a:gd name="connsiteX42" fmla="*/ 81886 w 307074"/>
                                  <a:gd name="connsiteY42" fmla="*/ 1589964 h 1794681"/>
                                  <a:gd name="connsiteX43" fmla="*/ 61415 w 307074"/>
                                  <a:gd name="connsiteY43" fmla="*/ 1610436 h 1794681"/>
                                  <a:gd name="connsiteX44" fmla="*/ 54591 w 307074"/>
                                  <a:gd name="connsiteY44" fmla="*/ 1637732 h 1794681"/>
                                  <a:gd name="connsiteX45" fmla="*/ 102358 w 307074"/>
                                  <a:gd name="connsiteY45" fmla="*/ 1644555 h 1794681"/>
                                  <a:gd name="connsiteX46" fmla="*/ 95534 w 307074"/>
                                  <a:gd name="connsiteY46" fmla="*/ 1746914 h 1794681"/>
                                  <a:gd name="connsiteX47" fmla="*/ 61415 w 307074"/>
                                  <a:gd name="connsiteY47" fmla="*/ 1774209 h 1794681"/>
                                  <a:gd name="connsiteX48" fmla="*/ 20471 w 307074"/>
                                  <a:gd name="connsiteY48" fmla="*/ 1787857 h 1794681"/>
                                  <a:gd name="connsiteX49" fmla="*/ 0 w 307074"/>
                                  <a:gd name="connsiteY49" fmla="*/ 1794681 h 1794681"/>
                                  <a:gd name="connsiteX0" fmla="*/ 211499 w 307074"/>
                                  <a:gd name="connsiteY0" fmla="*/ 0 h 1794681"/>
                                  <a:gd name="connsiteX1" fmla="*/ 279779 w 307074"/>
                                  <a:gd name="connsiteY1" fmla="*/ 20472 h 1794681"/>
                                  <a:gd name="connsiteX2" fmla="*/ 286603 w 307074"/>
                                  <a:gd name="connsiteY2" fmla="*/ 47767 h 1794681"/>
                                  <a:gd name="connsiteX3" fmla="*/ 266131 w 307074"/>
                                  <a:gd name="connsiteY3" fmla="*/ 88711 h 1794681"/>
                                  <a:gd name="connsiteX4" fmla="*/ 286603 w 307074"/>
                                  <a:gd name="connsiteY4" fmla="*/ 136478 h 1794681"/>
                                  <a:gd name="connsiteX5" fmla="*/ 307074 w 307074"/>
                                  <a:gd name="connsiteY5" fmla="*/ 143302 h 1794681"/>
                                  <a:gd name="connsiteX6" fmla="*/ 259307 w 307074"/>
                                  <a:gd name="connsiteY6" fmla="*/ 170597 h 1794681"/>
                                  <a:gd name="connsiteX7" fmla="*/ 218364 w 307074"/>
                                  <a:gd name="connsiteY7" fmla="*/ 184245 h 1794681"/>
                                  <a:gd name="connsiteX8" fmla="*/ 184245 w 307074"/>
                                  <a:gd name="connsiteY8" fmla="*/ 232012 h 1794681"/>
                                  <a:gd name="connsiteX9" fmla="*/ 170597 w 307074"/>
                                  <a:gd name="connsiteY9" fmla="*/ 272955 h 1794681"/>
                                  <a:gd name="connsiteX10" fmla="*/ 191068 w 307074"/>
                                  <a:gd name="connsiteY10" fmla="*/ 286603 h 1794681"/>
                                  <a:gd name="connsiteX11" fmla="*/ 163773 w 307074"/>
                                  <a:gd name="connsiteY11" fmla="*/ 327546 h 1794681"/>
                                  <a:gd name="connsiteX12" fmla="*/ 122830 w 307074"/>
                                  <a:gd name="connsiteY12" fmla="*/ 409433 h 1794681"/>
                                  <a:gd name="connsiteX13" fmla="*/ 109182 w 307074"/>
                                  <a:gd name="connsiteY13" fmla="*/ 429905 h 1794681"/>
                                  <a:gd name="connsiteX14" fmla="*/ 95534 w 307074"/>
                                  <a:gd name="connsiteY14" fmla="*/ 450376 h 1794681"/>
                                  <a:gd name="connsiteX15" fmla="*/ 81886 w 307074"/>
                                  <a:gd name="connsiteY15" fmla="*/ 573206 h 1794681"/>
                                  <a:gd name="connsiteX16" fmla="*/ 75062 w 307074"/>
                                  <a:gd name="connsiteY16" fmla="*/ 593678 h 1794681"/>
                                  <a:gd name="connsiteX17" fmla="*/ 54591 w 307074"/>
                                  <a:gd name="connsiteY17" fmla="*/ 607326 h 1794681"/>
                                  <a:gd name="connsiteX18" fmla="*/ 68239 w 307074"/>
                                  <a:gd name="connsiteY18" fmla="*/ 648269 h 1794681"/>
                                  <a:gd name="connsiteX19" fmla="*/ 75062 w 307074"/>
                                  <a:gd name="connsiteY19" fmla="*/ 668740 h 1794681"/>
                                  <a:gd name="connsiteX20" fmla="*/ 95534 w 307074"/>
                                  <a:gd name="connsiteY20" fmla="*/ 709684 h 1794681"/>
                                  <a:gd name="connsiteX21" fmla="*/ 88710 w 307074"/>
                                  <a:gd name="connsiteY21" fmla="*/ 757451 h 1794681"/>
                                  <a:gd name="connsiteX22" fmla="*/ 54591 w 307074"/>
                                  <a:gd name="connsiteY22" fmla="*/ 798394 h 1794681"/>
                                  <a:gd name="connsiteX23" fmla="*/ 61415 w 307074"/>
                                  <a:gd name="connsiteY23" fmla="*/ 852985 h 1794681"/>
                                  <a:gd name="connsiteX24" fmla="*/ 68239 w 307074"/>
                                  <a:gd name="connsiteY24" fmla="*/ 880281 h 1794681"/>
                                  <a:gd name="connsiteX25" fmla="*/ 109182 w 307074"/>
                                  <a:gd name="connsiteY25" fmla="*/ 907576 h 1794681"/>
                                  <a:gd name="connsiteX26" fmla="*/ 122830 w 307074"/>
                                  <a:gd name="connsiteY26" fmla="*/ 948520 h 1794681"/>
                                  <a:gd name="connsiteX27" fmla="*/ 95534 w 307074"/>
                                  <a:gd name="connsiteY27" fmla="*/ 989463 h 1794681"/>
                                  <a:gd name="connsiteX28" fmla="*/ 75062 w 307074"/>
                                  <a:gd name="connsiteY28" fmla="*/ 1030406 h 1794681"/>
                                  <a:gd name="connsiteX29" fmla="*/ 109182 w 307074"/>
                                  <a:gd name="connsiteY29" fmla="*/ 1119117 h 1794681"/>
                                  <a:gd name="connsiteX30" fmla="*/ 129653 w 307074"/>
                                  <a:gd name="connsiteY30" fmla="*/ 1160060 h 1794681"/>
                                  <a:gd name="connsiteX31" fmla="*/ 122830 w 307074"/>
                                  <a:gd name="connsiteY31" fmla="*/ 1180532 h 1794681"/>
                                  <a:gd name="connsiteX32" fmla="*/ 95534 w 307074"/>
                                  <a:gd name="connsiteY32" fmla="*/ 1221475 h 1794681"/>
                                  <a:gd name="connsiteX33" fmla="*/ 102358 w 307074"/>
                                  <a:gd name="connsiteY33" fmla="*/ 1317009 h 1794681"/>
                                  <a:gd name="connsiteX34" fmla="*/ 109182 w 307074"/>
                                  <a:gd name="connsiteY34" fmla="*/ 1378424 h 1794681"/>
                                  <a:gd name="connsiteX35" fmla="*/ 88710 w 307074"/>
                                  <a:gd name="connsiteY35" fmla="*/ 1385248 h 1794681"/>
                                  <a:gd name="connsiteX36" fmla="*/ 68239 w 307074"/>
                                  <a:gd name="connsiteY36" fmla="*/ 1398896 h 1794681"/>
                                  <a:gd name="connsiteX37" fmla="*/ 61415 w 307074"/>
                                  <a:gd name="connsiteY37" fmla="*/ 1439839 h 1794681"/>
                                  <a:gd name="connsiteX38" fmla="*/ 81886 w 307074"/>
                                  <a:gd name="connsiteY38" fmla="*/ 1446663 h 1794681"/>
                                  <a:gd name="connsiteX39" fmla="*/ 95534 w 307074"/>
                                  <a:gd name="connsiteY39" fmla="*/ 1467135 h 1794681"/>
                                  <a:gd name="connsiteX40" fmla="*/ 109182 w 307074"/>
                                  <a:gd name="connsiteY40" fmla="*/ 1514902 h 1794681"/>
                                  <a:gd name="connsiteX41" fmla="*/ 102358 w 307074"/>
                                  <a:gd name="connsiteY41" fmla="*/ 1576317 h 1794681"/>
                                  <a:gd name="connsiteX42" fmla="*/ 81886 w 307074"/>
                                  <a:gd name="connsiteY42" fmla="*/ 1589964 h 1794681"/>
                                  <a:gd name="connsiteX43" fmla="*/ 61415 w 307074"/>
                                  <a:gd name="connsiteY43" fmla="*/ 1610436 h 1794681"/>
                                  <a:gd name="connsiteX44" fmla="*/ 54591 w 307074"/>
                                  <a:gd name="connsiteY44" fmla="*/ 1637732 h 1794681"/>
                                  <a:gd name="connsiteX45" fmla="*/ 102358 w 307074"/>
                                  <a:gd name="connsiteY45" fmla="*/ 1644555 h 1794681"/>
                                  <a:gd name="connsiteX46" fmla="*/ 95534 w 307074"/>
                                  <a:gd name="connsiteY46" fmla="*/ 1746914 h 1794681"/>
                                  <a:gd name="connsiteX47" fmla="*/ 61415 w 307074"/>
                                  <a:gd name="connsiteY47" fmla="*/ 1774209 h 1794681"/>
                                  <a:gd name="connsiteX48" fmla="*/ 20471 w 307074"/>
                                  <a:gd name="connsiteY48" fmla="*/ 1787857 h 1794681"/>
                                  <a:gd name="connsiteX49" fmla="*/ 0 w 307074"/>
                                  <a:gd name="connsiteY49" fmla="*/ 1794681 h 17946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</a:cxnLst>
                                <a:rect l="l" t="t" r="r" b="b"/>
                                <a:pathLst>
                                  <a:path w="307074" h="1794681">
                                    <a:moveTo>
                                      <a:pt x="211499" y="0"/>
                                    </a:moveTo>
                                    <a:cubicBezTo>
                                      <a:pt x="222872" y="6824"/>
                                      <a:pt x="267262" y="12511"/>
                                      <a:pt x="279779" y="20472"/>
                                    </a:cubicBezTo>
                                    <a:cubicBezTo>
                                      <a:pt x="292296" y="28433"/>
                                      <a:pt x="286603" y="38389"/>
                                      <a:pt x="286603" y="47767"/>
                                    </a:cubicBezTo>
                                    <a:cubicBezTo>
                                      <a:pt x="286603" y="61893"/>
                                      <a:pt x="273031" y="78360"/>
                                      <a:pt x="266131" y="88711"/>
                                    </a:cubicBezTo>
                                    <a:cubicBezTo>
                                      <a:pt x="270229" y="105102"/>
                                      <a:pt x="271876" y="124696"/>
                                      <a:pt x="286603" y="136478"/>
                                    </a:cubicBezTo>
                                    <a:cubicBezTo>
                                      <a:pt x="292220" y="140971"/>
                                      <a:pt x="300250" y="141027"/>
                                      <a:pt x="307074" y="143302"/>
                                    </a:cubicBezTo>
                                    <a:cubicBezTo>
                                      <a:pt x="288609" y="155612"/>
                                      <a:pt x="280951" y="161939"/>
                                      <a:pt x="259307" y="170597"/>
                                    </a:cubicBezTo>
                                    <a:cubicBezTo>
                                      <a:pt x="245950" y="175940"/>
                                      <a:pt x="218364" y="184245"/>
                                      <a:pt x="218364" y="184245"/>
                                    </a:cubicBezTo>
                                    <a:cubicBezTo>
                                      <a:pt x="215608" y="187919"/>
                                      <a:pt x="187876" y="223841"/>
                                      <a:pt x="184245" y="232012"/>
                                    </a:cubicBezTo>
                                    <a:cubicBezTo>
                                      <a:pt x="178402" y="245158"/>
                                      <a:pt x="170597" y="272955"/>
                                      <a:pt x="170597" y="272955"/>
                                    </a:cubicBezTo>
                                    <a:cubicBezTo>
                                      <a:pt x="177421" y="277504"/>
                                      <a:pt x="188815" y="278717"/>
                                      <a:pt x="191068" y="286603"/>
                                    </a:cubicBezTo>
                                    <a:cubicBezTo>
                                      <a:pt x="201093" y="321691"/>
                                      <a:pt x="183925" y="320830"/>
                                      <a:pt x="163773" y="327546"/>
                                    </a:cubicBezTo>
                                    <a:cubicBezTo>
                                      <a:pt x="144938" y="384050"/>
                                      <a:pt x="158105" y="356520"/>
                                      <a:pt x="122830" y="409433"/>
                                    </a:cubicBezTo>
                                    <a:lnTo>
                                      <a:pt x="109182" y="429905"/>
                                    </a:lnTo>
                                    <a:lnTo>
                                      <a:pt x="95534" y="450376"/>
                                    </a:lnTo>
                                    <a:cubicBezTo>
                                      <a:pt x="90985" y="491319"/>
                                      <a:pt x="87712" y="532425"/>
                                      <a:pt x="81886" y="573206"/>
                                    </a:cubicBezTo>
                                    <a:cubicBezTo>
                                      <a:pt x="80869" y="580327"/>
                                      <a:pt x="79555" y="588061"/>
                                      <a:pt x="75062" y="593678"/>
                                    </a:cubicBezTo>
                                    <a:cubicBezTo>
                                      <a:pt x="69939" y="600082"/>
                                      <a:pt x="61415" y="602777"/>
                                      <a:pt x="54591" y="607326"/>
                                    </a:cubicBezTo>
                                    <a:lnTo>
                                      <a:pt x="68239" y="648269"/>
                                    </a:lnTo>
                                    <a:cubicBezTo>
                                      <a:pt x="70514" y="655093"/>
                                      <a:pt x="71072" y="662755"/>
                                      <a:pt x="75062" y="668740"/>
                                    </a:cubicBezTo>
                                    <a:cubicBezTo>
                                      <a:pt x="92700" y="695197"/>
                                      <a:pt x="86116" y="681431"/>
                                      <a:pt x="95534" y="709684"/>
                                    </a:cubicBezTo>
                                    <a:cubicBezTo>
                                      <a:pt x="93259" y="725606"/>
                                      <a:pt x="93332" y="742045"/>
                                      <a:pt x="88710" y="757451"/>
                                    </a:cubicBezTo>
                                    <a:cubicBezTo>
                                      <a:pt x="84638" y="771023"/>
                                      <a:pt x="63295" y="789690"/>
                                      <a:pt x="54591" y="798394"/>
                                    </a:cubicBezTo>
                                    <a:cubicBezTo>
                                      <a:pt x="56866" y="816591"/>
                                      <a:pt x="58400" y="834896"/>
                                      <a:pt x="61415" y="852985"/>
                                    </a:cubicBezTo>
                                    <a:cubicBezTo>
                                      <a:pt x="62957" y="862236"/>
                                      <a:pt x="62063" y="873223"/>
                                      <a:pt x="68239" y="880281"/>
                                    </a:cubicBezTo>
                                    <a:cubicBezTo>
                                      <a:pt x="79040" y="892625"/>
                                      <a:pt x="109182" y="907576"/>
                                      <a:pt x="109182" y="907576"/>
                                    </a:cubicBezTo>
                                    <a:cubicBezTo>
                                      <a:pt x="113731" y="921224"/>
                                      <a:pt x="130810" y="936550"/>
                                      <a:pt x="122830" y="948520"/>
                                    </a:cubicBezTo>
                                    <a:cubicBezTo>
                                      <a:pt x="113731" y="962168"/>
                                      <a:pt x="100721" y="973902"/>
                                      <a:pt x="95534" y="989463"/>
                                    </a:cubicBezTo>
                                    <a:cubicBezTo>
                                      <a:pt x="86117" y="1017715"/>
                                      <a:pt x="92700" y="1003950"/>
                                      <a:pt x="75062" y="1030406"/>
                                    </a:cubicBezTo>
                                    <a:cubicBezTo>
                                      <a:pt x="89893" y="1119388"/>
                                      <a:pt x="62458" y="1103542"/>
                                      <a:pt x="109182" y="1119117"/>
                                    </a:cubicBezTo>
                                    <a:cubicBezTo>
                                      <a:pt x="116084" y="1129470"/>
                                      <a:pt x="129653" y="1145931"/>
                                      <a:pt x="129653" y="1160060"/>
                                    </a:cubicBezTo>
                                    <a:cubicBezTo>
                                      <a:pt x="129653" y="1167253"/>
                                      <a:pt x="126323" y="1174244"/>
                                      <a:pt x="122830" y="1180532"/>
                                    </a:cubicBezTo>
                                    <a:cubicBezTo>
                                      <a:pt x="114864" y="1194870"/>
                                      <a:pt x="95534" y="1221475"/>
                                      <a:pt x="95534" y="1221475"/>
                                    </a:cubicBezTo>
                                    <a:cubicBezTo>
                                      <a:pt x="97809" y="1253320"/>
                                      <a:pt x="97109" y="1285518"/>
                                      <a:pt x="102358" y="1317009"/>
                                    </a:cubicBezTo>
                                    <a:cubicBezTo>
                                      <a:pt x="107538" y="1348089"/>
                                      <a:pt x="133570" y="1341844"/>
                                      <a:pt x="109182" y="1378424"/>
                                    </a:cubicBezTo>
                                    <a:cubicBezTo>
                                      <a:pt x="105192" y="1384409"/>
                                      <a:pt x="95534" y="1382973"/>
                                      <a:pt x="88710" y="1385248"/>
                                    </a:cubicBezTo>
                                    <a:cubicBezTo>
                                      <a:pt x="81886" y="1389797"/>
                                      <a:pt x="74038" y="1393097"/>
                                      <a:pt x="68239" y="1398896"/>
                                    </a:cubicBezTo>
                                    <a:cubicBezTo>
                                      <a:pt x="56929" y="1410206"/>
                                      <a:pt x="46447" y="1424871"/>
                                      <a:pt x="61415" y="1439839"/>
                                    </a:cubicBezTo>
                                    <a:cubicBezTo>
                                      <a:pt x="66501" y="1444925"/>
                                      <a:pt x="75062" y="1444388"/>
                                      <a:pt x="81886" y="1446663"/>
                                    </a:cubicBezTo>
                                    <a:cubicBezTo>
                                      <a:pt x="86435" y="1453487"/>
                                      <a:pt x="91866" y="1459799"/>
                                      <a:pt x="95534" y="1467135"/>
                                    </a:cubicBezTo>
                                    <a:cubicBezTo>
                                      <a:pt x="100430" y="1476926"/>
                                      <a:pt x="106995" y="1506155"/>
                                      <a:pt x="109182" y="1514902"/>
                                    </a:cubicBezTo>
                                    <a:cubicBezTo>
                                      <a:pt x="106907" y="1535374"/>
                                      <a:pt x="109397" y="1556960"/>
                                      <a:pt x="102358" y="1576317"/>
                                    </a:cubicBezTo>
                                    <a:cubicBezTo>
                                      <a:pt x="99555" y="1584024"/>
                                      <a:pt x="88186" y="1584714"/>
                                      <a:pt x="81886" y="1589964"/>
                                    </a:cubicBezTo>
                                    <a:cubicBezTo>
                                      <a:pt x="74472" y="1596142"/>
                                      <a:pt x="68239" y="1603612"/>
                                      <a:pt x="61415" y="1610436"/>
                                    </a:cubicBezTo>
                                    <a:cubicBezTo>
                                      <a:pt x="59140" y="1619535"/>
                                      <a:pt x="47386" y="1631728"/>
                                      <a:pt x="54591" y="1637732"/>
                                    </a:cubicBezTo>
                                    <a:cubicBezTo>
                                      <a:pt x="66947" y="1648029"/>
                                      <a:pt x="96711" y="1629495"/>
                                      <a:pt x="102358" y="1644555"/>
                                    </a:cubicBezTo>
                                    <a:cubicBezTo>
                                      <a:pt x="114365" y="1676573"/>
                                      <a:pt x="99310" y="1712928"/>
                                      <a:pt x="95534" y="1746914"/>
                                    </a:cubicBezTo>
                                    <a:cubicBezTo>
                                      <a:pt x="92345" y="1775616"/>
                                      <a:pt x="87082" y="1766509"/>
                                      <a:pt x="61415" y="1774209"/>
                                    </a:cubicBezTo>
                                    <a:cubicBezTo>
                                      <a:pt x="47635" y="1778343"/>
                                      <a:pt x="34119" y="1783308"/>
                                      <a:pt x="20471" y="1787857"/>
                                    </a:cubicBezTo>
                                    <a:lnTo>
                                      <a:pt x="0" y="1794681"/>
                                    </a:lnTo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1" o:spid="_x0000_s1026" style="position:absolute;margin-left:125.1pt;margin-top:261.75pt;width:24.2pt;height:141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307074,17946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" path="m211499,v11373,6824,55763,12511,68280,20472c292296,28433,286603,38389,286603,47767v,14126,-13572,30593,-20472,40944c270229,105102,271876,124696,286603,136478v5617,4493,13647,4549,20471,6824c288609,155612,280951,161939,259307,170597v-13357,5343,-40943,13648,-40943,13648c215608,187919,187876,223841,184245,232012v-5843,13146,-13648,40943,-13648,40943c177421,277504,188815,278717,191068,286603v10025,35088,-7143,34227,-27295,40943c144938,384050,158105,356520,122830,409433r-13648,20472l95534,450376v-4549,40943,-7822,82049,-13648,122830c80869,580327,79555,588061,75062,593678v-5123,6404,-13647,9099,-20471,13648l68239,648269v2275,6824,2833,14486,6823,20471c92700,695197,86116,681431,95534,709684v-2275,15922,-2202,32361,-6824,47767c84638,771023,63295,789690,54591,798394v2275,18197,3809,36502,6824,54591c62957,862236,62063,873223,68239,880281v10801,12344,40943,27295,40943,27295c113731,921224,130810,936550,122830,948520v-9099,13648,-22109,25382,-27296,40943c86117,1017715,92700,1003950,75062,1030406v14831,88982,-12604,73136,34120,88711c116084,1129470,129653,1145931,129653,1160060v,7193,-3330,14184,-6823,20472c114864,1194870,95534,1221475,95534,1221475v2275,31845,1575,64043,6824,95534c107538,1348089,133570,1341844,109182,1378424v-3990,5985,-13648,4549,-20472,6824c81886,1389797,74038,1393097,68239,1398896v-11310,11310,-21792,25975,-6824,40943c66501,1444925,75062,1444388,81886,1446663v4549,6824,9980,13136,13648,20472c100430,1476926,106995,1506155,109182,1514902v-2275,20472,215,42058,-6824,61415c99555,1584024,88186,1584714,81886,1589964v-7414,6178,-13647,13648,-20471,20472c59140,1619535,47386,1631728,54591,1637732v12356,10297,42120,-8237,47767,6823c114365,1676573,99310,1712928,95534,1746914v-3189,28702,-8452,19595,-34119,27295c47635,1778343,34119,1783308,20471,1787857l,1794681e" filled="f" strokecolor="red" strokeweight="2.25pt">
                      <v:stroke joinstyle="miter"/>
                      <v:path arrowok="t" o:connecttype="custom" o:connectlocs="211499,0;279779,20472;286603,47767;266131,88711;286603,136478;307074,143302;259307,170597;218364,184245;184245,232012;170597,272955;191068,286603;163773,327546;122830,409433;109182,429905;95534,450376;81886,573206;75062,593678;54591,607326;68239,648269;75062,668740;95534,709684;88710,757451;54591,798394;61415,852985;68239,880281;109182,907576;122830,948520;95534,989463;75062,1030406;109182,1119117;129653,1160060;122830,1180532;95534,1221475;102358,1317009;109182,1378424;88710,1385248;68239,1398896;61415,1439839;81886,1446663;95534,1467135;109182,1514902;102358,1576317;81886,1589964;61415,1610436;54591,1637732;102358,1644555;95534,1746914;61415,1774209;20471,1787857;0,1794681" o:connectangles="0,0,0,0,0,0,0,0,0,0,0,0,0,0,0,0,0,0,0,0,0,0,0,0,0,0,0,0,0,0,0,0,0,0,0,0,0,0,0,0,0,0,0,0,0,0,0,0,0,0"/>
                      <w10:wrap anchory="page"/>
                    </v:shape>
                  </w:pict>
                </mc:Fallback>
              </mc:AlternateContent>
            </w:r>
          </w:p>
        </w:tc>
      </w:tr>
      <w:tr w:rsidR="009E0202" w:rsidTr="007E5FF0">
        <w:trPr>
          <w:trHeight w:hRule="exact" w:val="1043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Pr="00021342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021342">
              <w:rPr>
                <w:sz w:val="21"/>
                <w:szCs w:val="21"/>
              </w:rPr>
              <w:lastRenderedPageBreak/>
              <w:t>Report:</w:t>
            </w:r>
          </w:p>
          <w:p w:rsidR="009E0202" w:rsidRPr="00AC2754" w:rsidRDefault="004B19B0" w:rsidP="00DC01AB">
            <w:pPr>
              <w:pStyle w:val="CUSTOMColumnText"/>
              <w:rPr>
                <w:b/>
                <w:szCs w:val="21"/>
                <w:u w:val="single"/>
              </w:rPr>
            </w:pPr>
            <w:r w:rsidRPr="00AC2754">
              <w:rPr>
                <w:b/>
                <w:szCs w:val="21"/>
                <w:u w:val="single"/>
              </w:rPr>
              <w:t>RIGHT LEG</w:t>
            </w:r>
          </w:p>
          <w:p w:rsidR="004B19B0" w:rsidRPr="00AC2754" w:rsidRDefault="004B19B0" w:rsidP="00DC01AB">
            <w:pPr>
              <w:pStyle w:val="CUSTOMColumnText"/>
              <w:rPr>
                <w:szCs w:val="21"/>
              </w:rPr>
            </w:pPr>
            <w:r w:rsidRPr="00AC2754">
              <w:rPr>
                <w:szCs w:val="21"/>
              </w:rPr>
              <w:t xml:space="preserve">The Common Femoral Vein is patent with </w:t>
            </w:r>
            <w:proofErr w:type="spellStart"/>
            <w:r w:rsidRPr="00AC2754">
              <w:rPr>
                <w:szCs w:val="21"/>
              </w:rPr>
              <w:t>respirophasic</w:t>
            </w:r>
            <w:proofErr w:type="spellEnd"/>
            <w:r w:rsidRPr="00AC2754">
              <w:rPr>
                <w:szCs w:val="21"/>
              </w:rPr>
              <w:t xml:space="preserve"> flow detected indicating no proximal venous obstruction is present.</w:t>
            </w:r>
          </w:p>
          <w:p w:rsidR="004B19B0" w:rsidRPr="00AC2754" w:rsidRDefault="004B19B0" w:rsidP="00DC01AB">
            <w:pPr>
              <w:pStyle w:val="CUSTOMColumnText"/>
              <w:rPr>
                <w:szCs w:val="21"/>
              </w:rPr>
            </w:pPr>
          </w:p>
          <w:p w:rsidR="004B19B0" w:rsidRPr="00AC2754" w:rsidRDefault="004B19B0" w:rsidP="00DC01AB">
            <w:pPr>
              <w:pStyle w:val="CUSTOMColumnText"/>
              <w:rPr>
                <w:szCs w:val="21"/>
              </w:rPr>
            </w:pPr>
            <w:r w:rsidRPr="00AC2754">
              <w:rPr>
                <w:szCs w:val="21"/>
              </w:rPr>
              <w:t>The Femoral, Popliteal, Posterior Tibial, Peroneal and Gastrocnemius veins are patent and competent; no scarring to note</w:t>
            </w:r>
          </w:p>
          <w:p w:rsidR="004B19B0" w:rsidRPr="00AC2754" w:rsidRDefault="004B19B0" w:rsidP="00DC01AB">
            <w:pPr>
              <w:pStyle w:val="CUSTOMColumnText"/>
              <w:rPr>
                <w:szCs w:val="21"/>
              </w:rPr>
            </w:pPr>
          </w:p>
          <w:p w:rsidR="004B19B0" w:rsidRPr="00AC2754" w:rsidRDefault="004B19B0" w:rsidP="00DC01AB">
            <w:pPr>
              <w:pStyle w:val="CUSTOMColumnText"/>
              <w:rPr>
                <w:b/>
                <w:szCs w:val="21"/>
              </w:rPr>
            </w:pPr>
            <w:r w:rsidRPr="00AC2754">
              <w:rPr>
                <w:b/>
                <w:szCs w:val="21"/>
              </w:rPr>
              <w:t>There is an incompetent perforator imaged in the mid-calf approximately 13cm below knee crease which communicates with the Great Saphenous Vein (GSV)</w:t>
            </w:r>
          </w:p>
          <w:p w:rsidR="004B19B0" w:rsidRPr="00AC2754" w:rsidRDefault="004B19B0" w:rsidP="00DC01AB">
            <w:pPr>
              <w:pStyle w:val="CUSTOMColumnText"/>
              <w:rPr>
                <w:szCs w:val="21"/>
              </w:rPr>
            </w:pPr>
          </w:p>
          <w:p w:rsidR="004B19B0" w:rsidRPr="00AC2754" w:rsidRDefault="004B19B0" w:rsidP="00DC01AB">
            <w:pPr>
              <w:pStyle w:val="CUSTOMColumnText"/>
              <w:rPr>
                <w:b/>
                <w:szCs w:val="21"/>
              </w:rPr>
            </w:pPr>
            <w:r w:rsidRPr="00AC2754">
              <w:rPr>
                <w:b/>
                <w:szCs w:val="21"/>
              </w:rPr>
              <w:t xml:space="preserve">The </w:t>
            </w:r>
            <w:proofErr w:type="spellStart"/>
            <w:r w:rsidRPr="00AC2754">
              <w:rPr>
                <w:b/>
                <w:szCs w:val="21"/>
              </w:rPr>
              <w:t>Sapheno</w:t>
            </w:r>
            <w:proofErr w:type="spellEnd"/>
            <w:r w:rsidRPr="00AC2754">
              <w:rPr>
                <w:b/>
                <w:szCs w:val="21"/>
              </w:rPr>
              <w:t xml:space="preserve">-Femoral Junction and the Great Saphenous vein are incompetent. A prominent varicose vein associated with the GSV is noted in the knee region which tracks in the anterior aspect of the leg </w:t>
            </w:r>
            <w:r w:rsidR="009A66B8" w:rsidRPr="00AC2754">
              <w:rPr>
                <w:b/>
                <w:szCs w:val="21"/>
              </w:rPr>
              <w:t xml:space="preserve">down </w:t>
            </w:r>
            <w:r w:rsidRPr="00AC2754">
              <w:rPr>
                <w:b/>
                <w:szCs w:val="21"/>
              </w:rPr>
              <w:t xml:space="preserve">to the ankle. </w:t>
            </w:r>
            <w:r w:rsidR="009A66B8" w:rsidRPr="00AC2754">
              <w:rPr>
                <w:b/>
                <w:szCs w:val="21"/>
              </w:rPr>
              <w:t>A</w:t>
            </w:r>
            <w:r w:rsidRPr="00AC2754">
              <w:rPr>
                <w:b/>
                <w:szCs w:val="21"/>
              </w:rPr>
              <w:t xml:space="preserve"> </w:t>
            </w:r>
            <w:r w:rsidR="009A66B8" w:rsidRPr="00AC2754">
              <w:rPr>
                <w:b/>
                <w:szCs w:val="21"/>
              </w:rPr>
              <w:t>varicose veins</w:t>
            </w:r>
            <w:r w:rsidRPr="00AC2754">
              <w:rPr>
                <w:b/>
                <w:szCs w:val="21"/>
              </w:rPr>
              <w:t xml:space="preserve"> associated with the GSV </w:t>
            </w:r>
            <w:r w:rsidR="009A66B8" w:rsidRPr="00AC2754">
              <w:rPr>
                <w:b/>
                <w:szCs w:val="21"/>
              </w:rPr>
              <w:t>is</w:t>
            </w:r>
            <w:r w:rsidRPr="00AC2754">
              <w:rPr>
                <w:b/>
                <w:szCs w:val="21"/>
              </w:rPr>
              <w:t xml:space="preserve"> also noted in the medial aspect of the distal calf/</w:t>
            </w:r>
            <w:r w:rsidR="009A66B8" w:rsidRPr="00AC2754">
              <w:rPr>
                <w:b/>
                <w:szCs w:val="21"/>
              </w:rPr>
              <w:t xml:space="preserve"> </w:t>
            </w:r>
            <w:r w:rsidRPr="00AC2754">
              <w:rPr>
                <w:b/>
                <w:szCs w:val="21"/>
              </w:rPr>
              <w:t>ankle.</w:t>
            </w:r>
          </w:p>
          <w:p w:rsidR="004B19B0" w:rsidRPr="00AC2754" w:rsidRDefault="004B19B0" w:rsidP="00DC01AB">
            <w:pPr>
              <w:pStyle w:val="CUSTOMColumnText"/>
              <w:rPr>
                <w:b/>
                <w:szCs w:val="21"/>
              </w:rPr>
            </w:pPr>
          </w:p>
          <w:p w:rsidR="004B19B0" w:rsidRPr="00AC2754" w:rsidRDefault="004B19B0" w:rsidP="00A04910">
            <w:pPr>
              <w:pStyle w:val="CUSTOMColumnText"/>
              <w:jc w:val="both"/>
              <w:rPr>
                <w:szCs w:val="21"/>
              </w:rPr>
            </w:pPr>
            <w:r w:rsidRPr="00AC2754">
              <w:rPr>
                <w:i/>
                <w:szCs w:val="21"/>
              </w:rPr>
              <w:t xml:space="preserve">GSV </w:t>
            </w:r>
            <w:r w:rsidR="00A04910" w:rsidRPr="00AC2754">
              <w:rPr>
                <w:i/>
                <w:szCs w:val="21"/>
              </w:rPr>
              <w:t>diameter</w:t>
            </w:r>
            <w:r w:rsidRPr="00AC2754">
              <w:rPr>
                <w:szCs w:val="21"/>
              </w:rPr>
              <w:t xml:space="preserve">: Prox thigh= 8.5mm, </w:t>
            </w:r>
            <w:proofErr w:type="spellStart"/>
            <w:r w:rsidRPr="00AC2754">
              <w:rPr>
                <w:szCs w:val="21"/>
              </w:rPr>
              <w:t>Mid thigh</w:t>
            </w:r>
            <w:proofErr w:type="spellEnd"/>
            <w:r w:rsidRPr="00AC2754">
              <w:rPr>
                <w:szCs w:val="21"/>
              </w:rPr>
              <w:t xml:space="preserve">= 9.8mm, Knee= 9.2mm, Prox calf= 8.0mm, </w:t>
            </w:r>
            <w:proofErr w:type="spellStart"/>
            <w:r w:rsidRPr="00AC2754">
              <w:rPr>
                <w:szCs w:val="21"/>
              </w:rPr>
              <w:t>Mid calf</w:t>
            </w:r>
            <w:proofErr w:type="spellEnd"/>
            <w:r w:rsidRPr="00AC2754">
              <w:rPr>
                <w:szCs w:val="21"/>
              </w:rPr>
              <w:t>= 6.8mm (Straight and within the fascia)</w:t>
            </w:r>
          </w:p>
          <w:p w:rsidR="004B19B0" w:rsidRPr="00AC2754" w:rsidRDefault="004B19B0" w:rsidP="00DC01AB">
            <w:pPr>
              <w:pStyle w:val="CUSTOMColumnText"/>
              <w:rPr>
                <w:b/>
                <w:szCs w:val="21"/>
              </w:rPr>
            </w:pPr>
          </w:p>
          <w:p w:rsidR="004B19B0" w:rsidRPr="00AC2754" w:rsidRDefault="004B19B0" w:rsidP="00DC01AB">
            <w:pPr>
              <w:pStyle w:val="CUSTOMColumnText"/>
              <w:rPr>
                <w:sz w:val="20"/>
                <w:szCs w:val="21"/>
              </w:rPr>
            </w:pPr>
          </w:p>
          <w:p w:rsidR="004B19B0" w:rsidRPr="00AC2754" w:rsidRDefault="004B19B0" w:rsidP="004B19B0">
            <w:pPr>
              <w:pStyle w:val="CUSTOMColumnText"/>
              <w:rPr>
                <w:b/>
                <w:szCs w:val="21"/>
                <w:u w:val="single"/>
              </w:rPr>
            </w:pPr>
            <w:r w:rsidRPr="00AC2754">
              <w:rPr>
                <w:b/>
                <w:szCs w:val="21"/>
                <w:u w:val="single"/>
              </w:rPr>
              <w:t>LEFT LEG</w:t>
            </w:r>
          </w:p>
          <w:p w:rsidR="004B19B0" w:rsidRPr="00AC2754" w:rsidRDefault="004B19B0" w:rsidP="004B19B0">
            <w:pPr>
              <w:pStyle w:val="CUSTOMColumnText"/>
              <w:rPr>
                <w:szCs w:val="21"/>
              </w:rPr>
            </w:pPr>
            <w:r w:rsidRPr="00AC2754">
              <w:rPr>
                <w:szCs w:val="21"/>
              </w:rPr>
              <w:t xml:space="preserve">The Common Femoral Vein is patent with </w:t>
            </w:r>
            <w:proofErr w:type="spellStart"/>
            <w:r w:rsidRPr="00AC2754">
              <w:rPr>
                <w:szCs w:val="21"/>
              </w:rPr>
              <w:t>respirophasic</w:t>
            </w:r>
            <w:proofErr w:type="spellEnd"/>
            <w:r w:rsidRPr="00AC2754">
              <w:rPr>
                <w:szCs w:val="21"/>
              </w:rPr>
              <w:t xml:space="preserve"> flow detected indicating no proximal venous obstruction is present.</w:t>
            </w:r>
          </w:p>
          <w:p w:rsidR="004B19B0" w:rsidRPr="00AC2754" w:rsidRDefault="004B19B0" w:rsidP="004B19B0">
            <w:pPr>
              <w:pStyle w:val="CUSTOMColumnText"/>
              <w:rPr>
                <w:szCs w:val="21"/>
              </w:rPr>
            </w:pPr>
          </w:p>
          <w:p w:rsidR="004B19B0" w:rsidRPr="00AC2754" w:rsidRDefault="004B19B0" w:rsidP="004B19B0">
            <w:pPr>
              <w:pStyle w:val="CUSTOMColumnText"/>
              <w:rPr>
                <w:szCs w:val="21"/>
              </w:rPr>
            </w:pPr>
            <w:r w:rsidRPr="00AC2754">
              <w:rPr>
                <w:szCs w:val="21"/>
              </w:rPr>
              <w:t>The Femoral, Posterior Tibial, Peroneal and Gastrocnemius veins are patent and competent; no scarring to note</w:t>
            </w:r>
          </w:p>
          <w:p w:rsidR="004B19B0" w:rsidRPr="00AC2754" w:rsidRDefault="004B19B0" w:rsidP="004B19B0">
            <w:pPr>
              <w:pStyle w:val="CUSTOMColumnText"/>
              <w:rPr>
                <w:szCs w:val="21"/>
              </w:rPr>
            </w:pPr>
          </w:p>
          <w:p w:rsidR="004B19B0" w:rsidRPr="00AC2754" w:rsidRDefault="009A66B8" w:rsidP="004B19B0">
            <w:pPr>
              <w:pStyle w:val="CUSTOMColumnText"/>
              <w:rPr>
                <w:b/>
                <w:szCs w:val="21"/>
              </w:rPr>
            </w:pPr>
            <w:r w:rsidRPr="00AC2754">
              <w:rPr>
                <w:b/>
                <w:szCs w:val="21"/>
              </w:rPr>
              <w:t xml:space="preserve">There is a </w:t>
            </w:r>
            <w:r w:rsidR="004B19B0" w:rsidRPr="00AC2754">
              <w:rPr>
                <w:b/>
                <w:szCs w:val="21"/>
              </w:rPr>
              <w:t>mi</w:t>
            </w:r>
            <w:r w:rsidRPr="00AC2754">
              <w:rPr>
                <w:b/>
                <w:szCs w:val="21"/>
              </w:rPr>
              <w:t>ld reflux noted in the Popliteal vein.</w:t>
            </w:r>
          </w:p>
          <w:p w:rsidR="00A3045E" w:rsidRPr="00AC2754" w:rsidRDefault="00A3045E" w:rsidP="004B19B0">
            <w:pPr>
              <w:pStyle w:val="CUSTOMColumnText"/>
              <w:rPr>
                <w:szCs w:val="21"/>
              </w:rPr>
            </w:pPr>
          </w:p>
          <w:p w:rsidR="004B19B0" w:rsidRPr="00AC2754" w:rsidRDefault="00A3045E" w:rsidP="004B19B0">
            <w:pPr>
              <w:pStyle w:val="CUSTOMColumnText"/>
              <w:rPr>
                <w:b/>
                <w:szCs w:val="21"/>
              </w:rPr>
            </w:pPr>
            <w:r w:rsidRPr="00AC2754">
              <w:rPr>
                <w:b/>
                <w:szCs w:val="21"/>
              </w:rPr>
              <w:t>An incompetent perforator is imaged in the distal calf approximately 10cm above</w:t>
            </w:r>
            <w:r w:rsidR="0063430D" w:rsidRPr="00AC2754">
              <w:rPr>
                <w:b/>
                <w:szCs w:val="21"/>
              </w:rPr>
              <w:t xml:space="preserve"> ankle</w:t>
            </w:r>
            <w:r w:rsidRPr="00AC2754">
              <w:rPr>
                <w:b/>
                <w:szCs w:val="21"/>
              </w:rPr>
              <w:t>.</w:t>
            </w:r>
          </w:p>
          <w:p w:rsidR="00A3045E" w:rsidRPr="00AC2754" w:rsidRDefault="00A3045E" w:rsidP="004B19B0">
            <w:pPr>
              <w:pStyle w:val="CUSTOMColumnText"/>
              <w:rPr>
                <w:szCs w:val="21"/>
              </w:rPr>
            </w:pPr>
          </w:p>
          <w:p w:rsidR="00A3045E" w:rsidRPr="00AC2754" w:rsidRDefault="004B19B0" w:rsidP="009A66B8">
            <w:pPr>
              <w:pStyle w:val="CUSTOMColumnText"/>
              <w:rPr>
                <w:b/>
                <w:szCs w:val="21"/>
              </w:rPr>
            </w:pPr>
            <w:r w:rsidRPr="00AC2754">
              <w:rPr>
                <w:b/>
                <w:szCs w:val="21"/>
              </w:rPr>
              <w:t xml:space="preserve">The </w:t>
            </w:r>
            <w:proofErr w:type="spellStart"/>
            <w:r w:rsidRPr="00AC2754">
              <w:rPr>
                <w:b/>
                <w:szCs w:val="21"/>
              </w:rPr>
              <w:t>Sapheno</w:t>
            </w:r>
            <w:proofErr w:type="spellEnd"/>
            <w:r w:rsidRPr="00AC2754">
              <w:rPr>
                <w:b/>
                <w:szCs w:val="21"/>
              </w:rPr>
              <w:t xml:space="preserve">-Femoral Junction </w:t>
            </w:r>
            <w:r w:rsidR="009A66B8" w:rsidRPr="00AC2754">
              <w:rPr>
                <w:b/>
                <w:szCs w:val="21"/>
              </w:rPr>
              <w:t>and proximal-thigh GSV are not visualised; patient gives history of vein treatment.</w:t>
            </w:r>
          </w:p>
          <w:p w:rsidR="009A66B8" w:rsidRPr="00AC2754" w:rsidRDefault="009A66B8" w:rsidP="009A66B8">
            <w:pPr>
              <w:pStyle w:val="CUSTOMColumnText"/>
              <w:rPr>
                <w:szCs w:val="21"/>
              </w:rPr>
            </w:pPr>
            <w:r w:rsidRPr="00AC2754">
              <w:rPr>
                <w:szCs w:val="21"/>
              </w:rPr>
              <w:t xml:space="preserve"> </w:t>
            </w:r>
          </w:p>
          <w:p w:rsidR="00A04910" w:rsidRPr="00AC2754" w:rsidRDefault="009A66B8" w:rsidP="00A3045E">
            <w:pPr>
              <w:pStyle w:val="CUSTOMColumnText"/>
              <w:jc w:val="both"/>
              <w:rPr>
                <w:b/>
                <w:szCs w:val="21"/>
              </w:rPr>
            </w:pPr>
            <w:r w:rsidRPr="00AC2754">
              <w:rPr>
                <w:b/>
                <w:szCs w:val="21"/>
              </w:rPr>
              <w:t xml:space="preserve">The anterior accessory saphenous vein is </w:t>
            </w:r>
            <w:r w:rsidR="00A3045E" w:rsidRPr="00AC2754">
              <w:rPr>
                <w:b/>
                <w:szCs w:val="21"/>
              </w:rPr>
              <w:t xml:space="preserve">imaged and </w:t>
            </w:r>
            <w:r w:rsidRPr="00AC2754">
              <w:rPr>
                <w:b/>
                <w:szCs w:val="21"/>
              </w:rPr>
              <w:t>noted to be incompetent in the proximal to mid-thigh. The reflux</w:t>
            </w:r>
            <w:r w:rsidR="00A3045E" w:rsidRPr="00AC2754">
              <w:rPr>
                <w:b/>
                <w:szCs w:val="21"/>
              </w:rPr>
              <w:t xml:space="preserve"> exits into the native GSV in the mid-thigh via a short communicating vein. The GSV reflux exits into a prominent varicose vein</w:t>
            </w:r>
            <w:r w:rsidR="00A04910" w:rsidRPr="00AC2754">
              <w:rPr>
                <w:b/>
                <w:szCs w:val="21"/>
              </w:rPr>
              <w:t xml:space="preserve"> 5cm above the knee crease</w:t>
            </w:r>
            <w:r w:rsidR="0063430D" w:rsidRPr="00AC2754">
              <w:rPr>
                <w:b/>
                <w:szCs w:val="21"/>
              </w:rPr>
              <w:t xml:space="preserve"> and the GSV is noted to be competent below this level. T</w:t>
            </w:r>
            <w:r w:rsidR="00A3045E" w:rsidRPr="00AC2754">
              <w:rPr>
                <w:b/>
                <w:szCs w:val="21"/>
              </w:rPr>
              <w:t xml:space="preserve">he varicose vein tracks in the posterior-medial aspect of the leg and re-joins GSV in the distal calf (10cm above medial malleolus) making distal-most GSV incompetent. </w:t>
            </w:r>
          </w:p>
          <w:p w:rsidR="0063430D" w:rsidRPr="00AC2754" w:rsidRDefault="0063430D" w:rsidP="00A3045E">
            <w:pPr>
              <w:pStyle w:val="CUSTOMColumnText"/>
              <w:jc w:val="both"/>
              <w:rPr>
                <w:szCs w:val="21"/>
              </w:rPr>
            </w:pPr>
          </w:p>
          <w:p w:rsidR="00A04910" w:rsidRPr="00AC2754" w:rsidRDefault="00A04910" w:rsidP="00A3045E">
            <w:pPr>
              <w:pStyle w:val="CUSTOMColumnText"/>
              <w:jc w:val="both"/>
              <w:rPr>
                <w:szCs w:val="21"/>
              </w:rPr>
            </w:pPr>
            <w:r w:rsidRPr="00AC2754">
              <w:rPr>
                <w:i/>
                <w:szCs w:val="21"/>
              </w:rPr>
              <w:t>Anterior acc. Saphenous vein diameter</w:t>
            </w:r>
            <w:r w:rsidRPr="00AC2754">
              <w:rPr>
                <w:szCs w:val="21"/>
              </w:rPr>
              <w:t>: Prox-thigh = 4.1mm, Mid-thigh = 4.4mm</w:t>
            </w:r>
          </w:p>
          <w:p w:rsidR="00A04910" w:rsidRPr="00AC2754" w:rsidRDefault="00A04910" w:rsidP="00A3045E">
            <w:pPr>
              <w:pStyle w:val="CUSTOMColumnText"/>
              <w:jc w:val="both"/>
              <w:rPr>
                <w:szCs w:val="21"/>
              </w:rPr>
            </w:pPr>
          </w:p>
          <w:p w:rsidR="00A04910" w:rsidRPr="00AC2754" w:rsidRDefault="00A04910" w:rsidP="00A3045E">
            <w:pPr>
              <w:pStyle w:val="CUSTOMColumnText"/>
              <w:jc w:val="both"/>
              <w:rPr>
                <w:szCs w:val="21"/>
              </w:rPr>
            </w:pPr>
            <w:r w:rsidRPr="00AC2754">
              <w:rPr>
                <w:i/>
                <w:szCs w:val="21"/>
              </w:rPr>
              <w:t>GSV diameter</w:t>
            </w:r>
            <w:r w:rsidRPr="00AC2754">
              <w:rPr>
                <w:szCs w:val="21"/>
              </w:rPr>
              <w:t>: Mid-thigh = 7.2mm; Distal-thigh = 6.5mm; Knee = 3.5mm; Pro</w:t>
            </w:r>
            <w:r w:rsidR="00AC2754">
              <w:rPr>
                <w:szCs w:val="21"/>
              </w:rPr>
              <w:t>x calf = 2.7mm (The vein is out</w:t>
            </w:r>
            <w:r w:rsidRPr="00AC2754">
              <w:rPr>
                <w:szCs w:val="21"/>
              </w:rPr>
              <w:t>side of fascia and slightly tortuous around knee region and proximal calf)</w:t>
            </w:r>
          </w:p>
          <w:p w:rsidR="00A3045E" w:rsidRDefault="00A3045E" w:rsidP="00A3045E">
            <w:pPr>
              <w:pStyle w:val="CUSTOMColumnText"/>
              <w:rPr>
                <w:sz w:val="20"/>
                <w:szCs w:val="21"/>
              </w:rPr>
            </w:pPr>
          </w:p>
          <w:p w:rsidR="00A3045E" w:rsidRPr="00DC01AB" w:rsidRDefault="00A3045E" w:rsidP="00A3045E">
            <w:pPr>
              <w:pStyle w:val="CUSTOMColumnText"/>
            </w:pPr>
          </w:p>
        </w:tc>
      </w:tr>
    </w:tbl>
    <w:p w:rsidR="00F97841" w:rsidRDefault="00F97841" w:rsidP="008C4F7F">
      <w:pPr>
        <w:pStyle w:val="CUSTOMNormal"/>
      </w:pPr>
    </w:p>
    <w:sectPr w:rsidR="00F97841" w:rsidSect="00021342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30D" w:rsidRDefault="0063430D" w:rsidP="005748E3">
      <w:pPr>
        <w:spacing w:after="0" w:line="240" w:lineRule="auto"/>
      </w:pPr>
      <w:r>
        <w:separator/>
      </w:r>
    </w:p>
  </w:endnote>
  <w:endnote w:type="continuationSeparator" w:id="0">
    <w:p w:rsidR="0063430D" w:rsidRDefault="0063430D" w:rsidP="005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30D" w:rsidRDefault="0063430D">
    <w:pPr>
      <w:pStyle w:val="Foot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1123315</wp:posOffset>
              </wp:positionH>
              <wp:positionV relativeFrom="paragraph">
                <wp:posOffset>-1043305</wp:posOffset>
              </wp:positionV>
              <wp:extent cx="4394200" cy="334645"/>
              <wp:effectExtent l="8890" t="13970" r="0" b="22860"/>
              <wp:wrapNone/>
              <wp:docPr id="1" name="Group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94200" cy="334645"/>
                        <a:chOff x="1450" y="14461"/>
                        <a:chExt cx="6920" cy="527"/>
                      </a:xfrm>
                    </wpg:grpSpPr>
                    <wpg:grpSp>
                      <wpg:cNvPr id="2" name="Group 60"/>
                      <wpg:cNvGrpSpPr>
                        <a:grpSpLocks/>
                      </wpg:cNvGrpSpPr>
                      <wpg:grpSpPr bwMode="auto">
                        <a:xfrm>
                          <a:off x="3746" y="14517"/>
                          <a:ext cx="1534" cy="377"/>
                          <a:chOff x="3656" y="14517"/>
                          <a:chExt cx="1534" cy="377"/>
                        </a:xfrm>
                      </wpg:grpSpPr>
                      <wps:wsp>
                        <wps:cNvPr id="3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3656" y="1451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ADE0F9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4139" y="14572"/>
                            <a:ext cx="1051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30D" w:rsidRPr="00B8442D" w:rsidRDefault="0063430D" w:rsidP="00130369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Competent superficial vein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  <wpg:grpSp>
                      <wpg:cNvPr id="6" name="Group 67"/>
                      <wpg:cNvGrpSpPr>
                        <a:grpSpLocks/>
                      </wpg:cNvGrpSpPr>
                      <wpg:grpSpPr bwMode="auto">
                        <a:xfrm>
                          <a:off x="5512" y="14517"/>
                          <a:ext cx="1403" cy="377"/>
                          <a:chOff x="5512" y="14517"/>
                          <a:chExt cx="1403" cy="377"/>
                        </a:xfrm>
                      </wpg:grpSpPr>
                      <wps:wsp>
                        <wps:cNvPr id="7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5512" y="1451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679AD1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5995" y="14572"/>
                            <a:ext cx="920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30D" w:rsidRPr="00B8442D" w:rsidRDefault="0063430D" w:rsidP="00130369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Competent deep vein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  <wpg:grpSp>
                      <wpg:cNvPr id="9" name="Group 64"/>
                      <wpg:cNvGrpSpPr>
                        <a:grpSpLocks/>
                      </wpg:cNvGrpSpPr>
                      <wpg:grpSpPr bwMode="auto">
                        <a:xfrm>
                          <a:off x="7046" y="14517"/>
                          <a:ext cx="1324" cy="377"/>
                          <a:chOff x="2299" y="14517"/>
                          <a:chExt cx="1324" cy="377"/>
                        </a:xfrm>
                      </wpg:grpSpPr>
                      <wps:wsp>
                        <wps:cNvPr id="10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2299" y="1451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2782" y="14572"/>
                            <a:ext cx="841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30D" w:rsidRPr="00B8442D" w:rsidRDefault="0063430D" w:rsidP="00130369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 w:rsidRPr="00B8442D">
                                <w:rPr>
                                  <w:sz w:val="14"/>
                                  <w:szCs w:val="14"/>
                                </w:rPr>
                                <w:t>Deep vein scarring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  <wpg:grpSp>
                      <wpg:cNvPr id="12" name="Group 69"/>
                      <wpg:cNvGrpSpPr>
                        <a:grpSpLocks/>
                      </wpg:cNvGrpSpPr>
                      <wpg:grpSpPr bwMode="auto">
                        <a:xfrm>
                          <a:off x="1450" y="14461"/>
                          <a:ext cx="2185" cy="527"/>
                          <a:chOff x="1180" y="14461"/>
                          <a:chExt cx="2185" cy="527"/>
                        </a:xfrm>
                      </wpg:grpSpPr>
                      <wps:wsp>
                        <wps:cNvPr id="13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1180" y="1451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833" y="14572"/>
                            <a:ext cx="1532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30D" w:rsidRPr="00B8442D" w:rsidRDefault="0063430D" w:rsidP="00130369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Arrow down and red colour denotes reflux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5" name="AutoShape 68"/>
                        <wps:cNvCnPr>
                          <a:cxnSpLocks noChangeShapeType="1"/>
                        </wps:cNvCnPr>
                        <wps:spPr bwMode="auto">
                          <a:xfrm>
                            <a:off x="1679" y="14461"/>
                            <a:ext cx="0" cy="527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0C0C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0" o:spid="_x0000_s1034" style="position:absolute;margin-left:88.45pt;margin-top:-82.15pt;width:346pt;height:26.35pt;z-index:251655168" coordorigin="1450,14461" coordsize="6920,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">
              <v:group id="Group 60" o:spid="_x0000_s1035" style="position:absolute;left:3746;top:14517;width:1534;height:377" coordorigin="3656,14517" coordsize="1534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rect id="Rectangle 58" o:spid="_x0000_s1036" style="position:absolute;left:3656;top:1451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n6VcEA&#10;AADaAAAADwAAAGRycy9kb3ducmV2LnhtbESPQYvCMBSE78L+h/AWvIimKqh0jbKIgp60Knh9NM+2&#10;2LyUJtb6740geBxm5htmvmxNKRqqXWFZwXAQgSBOrS44U3A+bfozEM4jaywtk4InOVgufjpzjLV9&#10;cELN0WciQNjFqCD3voqldGlOBt3AVsTBu9raoA+yzqSu8RHgppSjKJpIgwWHhRwrWuWU3o53o2A/&#10;bqa33m671k8cXk7TRI4O171S3d/2/w+Ep9Z/w5/2VisYw/tKuAFy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p+lXBAAAA2gAAAA8AAAAAAAAAAAAAAAAAmAIAAGRycy9kb3du&#10;cmV2LnhtbFBLBQYAAAAABAAEAPUAAACGAwAAAAA=&#10;" fillcolor="#ade0f9" strokeweight="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9" o:spid="_x0000_s1037" type="#_x0000_t202" style="position:absolute;left:4139;top:14572;width:1051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rrIsAA&#10;AADaAAAADwAAAGRycy9kb3ducmV2LnhtbERPXWvCMBR9F/Yfwh3sTdPJGNKZljGmiD6tjrHHS3Pb&#10;VJub0sRa/fXLQPDxcL6X+WhbMVDvG8cKnmcJCOLS6YZrBd/71XQBwgdkja1jUnAhD3n2MFliqt2Z&#10;v2goQi1iCPsUFZgQulRKXxqy6GeuI45c5XqLIcK+lrrHcwy3rZwnyau02HBsMNjRh6HyWJxsnPGz&#10;S+z6Wplfu8XKF2Y/rD8PSj09ju9vIAKN4S6+uTdawQv8X4l+kNk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MrrIsAAAADaAAAADwAAAAAAAAAAAAAAAACYAgAAZHJzL2Rvd25y&#10;ZXYueG1sUEsFBgAAAAAEAAQA9QAAAIUDAAAAAA==&#10;" filled="f" stroked="f" strokeweight=".5pt">
                  <v:textbox style="mso-fit-shape-to-text:t" inset="0,0,0,0">
                    <w:txbxContent>
                      <w:p w:rsidR="0063430D" w:rsidRPr="00B8442D" w:rsidRDefault="0063430D" w:rsidP="00130369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Competent superficial vein</w:t>
                        </w:r>
                      </w:p>
                    </w:txbxContent>
                  </v:textbox>
                </v:shape>
              </v:group>
              <v:group id="Group 67" o:spid="_x0000_s1038" style="position:absolute;left:5512;top:14517;width:1403;height:377" coordorigin="5512,14517" coordsize="1403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rect id="Rectangle 62" o:spid="_x0000_s1039" style="position:absolute;left:5512;top:1451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GihcQA&#10;AADaAAAADwAAAGRycy9kb3ducmV2LnhtbESPQUsDMRSE74L/ITzBm03aQ1vWpktRiiKItPWgt8fm&#10;NVl287IksV399UYQehxm5htmVY++FyeKqQ2sYTpRIIibYFq2Gt4P27sliJSRDfaBScM3JajX11cr&#10;rEw4845O+2xFgXCqUIPLeaikTI0jj2kSBuLiHUP0mIuMVpqI5wL3vZwpNZceWy4LDgd6cNR0+y+v&#10;4dEd7Bs/zZvP8eN1al9UVD/dQuvbm3FzDyLTmC/h//az0bCAvyvlBs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hooXEAAAA2gAAAA8AAAAAAAAAAAAAAAAAmAIAAGRycy9k&#10;b3ducmV2LnhtbFBLBQYAAAAABAAEAPUAAACJAwAAAAA=&#10;" fillcolor="#679ad1" strokeweight=".5pt"/>
                <v:shape id="Text Box 63" o:spid="_x0000_s1040" type="#_x0000_t202" style="position:absolute;left:5995;top:14572;width:920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fhJ78A&#10;AADaAAAADwAAAGRycy9kb3ducmV2LnhtbERPTWvCQBC9F/wPywi91Y09lBJdpYiK6KlRpMchO8mm&#10;zc6G7DbG/vrOodDj430v16Nv1UB9bAIbmM8yUMRlsA3XBi7n3dMrqJiQLbaBycCdIqxXk4cl5jbc&#10;+J2GItVKQjjmaMCl1OVax9KRxzgLHbFwVeg9JoF9rW2PNwn3rX7OshftsWFpcNjRxlH5VXx7mXE9&#10;ZX7/U7kPf8QqFu487LefxjxOx7cFqERj+hf/uQ/WgGyVK+IHvf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h+EnvwAAANoAAAAPAAAAAAAAAAAAAAAAAJgCAABkcnMvZG93bnJl&#10;di54bWxQSwUGAAAAAAQABAD1AAAAhAMAAAAA&#10;" filled="f" stroked="f" strokeweight=".5pt">
                  <v:textbox style="mso-fit-shape-to-text:t" inset="0,0,0,0">
                    <w:txbxContent>
                      <w:p w:rsidR="0063430D" w:rsidRPr="00B8442D" w:rsidRDefault="0063430D" w:rsidP="00130369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Competent deep vein</w:t>
                        </w:r>
                      </w:p>
                    </w:txbxContent>
                  </v:textbox>
                </v:shape>
              </v:group>
              <v:group id="Group 64" o:spid="_x0000_s1041" style="position:absolute;left:7046;top:14517;width:1324;height:377" coordorigin="2299,14517" coordsize="1324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rect id="Rectangle 65" o:spid="_x0000_s1042" style="position:absolute;left:2299;top:1451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h0q8MA&#10;AADbAAAADwAAAGRycy9kb3ducmV2LnhtbESPQYvCQAyF7wv+hyGCt3WqB3Gro4ggiIq763rxFjqx&#10;rXYypTNq/febg+At4b2892U6b12l7tSE0rOBQT8BRZx5W3Ju4Pi3+hyDChHZYuWZDDwpwHzW+Zhi&#10;av2Df+l+iLmSEA4pGihirFOtQ1aQw9D3NbFoZ984jLI2ubYNPiTcVXqYJCPtsGRpKLCmZUHZ9XBz&#10;BoJ/JqvT9/7H3S6h9nprs83uy5het11MQEVq49v8ul5bwRd6+UUG0L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h0q8MAAADbAAAADwAAAAAAAAAAAAAAAACYAgAAZHJzL2Rv&#10;d25yZXYueG1sUEsFBgAAAAAEAAQA9QAAAIgDAAAAAA==&#10;" fillcolor="yellow" strokeweight=".5pt"/>
                <v:shape id="Text Box 66" o:spid="_x0000_s1043" type="#_x0000_t202" style="position:absolute;left:2782;top:14572;width:841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UjYcQA&#10;AADbAAAADwAAAGRycy9kb3ducmV2LnhtbESPQWvDMAyF74X9B6NBb62THcbI4oYytjLWU9MydhSx&#10;EmeN5RB7adpfXw8KvUm89z095cVkOzHS4FvHCtJlAoK4crrlRsFh/7F4AeEDssbOMSk4k4di9TDL&#10;MdPuxDsay9CIGMI+QwUmhD6T0leGLPql64mjVrvBYojr0Eg94CmG204+JcmztNhyvGCwpzdD1bH8&#10;s7HG9zaxm0ttfuwX1r40+3Hz/qvU/HFav4IINIW7+UZ/6sil8P9LHEC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VI2H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63430D" w:rsidRPr="00B8442D" w:rsidRDefault="0063430D" w:rsidP="00130369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 w:rsidRPr="00B8442D">
                          <w:rPr>
                            <w:sz w:val="14"/>
                            <w:szCs w:val="14"/>
                          </w:rPr>
                          <w:t>Deep vein scarring</w:t>
                        </w:r>
                      </w:p>
                    </w:txbxContent>
                  </v:textbox>
                </v:shape>
              </v:group>
              <v:group id="Group 69" o:spid="_x0000_s1044" style="position:absolute;left:1450;top:14461;width:2185;height:527" coordorigin="1180,14461" coordsize="2185,5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rect id="Rectangle 52" o:spid="_x0000_s1045" style="position:absolute;left:1180;top:1451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GBsIA&#10;AADbAAAADwAAAGRycy9kb3ducmV2LnhtbERPTYvCMBC9L/gfwgheRFMVdrUaRRYFD3vRKl6HZmyq&#10;zaTbRO3++82CsLd5vM9ZrFpbiQc1vnSsYDRMQBDnTpdcKDhm28EUhA/IGivHpOCHPKyWnbcFpto9&#10;eU+PQyhEDGGfogITQp1K6XNDFv3Q1cSRu7jGYoiwKaRu8BnDbSXHSfIuLZYcGwzW9Gkovx3uVsE6&#10;O4+93bTf5rQ99WfZVz/7uN6V6nXb9RxEoDb8i1/unY7zJ/D3Szx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dQYGwgAAANsAAAAPAAAAAAAAAAAAAAAAAJgCAABkcnMvZG93&#10;bnJldi54bWxQSwUGAAAAAAQABAD1AAAAhwMAAAAA&#10;" fillcolor="red" strokeweight=".5pt"/>
                <v:shape id="Text Box 53" o:spid="_x0000_s1046" type="#_x0000_t202" style="position:absolute;left:1833;top:14572;width:1532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KA+cQA&#10;AADbAAAADwAAAGRycy9kb3ducmV2LnhtbESPQWvCQBCF70L/wzKF3nRTKUVSN6GUKqKnxlJ6HLKT&#10;bDQ7G7JrjP76bkHwNsN735s3y3y0rRio941jBc+zBARx6XTDtYLv/Wq6AOEDssbWMSm4kIc8e5gs&#10;MdXuzF80FKEWMYR9igpMCF0qpS8NWfQz1xFHrXK9xRDXvpa6x3MMt62cJ8mrtNhwvGCwow9D5bE4&#10;2VjjZ5fY9bUyv3aLlS/Mflh/HpR6ehzf30AEGsPdfKM3OnIv8P9LHE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igPn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63430D" w:rsidRPr="00B8442D" w:rsidRDefault="0063430D" w:rsidP="00130369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Arrow down and red colour denotes reflux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8" o:spid="_x0000_s1047" type="#_x0000_t32" style="position:absolute;left:1679;top:14461;width:0;height:52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vYssAAAADbAAAADwAAAGRycy9kb3ducmV2LnhtbERPzYrCMBC+C75DGGFvmup211KNIssK&#10;i6e16wMMzdgWm0lpYqxvbxYEb/Px/c56O5hWBOpdY1nBfJaAIC6tbrhScPrbTzMQziNrbC2Tgjs5&#10;2G7GozXm2t74SKHwlYgh7HJUUHvf5VK6siaDbmY74sidbW/QR9hXUvd4i+GmlYsk+ZQGG44NNXb0&#10;VVN5Ka5GwQKPRToPafqdLe+X95AcfrNwUOptMuxWIDwN/iV+un90nP8B/7/EA+Tm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YL2LLAAAAA2wAAAA8AAAAAAAAAAAAAAAAA&#10;oQIAAGRycy9kb3ducmV2LnhtbFBLBQYAAAAABAAEAPkAAACOAwAAAAA=&#10;" strokecolor="red" strokeweight="1pt">
                  <v:stroke endarrow="block"/>
                  <v:shadow color="silver"/>
                </v:shape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6192" behindDoc="1" locked="1" layoutInCell="1" allowOverlap="1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30D" w:rsidRDefault="0063430D" w:rsidP="005748E3">
      <w:pPr>
        <w:spacing w:after="0" w:line="240" w:lineRule="auto"/>
      </w:pPr>
      <w:r>
        <w:separator/>
      </w:r>
    </w:p>
  </w:footnote>
  <w:footnote w:type="continuationSeparator" w:id="0">
    <w:p w:rsidR="0063430D" w:rsidRDefault="0063430D" w:rsidP="0057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30D" w:rsidRDefault="0063430D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1312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4" name="Group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5" name="Picture 8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6" name="Picture 8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85" o:spid="_x0000_s1026" style="position:absolute;margin-left:42.55pt;margin-top:45.95pt;width:510.6pt;height:80.1pt;z-index:-251655168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6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6+lr3CAAAA2wAAAA8AAABkcnMvZG93bnJldi54bWxEj19rwjAUxd8Fv0O4A19kphYm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Ovpa9wgAAANsAAAAPAAAAAAAAAAAAAAAAAJ8C&#10;AABkcnMvZG93bnJldi54bWxQSwUGAAAAAAQABAD3AAAAjgMAAAAA&#10;">
                <v:imagedata r:id="rId3" o:title=""/>
              </v:shape>
              <v:shape id="Picture 87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fCZ4nEAAAA2wAAAA8AAABkcnMvZG93bnJldi54bWxEj09rwkAUxO+FfoflFXqrm0oIkrqKLVqk&#10;h2BivT+yL38w+zbNriZ++26h4HGYmd8wy/VkOnGlwbWWFbzOIhDEpdUt1wq+j7uXBQjnkTV2lknB&#10;jRysV48PS0y1HTmna+FrESDsUlTQeN+nUrqyIYNuZnvi4FV2MOiDHGqpBxwD3HRyHkWJNNhyWGiw&#10;p4+GynNxMQqqn131dcg9vn/G5yI+bbMDLTKlnp+mzRsIT5O/h//be61gnsDfl/AD5O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fCZ4nEAAAA2wAAAA8AAAAAAAAAAAAAAAAA&#10;nwIAAGRycy9kb3ducmV2LnhtbFBLBQYAAAAABAAEAPcAAACQ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3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8240" behindDoc="1" locked="1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2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430D" w:rsidRDefault="0063430D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30" type="#_x0000_t202" style="position:absolute;margin-left:42.55pt;margin-top:789.85pt;width:510.25pt;height:22.7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D6Rckz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63430D" w:rsidRDefault="0063430D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30D" w:rsidRDefault="0063430D">
    <w:pPr>
      <w:pStyle w:val="Head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 wp14:anchorId="4EF8E261" wp14:editId="3D11926F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19" name="Group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0" name="Picture 8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8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82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3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7JNSXAAAAA2wAAAA8AAABkcnMvZG93bnJldi54bWxETz1rwzAQ3Qv9D+IKXUojx0MxbpTQlhQy&#10;BZqYzFfpYhtbJ2Mpjvvve0Mg4+N9rzaz79VEY2wDG1guMlDENriWawPV8fu1ABUTssM+MBn4owib&#10;9ePDCksXrvxD0yHVSkI4lmigSWkotY62IY9xEQZi4c5h9JgEjrV2I14l3Pc6z7I37bFlaWhwoK+G&#10;bHe4eCk586XoX/Lfoqu2n/tTYXdTZ415fpo/3kElmtNdfHPvnIFc1ssX+QF6/Q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sk1JcAAAADbAAAADwAAAAAAAAAAAAAAAACfAgAA&#10;ZHJzL2Rvd25yZXYueG1sUEsFBgAAAAAEAAQA9wAAAIwDAAAAAA==&#10;">
                <v:imagedata r:id="rId3" o:title=""/>
              </v:shape>
              <v:shape id="Picture 84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r//3DAAAA2wAAAA8AAABkcnMvZG93bnJldi54bWxEj0+LwjAUxO8L+x3CE7ytqSKLVKPooot4&#10;EFv1/mhe/2DzUpus1m+/EQSPw8z8hpktOlOLG7WusqxgOIhAEGdWV1woOB03XxMQziNrrC2Tggc5&#10;WMw/P2YYa3vnhG6pL0SAsItRQel9E0vpspIMuoFtiIOX29agD7ItpG7xHuCmlqMo+pYGKw4LJTb0&#10;U1J2Sf+Mgvy6yXeHxOPqd3xJx+f1/kCTvVL9XrecgvDU+Xf41d5qBaMhPL+EHyDn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Cv//cMAAADbAAAADwAAAAAAAAAAAAAAAACf&#10;AgAAZHJzL2Rvd25yZXYueG1sUEsFBgAAAAAEAAQA9wAAAI8DAAAAAA=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336" behindDoc="1" locked="1" layoutInCell="0" allowOverlap="1" wp14:anchorId="662B7514" wp14:editId="2C37686B">
          <wp:simplePos x="0" y="0"/>
          <wp:positionH relativeFrom="page">
            <wp:posOffset>1276350</wp:posOffset>
          </wp:positionH>
          <wp:positionV relativeFrom="page">
            <wp:posOffset>3705225</wp:posOffset>
          </wp:positionV>
          <wp:extent cx="4972050" cy="5467350"/>
          <wp:effectExtent l="0" t="0" r="0" b="0"/>
          <wp:wrapNone/>
          <wp:docPr id="91" name="Picture 91" descr="2B POSTERIOR VEINS OF THE LEGS replaced with new anterior view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1" descr="2B POSTERIOR VEINS OF THE LEGS replaced with new anterior view"/>
                  <pic:cNvPicPr preferRelativeResize="0">
                    <a:picLocks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365"/>
                  <a:stretch>
                    <a:fillRect/>
                  </a:stretch>
                </pic:blipFill>
                <pic:spPr bwMode="auto">
                  <a:xfrm>
                    <a:off x="0" y="0"/>
                    <a:ext cx="4972050" cy="5467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4144" behindDoc="0" locked="1" layoutInCell="0" allowOverlap="1" wp14:anchorId="64AD96C7" wp14:editId="727E3C30">
              <wp:simplePos x="0" y="0"/>
              <wp:positionH relativeFrom="column">
                <wp:posOffset>4105275</wp:posOffset>
              </wp:positionH>
              <wp:positionV relativeFrom="page">
                <wp:posOffset>3398520</wp:posOffset>
              </wp:positionV>
              <wp:extent cx="859790" cy="224155"/>
              <wp:effectExtent l="9525" t="7620" r="26035" b="25400"/>
              <wp:wrapNone/>
              <wp:docPr id="18" name="Text Box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9790" cy="2241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35921" dir="2700000" algn="ctr" rotWithShape="0">
                          <a:srgbClr val="C0C0C0"/>
                        </a:outerShdw>
                      </a:effectLst>
                    </wps:spPr>
                    <wps:txbx>
                      <w:txbxContent>
                        <w:p w:rsidR="0063430D" w:rsidRPr="005D0996" w:rsidRDefault="0063430D" w:rsidP="005D0996">
                          <w:pPr>
                            <w:pStyle w:val="CUSTOMNormal"/>
                            <w:tabs>
                              <w:tab w:val="left" w:pos="392"/>
                            </w:tabs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Pos</w:t>
                          </w:r>
                          <w:r w:rsidRPr="005D0996">
                            <w:rPr>
                              <w:sz w:val="18"/>
                              <w:szCs w:val="18"/>
                            </w:rPr>
                            <w:t>terior view</w:t>
                          </w:r>
                        </w:p>
                      </w:txbxContent>
                    </wps:txbx>
                    <wps:bodyPr rot="0" vert="horz" wrap="square" lIns="36000" tIns="43200" rIns="36000" bIns="4320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1" o:spid="_x0000_s1031" type="#_x0000_t202" style="position:absolute;margin-left:323.25pt;margin-top:267.6pt;width:67.7pt;height:17.6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" o:allowincell="f" strokeweight=".5pt">
              <v:shadow on="t" color="silver"/>
              <v:textbox style="mso-fit-shape-to-text:t" inset="1mm,1.2mm,1mm,1.2mm">
                <w:txbxContent>
                  <w:p w:rsidR="0063430D" w:rsidRPr="005D0996" w:rsidRDefault="0063430D" w:rsidP="005D0996">
                    <w:pPr>
                      <w:pStyle w:val="CUSTOMNormal"/>
                      <w:tabs>
                        <w:tab w:val="left" w:pos="392"/>
                      </w:tabs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Pos</w:t>
                    </w:r>
                    <w:r w:rsidRPr="005D0996">
                      <w:rPr>
                        <w:sz w:val="18"/>
                        <w:szCs w:val="18"/>
                      </w:rPr>
                      <w:t>terior view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3120" behindDoc="0" locked="1" layoutInCell="0" allowOverlap="1" wp14:anchorId="6FD7ECDA" wp14:editId="49A66B4B">
              <wp:simplePos x="0" y="0"/>
              <wp:positionH relativeFrom="column">
                <wp:posOffset>1552575</wp:posOffset>
              </wp:positionH>
              <wp:positionV relativeFrom="page">
                <wp:posOffset>3398520</wp:posOffset>
              </wp:positionV>
              <wp:extent cx="764540" cy="224155"/>
              <wp:effectExtent l="9525" t="7620" r="26035" b="25400"/>
              <wp:wrapNone/>
              <wp:docPr id="17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4540" cy="2241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35921" dir="2700000" algn="ctr" rotWithShape="0">
                          <a:srgbClr val="C0C0C0"/>
                        </a:outerShdw>
                      </a:effectLst>
                    </wps:spPr>
                    <wps:txbx>
                      <w:txbxContent>
                        <w:p w:rsidR="0063430D" w:rsidRPr="005D0996" w:rsidRDefault="0063430D" w:rsidP="005D0996">
                          <w:pPr>
                            <w:pStyle w:val="CUSTOMNormal"/>
                            <w:tabs>
                              <w:tab w:val="left" w:pos="392"/>
                            </w:tabs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5D0996">
                            <w:rPr>
                              <w:sz w:val="18"/>
                              <w:szCs w:val="18"/>
                            </w:rPr>
                            <w:t>Anterior view</w:t>
                          </w:r>
                        </w:p>
                      </w:txbxContent>
                    </wps:txbx>
                    <wps:bodyPr rot="0" vert="horz" wrap="square" lIns="36000" tIns="43200" rIns="36000" bIns="4320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50" o:spid="_x0000_s1032" type="#_x0000_t202" style="position:absolute;margin-left:122.25pt;margin-top:267.6pt;width:60.2pt;height:17.6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" o:allowincell="f" strokeweight=".5pt">
              <v:shadow on="t" color="silver"/>
              <v:textbox style="mso-fit-shape-to-text:t" inset="1mm,1.2mm,1mm,1.2mm">
                <w:txbxContent>
                  <w:p w:rsidR="0063430D" w:rsidRPr="005D0996" w:rsidRDefault="0063430D" w:rsidP="005D0996">
                    <w:pPr>
                      <w:pStyle w:val="CUSTOMNormal"/>
                      <w:tabs>
                        <w:tab w:val="left" w:pos="392"/>
                      </w:tabs>
                      <w:jc w:val="center"/>
                      <w:rPr>
                        <w:sz w:val="18"/>
                        <w:szCs w:val="18"/>
                      </w:rPr>
                    </w:pPr>
                    <w:r w:rsidRPr="005D0996">
                      <w:rPr>
                        <w:sz w:val="18"/>
                        <w:szCs w:val="18"/>
                      </w:rPr>
                      <w:t>Anterior view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7216" behindDoc="1" locked="1" layoutInCell="1" allowOverlap="1" wp14:anchorId="106EFF14" wp14:editId="0D3C6C26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1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430D" w:rsidRDefault="0063430D" w:rsidP="002E04BC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3" type="#_x0000_t202" style="position:absolute;margin-left:42.5pt;margin-top:789.75pt;width:510.25pt;height:22.7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OYnM9m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63430D" w:rsidRDefault="0063430D" w:rsidP="002E04BC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 style="mso-position-vertical-relative:page;mso-width-relative:margin;mso-height-relative:margin" o:allowincell="f" strokecolor="red">
      <v:stroke endarrow="block" color="red" weight=".5pt"/>
      <v:shadow color="silver"/>
      <v:textbox style="mso-fit-shape-to-text:t" inset="0,1.2mm,0,1.2mm"/>
      <o:colormru v:ext="edit" colors="#ddd,silver,#ade0f9,#679ad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6C8"/>
    <w:rsid w:val="000009C6"/>
    <w:rsid w:val="00002C57"/>
    <w:rsid w:val="00004989"/>
    <w:rsid w:val="00021342"/>
    <w:rsid w:val="0002322E"/>
    <w:rsid w:val="00030ECC"/>
    <w:rsid w:val="00031069"/>
    <w:rsid w:val="00033B0B"/>
    <w:rsid w:val="00041FD3"/>
    <w:rsid w:val="0006170F"/>
    <w:rsid w:val="00067354"/>
    <w:rsid w:val="00070AEC"/>
    <w:rsid w:val="00075B57"/>
    <w:rsid w:val="00077379"/>
    <w:rsid w:val="000B1F8C"/>
    <w:rsid w:val="000C302A"/>
    <w:rsid w:val="000C4B93"/>
    <w:rsid w:val="000D03AD"/>
    <w:rsid w:val="000D12F2"/>
    <w:rsid w:val="0012112F"/>
    <w:rsid w:val="00123164"/>
    <w:rsid w:val="00130369"/>
    <w:rsid w:val="0014708E"/>
    <w:rsid w:val="00156E8E"/>
    <w:rsid w:val="00186F8F"/>
    <w:rsid w:val="00191142"/>
    <w:rsid w:val="001A0E8C"/>
    <w:rsid w:val="001A1B5B"/>
    <w:rsid w:val="001A7AF4"/>
    <w:rsid w:val="001B713B"/>
    <w:rsid w:val="001C2A3A"/>
    <w:rsid w:val="001C3912"/>
    <w:rsid w:val="001F797D"/>
    <w:rsid w:val="00210977"/>
    <w:rsid w:val="00226007"/>
    <w:rsid w:val="00271691"/>
    <w:rsid w:val="002739C8"/>
    <w:rsid w:val="002867C0"/>
    <w:rsid w:val="002932DD"/>
    <w:rsid w:val="002C6A41"/>
    <w:rsid w:val="002D4419"/>
    <w:rsid w:val="002D613D"/>
    <w:rsid w:val="002D7122"/>
    <w:rsid w:val="002E04BC"/>
    <w:rsid w:val="003234AA"/>
    <w:rsid w:val="00324212"/>
    <w:rsid w:val="003270E4"/>
    <w:rsid w:val="00344EE6"/>
    <w:rsid w:val="00352F64"/>
    <w:rsid w:val="00382C7D"/>
    <w:rsid w:val="00385FE2"/>
    <w:rsid w:val="003909B4"/>
    <w:rsid w:val="00394CF1"/>
    <w:rsid w:val="003A6622"/>
    <w:rsid w:val="003E416A"/>
    <w:rsid w:val="00400383"/>
    <w:rsid w:val="00404107"/>
    <w:rsid w:val="00411FD4"/>
    <w:rsid w:val="004520A0"/>
    <w:rsid w:val="00477D62"/>
    <w:rsid w:val="004A3BCC"/>
    <w:rsid w:val="004B19B0"/>
    <w:rsid w:val="004C122B"/>
    <w:rsid w:val="004C256B"/>
    <w:rsid w:val="004E0025"/>
    <w:rsid w:val="004E3E95"/>
    <w:rsid w:val="004F4E3F"/>
    <w:rsid w:val="005060EC"/>
    <w:rsid w:val="00525F48"/>
    <w:rsid w:val="00543410"/>
    <w:rsid w:val="00543DEF"/>
    <w:rsid w:val="00552EAF"/>
    <w:rsid w:val="005534C2"/>
    <w:rsid w:val="005606F1"/>
    <w:rsid w:val="005748E3"/>
    <w:rsid w:val="00583D40"/>
    <w:rsid w:val="005947E5"/>
    <w:rsid w:val="00596D0F"/>
    <w:rsid w:val="005B6B7D"/>
    <w:rsid w:val="005C197D"/>
    <w:rsid w:val="005D0996"/>
    <w:rsid w:val="005D4909"/>
    <w:rsid w:val="005E594C"/>
    <w:rsid w:val="00624106"/>
    <w:rsid w:val="00632733"/>
    <w:rsid w:val="0063430D"/>
    <w:rsid w:val="00644C5F"/>
    <w:rsid w:val="00652BB1"/>
    <w:rsid w:val="00661D13"/>
    <w:rsid w:val="0067732A"/>
    <w:rsid w:val="006A41AD"/>
    <w:rsid w:val="006C1CD1"/>
    <w:rsid w:val="006D2A35"/>
    <w:rsid w:val="006D3CE8"/>
    <w:rsid w:val="00701D82"/>
    <w:rsid w:val="007102C1"/>
    <w:rsid w:val="007112FB"/>
    <w:rsid w:val="007126C8"/>
    <w:rsid w:val="007C5B1B"/>
    <w:rsid w:val="007E5FF0"/>
    <w:rsid w:val="00802E05"/>
    <w:rsid w:val="00803E28"/>
    <w:rsid w:val="00804042"/>
    <w:rsid w:val="00811182"/>
    <w:rsid w:val="00813362"/>
    <w:rsid w:val="00850CED"/>
    <w:rsid w:val="00854725"/>
    <w:rsid w:val="00862CBF"/>
    <w:rsid w:val="00880184"/>
    <w:rsid w:val="00893153"/>
    <w:rsid w:val="008B3BF4"/>
    <w:rsid w:val="008B3C2A"/>
    <w:rsid w:val="008C4F7F"/>
    <w:rsid w:val="008C67DE"/>
    <w:rsid w:val="008E77CD"/>
    <w:rsid w:val="00907CF4"/>
    <w:rsid w:val="00923531"/>
    <w:rsid w:val="00924EB0"/>
    <w:rsid w:val="009350DF"/>
    <w:rsid w:val="00942505"/>
    <w:rsid w:val="00943CA7"/>
    <w:rsid w:val="00961297"/>
    <w:rsid w:val="00977A1C"/>
    <w:rsid w:val="00984A59"/>
    <w:rsid w:val="00992841"/>
    <w:rsid w:val="009A0ECB"/>
    <w:rsid w:val="009A3EEC"/>
    <w:rsid w:val="009A66B8"/>
    <w:rsid w:val="009C12E1"/>
    <w:rsid w:val="009D4370"/>
    <w:rsid w:val="009E0202"/>
    <w:rsid w:val="009F0327"/>
    <w:rsid w:val="009F19EF"/>
    <w:rsid w:val="009F70D4"/>
    <w:rsid w:val="00A04256"/>
    <w:rsid w:val="00A04910"/>
    <w:rsid w:val="00A078E6"/>
    <w:rsid w:val="00A2369C"/>
    <w:rsid w:val="00A3045E"/>
    <w:rsid w:val="00A43026"/>
    <w:rsid w:val="00A46516"/>
    <w:rsid w:val="00A62728"/>
    <w:rsid w:val="00A90B05"/>
    <w:rsid w:val="00A90F95"/>
    <w:rsid w:val="00AA0074"/>
    <w:rsid w:val="00AA2AD4"/>
    <w:rsid w:val="00AB09A7"/>
    <w:rsid w:val="00AB7058"/>
    <w:rsid w:val="00AC0857"/>
    <w:rsid w:val="00AC2754"/>
    <w:rsid w:val="00B03018"/>
    <w:rsid w:val="00B040FE"/>
    <w:rsid w:val="00B13FBA"/>
    <w:rsid w:val="00B14AFB"/>
    <w:rsid w:val="00B35F22"/>
    <w:rsid w:val="00B415C1"/>
    <w:rsid w:val="00B46E1E"/>
    <w:rsid w:val="00B734E8"/>
    <w:rsid w:val="00B8442D"/>
    <w:rsid w:val="00B87660"/>
    <w:rsid w:val="00BA480C"/>
    <w:rsid w:val="00BC2B3E"/>
    <w:rsid w:val="00BC5836"/>
    <w:rsid w:val="00C24FD1"/>
    <w:rsid w:val="00C2776E"/>
    <w:rsid w:val="00C36AA5"/>
    <w:rsid w:val="00C44E9D"/>
    <w:rsid w:val="00C64AE2"/>
    <w:rsid w:val="00C943BB"/>
    <w:rsid w:val="00CB3119"/>
    <w:rsid w:val="00D065FF"/>
    <w:rsid w:val="00D14AB1"/>
    <w:rsid w:val="00D254A0"/>
    <w:rsid w:val="00D26BDF"/>
    <w:rsid w:val="00D35CC3"/>
    <w:rsid w:val="00D37604"/>
    <w:rsid w:val="00D86277"/>
    <w:rsid w:val="00D94904"/>
    <w:rsid w:val="00DC01AB"/>
    <w:rsid w:val="00DC5770"/>
    <w:rsid w:val="00DD0B20"/>
    <w:rsid w:val="00DF1DE9"/>
    <w:rsid w:val="00E32912"/>
    <w:rsid w:val="00E339E8"/>
    <w:rsid w:val="00E4100D"/>
    <w:rsid w:val="00E463E3"/>
    <w:rsid w:val="00E6169F"/>
    <w:rsid w:val="00E722DF"/>
    <w:rsid w:val="00E73447"/>
    <w:rsid w:val="00EA5C7C"/>
    <w:rsid w:val="00ED45C7"/>
    <w:rsid w:val="00EF1C3B"/>
    <w:rsid w:val="00F028B5"/>
    <w:rsid w:val="00F02F77"/>
    <w:rsid w:val="00F071E8"/>
    <w:rsid w:val="00F16C76"/>
    <w:rsid w:val="00F3457B"/>
    <w:rsid w:val="00F3756B"/>
    <w:rsid w:val="00F959B6"/>
    <w:rsid w:val="00F97841"/>
    <w:rsid w:val="00FD549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style="mso-position-vertical-relative:page;mso-width-relative:margin;mso-height-relative:margin" o:allowincell="f" strokecolor="red">
      <v:stroke endarrow="block" color="red" weight=".5pt"/>
      <v:shadow color="silver"/>
      <v:textbox style="mso-fit-shape-to-text:t" inset="0,1.2mm,0,1.2mm"/>
      <o:colormru v:ext="edit" colors="#ddd,silver,#ade0f9,#679ad1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12112F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12112F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6.png"/><Relationship Id="rId4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surefw0.UHL\AppData\Local\Microsoft\Windows\Temporary%20Internet%20Files\Content.IE5\EY2VVZ57\Lower%20Limb%20Venous%20Insufficiency%20scan%20_%20Both%20_%20Norm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Lower Limb Venous Insufficiency scan _ Both _ Normal</Template>
  <TotalTime>10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Waldegrave</dc:creator>
  <cp:lastModifiedBy>Daniel.Sims</cp:lastModifiedBy>
  <cp:revision>4</cp:revision>
  <cp:lastPrinted>2019-01-18T11:11:00Z</cp:lastPrinted>
  <dcterms:created xsi:type="dcterms:W3CDTF">2019-08-23T13:29:00Z</dcterms:created>
  <dcterms:modified xsi:type="dcterms:W3CDTF">2019-08-23T14:11:00Z</dcterms:modified>
</cp:coreProperties>
</file>